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61043" w14:textId="541AB9AB" w:rsidR="00E0758C" w:rsidRPr="00E0758C" w:rsidRDefault="00F0051A" w:rsidP="00AB6367">
      <w:pPr>
        <w:rPr>
          <w:lang w:eastAsia="de-DE"/>
        </w:rPr>
      </w:pPr>
      <w:bookmarkStart w:id="0" w:name="_Hlk116917551"/>
      <w:r w:rsidRPr="00E0758C">
        <w:rPr>
          <w:b/>
          <w:noProof/>
          <w:color w:val="000000"/>
          <w:sz w:val="21"/>
          <w:szCs w:val="21"/>
          <w:lang w:eastAsia="de-DE"/>
        </w:rPr>
        <w:drawing>
          <wp:anchor distT="0" distB="0" distL="114300" distR="114300" simplePos="0" relativeHeight="251617792" behindDoc="1" locked="0" layoutInCell="1" allowOverlap="1" wp14:anchorId="0059447E" wp14:editId="3677FF8A">
            <wp:simplePos x="0" y="0"/>
            <wp:positionH relativeFrom="margin">
              <wp:posOffset>5005614</wp:posOffset>
            </wp:positionH>
            <wp:positionV relativeFrom="page">
              <wp:posOffset>1064260</wp:posOffset>
            </wp:positionV>
            <wp:extent cx="854888" cy="850165"/>
            <wp:effectExtent l="0" t="0" r="0" b="0"/>
            <wp:wrapTight wrapText="bothSides">
              <wp:wrapPolygon edited="0">
                <wp:start x="9949" y="0"/>
                <wp:lineTo x="7061" y="969"/>
                <wp:lineTo x="2568" y="4197"/>
                <wp:lineTo x="1284" y="10332"/>
                <wp:lineTo x="1284" y="10655"/>
                <wp:lineTo x="3210" y="15498"/>
                <wp:lineTo x="3210" y="16143"/>
                <wp:lineTo x="8666" y="19372"/>
                <wp:lineTo x="12838" y="19372"/>
                <wp:lineTo x="18936" y="15821"/>
                <wp:lineTo x="18936" y="15498"/>
                <wp:lineTo x="21183" y="12592"/>
                <wp:lineTo x="21183" y="6780"/>
                <wp:lineTo x="20862" y="3552"/>
                <wp:lineTo x="18615" y="646"/>
                <wp:lineTo x="16368" y="0"/>
                <wp:lineTo x="9949" y="0"/>
              </wp:wrapPolygon>
            </wp:wrapTight>
            <wp:docPr id="100" name="Grafik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-MSK-kurz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12" t="1" b="-15148"/>
                    <a:stretch/>
                  </pic:blipFill>
                  <pic:spPr bwMode="auto">
                    <a:xfrm>
                      <a:off x="0" y="0"/>
                      <a:ext cx="854888" cy="850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F2C2B3" w14:textId="77777777" w:rsidR="00C33776" w:rsidRDefault="00E0758C" w:rsidP="00AB6367">
      <w:pPr>
        <w:spacing w:after="120" w:line="240" w:lineRule="auto"/>
        <w:rPr>
          <w:b/>
          <w:color w:val="000000"/>
          <w:sz w:val="48"/>
          <w:szCs w:val="48"/>
          <w:lang w:eastAsia="de-DE"/>
        </w:rPr>
      </w:pPr>
      <w:r w:rsidRPr="00E0758C">
        <w:rPr>
          <w:b/>
          <w:color w:val="000000"/>
          <w:sz w:val="72"/>
          <w:szCs w:val="72"/>
          <w:lang w:eastAsia="de-DE"/>
        </w:rPr>
        <w:t>Mathe sicher können</w:t>
      </w:r>
      <w:r w:rsidRPr="00E0758C">
        <w:rPr>
          <w:b/>
          <w:color w:val="000000"/>
          <w:sz w:val="72"/>
          <w:szCs w:val="72"/>
          <w:lang w:eastAsia="de-DE"/>
        </w:rPr>
        <w:br/>
      </w:r>
    </w:p>
    <w:p w14:paraId="154AD740" w14:textId="02FE328B" w:rsidR="00E0758C" w:rsidRPr="00E0758C" w:rsidRDefault="00C33776" w:rsidP="00AB6367">
      <w:pPr>
        <w:spacing w:after="120" w:line="240" w:lineRule="auto"/>
        <w:rPr>
          <w:b/>
          <w:color w:val="000000"/>
          <w:sz w:val="72"/>
          <w:szCs w:val="72"/>
          <w:lang w:eastAsia="de-DE"/>
        </w:rPr>
      </w:pPr>
      <w:r w:rsidRPr="00C33776">
        <w:rPr>
          <w:b/>
          <w:color w:val="000000"/>
          <w:sz w:val="48"/>
          <w:szCs w:val="48"/>
          <w:lang w:eastAsia="de-DE"/>
        </w:rPr>
        <w:t>Differenzierte Übungs</w:t>
      </w:r>
      <w:r>
        <w:rPr>
          <w:b/>
          <w:color w:val="000000"/>
          <w:sz w:val="48"/>
          <w:szCs w:val="48"/>
          <w:lang w:eastAsia="de-DE"/>
        </w:rPr>
        <w:t>aufgaben</w:t>
      </w:r>
      <w:r>
        <w:rPr>
          <w:b/>
          <w:color w:val="000000"/>
          <w:sz w:val="48"/>
          <w:szCs w:val="48"/>
          <w:lang w:eastAsia="de-DE"/>
        </w:rPr>
        <w:br/>
      </w:r>
      <w:r w:rsidRPr="00C33776">
        <w:rPr>
          <w:b/>
          <w:color w:val="000000"/>
          <w:sz w:val="48"/>
          <w:szCs w:val="48"/>
          <w:lang w:eastAsia="de-DE"/>
        </w:rPr>
        <w:t>zur Klassenstunde</w:t>
      </w:r>
    </w:p>
    <w:p w14:paraId="73305DEE" w14:textId="77777777" w:rsidR="00E0758C" w:rsidRDefault="00E0758C" w:rsidP="00AB6367">
      <w:pPr>
        <w:spacing w:after="120" w:line="240" w:lineRule="auto"/>
        <w:rPr>
          <w:b/>
          <w:color w:val="327A86" w:themeColor="text2"/>
          <w:sz w:val="56"/>
          <w:szCs w:val="56"/>
          <w:lang w:eastAsia="de-DE"/>
        </w:rPr>
      </w:pPr>
    </w:p>
    <w:p w14:paraId="21906FB2" w14:textId="74DF85BD" w:rsidR="00E0758C" w:rsidRPr="00F0051A" w:rsidRDefault="00E0758C" w:rsidP="00AB6367">
      <w:pPr>
        <w:tabs>
          <w:tab w:val="left" w:pos="8020"/>
        </w:tabs>
        <w:spacing w:after="120" w:line="240" w:lineRule="auto"/>
        <w:rPr>
          <w:b/>
          <w:color w:val="327A86" w:themeColor="text2"/>
          <w:sz w:val="48"/>
          <w:szCs w:val="48"/>
          <w:lang w:eastAsia="de-DE"/>
        </w:rPr>
      </w:pPr>
      <w:r w:rsidRPr="00F0051A">
        <w:rPr>
          <w:b/>
          <w:color w:val="327A86" w:themeColor="text2"/>
          <w:sz w:val="48"/>
          <w:szCs w:val="48"/>
          <w:lang w:eastAsia="de-DE"/>
        </w:rPr>
        <w:t>N</w:t>
      </w:r>
      <w:r w:rsidR="00962D0F">
        <w:rPr>
          <w:b/>
          <w:color w:val="327A86" w:themeColor="text2"/>
          <w:sz w:val="48"/>
          <w:szCs w:val="48"/>
          <w:lang w:eastAsia="de-DE"/>
        </w:rPr>
        <w:t>3</w:t>
      </w:r>
      <w:r w:rsidRPr="00F0051A">
        <w:rPr>
          <w:b/>
          <w:color w:val="327A86" w:themeColor="text2"/>
          <w:sz w:val="48"/>
          <w:szCs w:val="48"/>
          <w:lang w:eastAsia="de-DE"/>
        </w:rPr>
        <w:t xml:space="preserve"> </w:t>
      </w:r>
      <w:r w:rsidR="00962D0F">
        <w:rPr>
          <w:b/>
          <w:color w:val="327A86" w:themeColor="text2"/>
          <w:sz w:val="48"/>
          <w:szCs w:val="48"/>
          <w:lang w:eastAsia="de-DE"/>
        </w:rPr>
        <w:t>Addition und Subtraktion verstehen</w:t>
      </w:r>
    </w:p>
    <w:p w14:paraId="3D19B96F" w14:textId="77777777" w:rsidR="00E0758C" w:rsidRPr="00E0758C" w:rsidRDefault="00E0758C" w:rsidP="00AB6367">
      <w:pPr>
        <w:rPr>
          <w:lang w:eastAsia="de-DE"/>
        </w:rPr>
      </w:pPr>
    </w:p>
    <w:p w14:paraId="5D9C26BE" w14:textId="77777777" w:rsidR="00956CFC" w:rsidRPr="00E0758C" w:rsidRDefault="00956CFC" w:rsidP="00AB6367">
      <w:pPr>
        <w:rPr>
          <w:lang w:eastAsia="de-DE"/>
        </w:rPr>
      </w:pPr>
    </w:p>
    <w:tbl>
      <w:tblPr>
        <w:tblStyle w:val="EinfacheTabelle41"/>
        <w:tblW w:w="9071" w:type="dxa"/>
        <w:jc w:val="center"/>
        <w:tblCellMar>
          <w:left w:w="0" w:type="dxa"/>
          <w:bottom w:w="170" w:type="dxa"/>
          <w:right w:w="0" w:type="dxa"/>
        </w:tblCellMar>
        <w:tblLook w:val="0600" w:firstRow="0" w:lastRow="0" w:firstColumn="0" w:lastColumn="0" w:noHBand="1" w:noVBand="1"/>
      </w:tblPr>
      <w:tblGrid>
        <w:gridCol w:w="1870"/>
        <w:gridCol w:w="3670"/>
        <w:gridCol w:w="3531"/>
      </w:tblGrid>
      <w:tr w:rsidR="00E0758C" w:rsidRPr="00E0758C" w14:paraId="2965D3BD" w14:textId="77777777" w:rsidTr="007A1C42">
        <w:trPr>
          <w:cantSplit/>
          <w:trHeight w:val="838"/>
          <w:jc w:val="center"/>
        </w:trPr>
        <w:tc>
          <w:tcPr>
            <w:tcW w:w="1870" w:type="dxa"/>
          </w:tcPr>
          <w:p w14:paraId="533A86F4" w14:textId="77777777" w:rsidR="00E0758C" w:rsidRPr="00E0758C" w:rsidRDefault="00E0758C" w:rsidP="00AB636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670" w:type="dxa"/>
          </w:tcPr>
          <w:p w14:paraId="07582C57" w14:textId="16567279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  <w:r w:rsidRPr="00E0758C">
              <w:rPr>
                <w:b/>
                <w:noProof/>
                <w:color w:val="327A86" w:themeColor="text2"/>
              </w:rPr>
              <w:drawing>
                <wp:inline distT="0" distB="0" distL="0" distR="0" wp14:anchorId="0E2057A0" wp14:editId="7886A2DC">
                  <wp:extent cx="2330833" cy="1165417"/>
                  <wp:effectExtent l="0" t="0" r="0" b="0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con-MSK-N1- Stellenwerte verstehe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833" cy="1165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A9B615" w14:textId="77777777" w:rsidR="00E0758C" w:rsidRPr="00E0758C" w:rsidRDefault="00E0758C" w:rsidP="00AB6367">
            <w:pPr>
              <w:spacing w:line="240" w:lineRule="atLeast"/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75BB3179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E0758C" w:rsidRPr="00E0758C" w14:paraId="4ABE7552" w14:textId="77777777" w:rsidTr="007A1C42">
        <w:trPr>
          <w:cantSplit/>
          <w:trHeight w:val="68"/>
          <w:jc w:val="center"/>
        </w:trPr>
        <w:tc>
          <w:tcPr>
            <w:tcW w:w="1870" w:type="dxa"/>
          </w:tcPr>
          <w:p w14:paraId="4278B8FA" w14:textId="77777777" w:rsidR="00E0758C" w:rsidRPr="00E0758C" w:rsidRDefault="00E0758C" w:rsidP="00AB6367">
            <w:pPr>
              <w:pStyle w:val="berschrift1"/>
              <w:rPr>
                <w:lang w:eastAsia="en-US"/>
              </w:rPr>
            </w:pPr>
            <w:r w:rsidRPr="00644F56">
              <w:rPr>
                <w:color w:val="327A86" w:themeColor="text2"/>
              </w:rPr>
              <w:t>Inhalt</w:t>
            </w:r>
          </w:p>
        </w:tc>
        <w:tc>
          <w:tcPr>
            <w:tcW w:w="3670" w:type="dxa"/>
          </w:tcPr>
          <w:p w14:paraId="2C5D14F4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  <w:tc>
          <w:tcPr>
            <w:tcW w:w="3531" w:type="dxa"/>
          </w:tcPr>
          <w:p w14:paraId="09F9AF15" w14:textId="77777777" w:rsidR="00E0758C" w:rsidRPr="00E0758C" w:rsidRDefault="00E0758C" w:rsidP="00AB6367">
            <w:pPr>
              <w:rPr>
                <w:rFonts w:asciiTheme="minorHAnsi" w:eastAsiaTheme="minorHAnsi" w:hAnsiTheme="minorHAnsi" w:cstheme="minorBidi"/>
                <w:b/>
                <w:color w:val="327A86" w:themeColor="text2"/>
                <w:lang w:eastAsia="en-US"/>
              </w:rPr>
            </w:pPr>
          </w:p>
        </w:tc>
      </w:tr>
      <w:tr w:rsidR="00D7375E" w:rsidRPr="00E0758C" w14:paraId="006D8E01" w14:textId="77777777" w:rsidTr="00F309CF">
        <w:trPr>
          <w:cantSplit/>
          <w:jc w:val="center"/>
        </w:trPr>
        <w:tc>
          <w:tcPr>
            <w:tcW w:w="1870" w:type="dxa"/>
          </w:tcPr>
          <w:p w14:paraId="2FC61CC2" w14:textId="6630D639" w:rsidR="00D7375E" w:rsidRPr="00E0758C" w:rsidRDefault="00D7375E" w:rsidP="00AB6367">
            <w:pPr>
              <w:pStyle w:val="Nummerierung"/>
              <w:rPr>
                <w:rFonts w:eastAsiaTheme="minorHAnsi"/>
                <w:lang w:eastAsia="en-US"/>
              </w:rPr>
            </w:pPr>
            <w:r w:rsidRPr="00E0758C">
              <w:rPr>
                <w:rFonts w:eastAsiaTheme="minorHAnsi"/>
                <w:lang w:eastAsia="en-US"/>
              </w:rPr>
              <w:t>Baustein N</w:t>
            </w:r>
            <w:r w:rsidR="00962D0F">
              <w:rPr>
                <w:rFonts w:eastAsiaTheme="minorHAnsi"/>
                <w:lang w:eastAsia="en-US"/>
              </w:rPr>
              <w:t>3</w:t>
            </w:r>
            <w:r w:rsidRPr="00E0758C">
              <w:rPr>
                <w:rFonts w:eastAsiaTheme="minorHAnsi"/>
                <w:lang w:eastAsia="en-US"/>
              </w:rPr>
              <w:t xml:space="preserve"> </w:t>
            </w:r>
          </w:p>
          <w:p w14:paraId="7F6CAE88" w14:textId="0E7E3357" w:rsidR="00D7375E" w:rsidRPr="00E0758C" w:rsidRDefault="00D7375E" w:rsidP="00AB6367">
            <w:pPr>
              <w:pStyle w:val="Nummerierung"/>
            </w:pPr>
          </w:p>
        </w:tc>
        <w:tc>
          <w:tcPr>
            <w:tcW w:w="7201" w:type="dxa"/>
            <w:gridSpan w:val="2"/>
          </w:tcPr>
          <w:p w14:paraId="0412AB02" w14:textId="69CEB064" w:rsidR="00D7375E" w:rsidRDefault="00962D0F" w:rsidP="00AB6367">
            <w:pPr>
              <w:pStyle w:val="Nummerierung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Ich kann Aufgaben zu Situationen finden und umgekehrt</w:t>
            </w:r>
          </w:p>
          <w:p w14:paraId="207F7E91" w14:textId="6515B91A" w:rsidR="00D7375E" w:rsidRDefault="00D7375E" w:rsidP="00AB6367">
            <w:pPr>
              <w:rPr>
                <w:rFonts w:eastAsiaTheme="minorHAnsi"/>
                <w:color w:val="70BCC9" w:themeColor="text2" w:themeTint="99"/>
                <w:lang w:eastAsia="en-US"/>
              </w:rPr>
            </w:pPr>
            <w:r>
              <w:rPr>
                <w:rFonts w:eastAsiaTheme="minorHAnsi"/>
                <w:color w:val="70BCC9" w:themeColor="text2" w:themeTint="99"/>
                <w:lang w:eastAsia="en-US"/>
              </w:rPr>
              <w:sym w:font="Wingdings" w:char="F06E"/>
            </w:r>
            <w:r>
              <w:rPr>
                <w:rFonts w:eastAsiaTheme="minorHAnsi"/>
                <w:color w:val="70BCC9" w:themeColor="text2" w:themeTint="99"/>
                <w:lang w:eastAsia="en-US"/>
              </w:rPr>
              <w:t xml:space="preserve"> </w:t>
            </w:r>
            <w:r w:rsidR="00AB6367">
              <w:rPr>
                <w:rFonts w:eastAsiaTheme="minorHAnsi"/>
                <w:lang w:eastAsia="en-US"/>
              </w:rPr>
              <w:t>Aufgaben</w:t>
            </w:r>
            <w:r w:rsidR="00E4744F">
              <w:rPr>
                <w:rFonts w:eastAsiaTheme="minorHAnsi"/>
                <w:lang w:eastAsia="en-US"/>
              </w:rPr>
              <w:t xml:space="preserve"> für das Üben im </w:t>
            </w:r>
            <w:r w:rsidR="00C33776">
              <w:rPr>
                <w:rFonts w:eastAsiaTheme="minorHAnsi"/>
                <w:lang w:eastAsia="en-US"/>
              </w:rPr>
              <w:t>Basis</w:t>
            </w:r>
            <w:r w:rsidR="00E4744F">
              <w:rPr>
                <w:rFonts w:eastAsiaTheme="minorHAnsi"/>
                <w:lang w:eastAsia="en-US"/>
              </w:rPr>
              <w:t>niveau</w:t>
            </w:r>
          </w:p>
          <w:p w14:paraId="183A7CD7" w14:textId="04581D35" w:rsidR="00D7375E" w:rsidRPr="00014A1F" w:rsidRDefault="00D7375E" w:rsidP="00AB6367">
            <w:pPr>
              <w:pStyle w:val="Nummerierung"/>
              <w:rPr>
                <w:b w:val="0"/>
                <w:bCs/>
                <w:color w:val="000000"/>
              </w:rPr>
            </w:pPr>
            <w:r w:rsidRPr="00751A89">
              <w:rPr>
                <w:rFonts w:eastAsiaTheme="minorHAnsi"/>
                <w:lang w:eastAsia="en-US"/>
              </w:rPr>
              <w:sym w:font="Wingdings" w:char="F06E"/>
            </w:r>
            <w:r w:rsidRPr="00751A89">
              <w:rPr>
                <w:rFonts w:eastAsiaTheme="minorHAnsi"/>
                <w:lang w:eastAsia="en-US"/>
              </w:rPr>
              <w:t xml:space="preserve"> </w:t>
            </w:r>
            <w:r w:rsidR="00AB6367">
              <w:rPr>
                <w:b w:val="0"/>
                <w:bCs/>
                <w:color w:val="000000" w:themeColor="text1"/>
              </w:rPr>
              <w:t>Aufgaben</w:t>
            </w:r>
            <w:r w:rsidR="00E4744F">
              <w:rPr>
                <w:b w:val="0"/>
                <w:bCs/>
                <w:color w:val="000000" w:themeColor="text1"/>
              </w:rPr>
              <w:t xml:space="preserve"> für das Üben im </w:t>
            </w:r>
            <w:r w:rsidR="00C33776">
              <w:rPr>
                <w:b w:val="0"/>
                <w:bCs/>
                <w:color w:val="000000" w:themeColor="text1"/>
              </w:rPr>
              <w:t>Regel</w:t>
            </w:r>
            <w:r w:rsidR="00E4744F">
              <w:rPr>
                <w:b w:val="0"/>
                <w:bCs/>
                <w:color w:val="000000" w:themeColor="text1"/>
              </w:rPr>
              <w:t>n</w:t>
            </w:r>
            <w:r w:rsidR="00AB6367">
              <w:rPr>
                <w:b w:val="0"/>
                <w:bCs/>
                <w:color w:val="000000" w:themeColor="text1"/>
              </w:rPr>
              <w:t>i</w:t>
            </w:r>
            <w:r w:rsidR="00E4744F">
              <w:rPr>
                <w:b w:val="0"/>
                <w:bCs/>
                <w:color w:val="000000" w:themeColor="text1"/>
              </w:rPr>
              <w:t>veau</w:t>
            </w:r>
          </w:p>
          <w:p w14:paraId="0549EF4A" w14:textId="609531E9" w:rsidR="00D7375E" w:rsidRPr="00751A89" w:rsidRDefault="00D7375E" w:rsidP="00AB6367">
            <w:pPr>
              <w:pStyle w:val="Nummerierung"/>
            </w:pPr>
          </w:p>
        </w:tc>
      </w:tr>
    </w:tbl>
    <w:p w14:paraId="269FCA3A" w14:textId="77777777" w:rsidR="00AB6367" w:rsidRDefault="00AB6367" w:rsidP="00AB6367"/>
    <w:p w14:paraId="209E974D" w14:textId="77777777" w:rsidR="00AB6367" w:rsidRDefault="00AB6367" w:rsidP="00AB6367"/>
    <w:p w14:paraId="68B75167" w14:textId="77777777" w:rsidR="00AB6367" w:rsidRDefault="00AB6367" w:rsidP="00AB6367"/>
    <w:p w14:paraId="26E2FD26" w14:textId="77777777" w:rsidR="00AB6367" w:rsidRDefault="00AB6367" w:rsidP="00AB6367"/>
    <w:p w14:paraId="0D7ADE2D" w14:textId="77777777" w:rsidR="00AB6367" w:rsidRPr="00E0758C" w:rsidRDefault="00AB6367" w:rsidP="00AB6367"/>
    <w:tbl>
      <w:tblPr>
        <w:tblStyle w:val="EinfacheTabelle41"/>
        <w:tblW w:w="9071" w:type="dxa"/>
        <w:jc w:val="center"/>
        <w:tblCellMar>
          <w:top w:w="57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71"/>
        <w:gridCol w:w="7200"/>
      </w:tblGrid>
      <w:tr w:rsidR="00E0758C" w:rsidRPr="00E0758C" w14:paraId="4A65FB65" w14:textId="77777777" w:rsidTr="00C33776">
        <w:trPr>
          <w:cantSplit/>
          <w:jc w:val="center"/>
        </w:trPr>
        <w:tc>
          <w:tcPr>
            <w:tcW w:w="1871" w:type="dxa"/>
          </w:tcPr>
          <w:p w14:paraId="03DAD279" w14:textId="7933FBB7" w:rsidR="00E0758C" w:rsidRPr="00E0758C" w:rsidRDefault="00E0758C" w:rsidP="00C33776">
            <w:pPr>
              <w:spacing w:line="240" w:lineRule="auto"/>
              <w:jc w:val="both"/>
              <w:rPr>
                <w:color w:val="737373" w:themeColor="accent3"/>
                <w:sz w:val="17"/>
                <w:szCs w:val="18"/>
              </w:rPr>
            </w:pPr>
            <w:r w:rsidRPr="00E0758C">
              <w:rPr>
                <w:noProof/>
                <w:color w:val="737373" w:themeColor="accent3"/>
                <w:sz w:val="17"/>
                <w:szCs w:val="18"/>
              </w:rPr>
              <w:drawing>
                <wp:inline distT="0" distB="0" distL="0" distR="0" wp14:anchorId="4C30F1AF" wp14:editId="6022D8A4">
                  <wp:extent cx="829310" cy="292735"/>
                  <wp:effectExtent l="0" t="0" r="8890" b="0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</w:tcPr>
          <w:p w14:paraId="7CC91CE2" w14:textId="1FB35C42" w:rsidR="00E0758C" w:rsidRPr="009B65FF" w:rsidRDefault="00E0758C" w:rsidP="00C33776">
            <w:pPr>
              <w:pStyle w:val="Impressum"/>
              <w:spacing w:line="240" w:lineRule="auto"/>
            </w:pPr>
            <w:r w:rsidRPr="009B65FF">
              <w:t xml:space="preserve">Dieses Material wurde durch </w:t>
            </w:r>
            <w:r w:rsidR="00921BBE">
              <w:t>Claudia Ademmer, Anne Tester, Lena Böing und Susanne Prediger aufbauend auf de</w:t>
            </w:r>
            <w:r w:rsidR="00520B76">
              <w:t>m</w:t>
            </w:r>
            <w:r w:rsidR="00921BBE">
              <w:t xml:space="preserve"> Förderbaustein von </w:t>
            </w:r>
            <w:r w:rsidR="00520B76" w:rsidRPr="0089465D">
              <w:rPr>
                <w:color w:val="7F7F7F" w:themeColor="text1" w:themeTint="80"/>
              </w:rPr>
              <w:t xml:space="preserve">Theresa Deutscher, Kathrin </w:t>
            </w:r>
            <w:proofErr w:type="spellStart"/>
            <w:r w:rsidR="00520B76" w:rsidRPr="0089465D">
              <w:rPr>
                <w:color w:val="7F7F7F" w:themeColor="text1" w:themeTint="80"/>
              </w:rPr>
              <w:t>Akinwunmi</w:t>
            </w:r>
            <w:proofErr w:type="spellEnd"/>
            <w:r w:rsidR="00520B76" w:rsidRPr="0089465D">
              <w:rPr>
                <w:color w:val="7F7F7F" w:themeColor="text1" w:themeTint="80"/>
              </w:rPr>
              <w:t xml:space="preserve"> &amp; Christoph Selter </w:t>
            </w:r>
            <w:r w:rsidRPr="009B65FF">
              <w:t>konzipiert</w:t>
            </w:r>
            <w:r w:rsidR="003F6172">
              <w:t>.</w:t>
            </w:r>
            <w:r w:rsidRPr="009B65FF">
              <w:t xml:space="preserve"> Es kann unter der Creative Commons Lizenz BY-NC-SA (Namensnennung – Nicht </w:t>
            </w:r>
            <w:r w:rsidR="003F6172">
              <w:t>k</w:t>
            </w:r>
            <w:r w:rsidRPr="009B65FF">
              <w:t>ommerziell – Weitergabe unter gleichen Bedingungen) 4.0 International weiterverwendet werden.</w:t>
            </w:r>
          </w:p>
        </w:tc>
      </w:tr>
      <w:tr w:rsidR="00E0758C" w:rsidRPr="003F2680" w14:paraId="183006C7" w14:textId="77777777" w:rsidTr="00F0051A">
        <w:trPr>
          <w:cantSplit/>
          <w:jc w:val="center"/>
        </w:trPr>
        <w:tc>
          <w:tcPr>
            <w:tcW w:w="1871" w:type="dxa"/>
          </w:tcPr>
          <w:p w14:paraId="456A1DBE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>Zitierbar als</w:t>
            </w:r>
          </w:p>
        </w:tc>
        <w:tc>
          <w:tcPr>
            <w:tcW w:w="7200" w:type="dxa"/>
          </w:tcPr>
          <w:p w14:paraId="1303E9E1" w14:textId="18052B14" w:rsidR="00E0758C" w:rsidRPr="00014A1F" w:rsidRDefault="007A5C5C" w:rsidP="0089465D">
            <w:pPr>
              <w:pStyle w:val="Impressum"/>
              <w:spacing w:line="240" w:lineRule="auto"/>
              <w:jc w:val="left"/>
            </w:pPr>
            <w:r w:rsidRPr="0089465D">
              <w:rPr>
                <w:color w:val="7F7F7F" w:themeColor="text1" w:themeTint="80"/>
              </w:rPr>
              <w:t>Ademmer, Claudia</w:t>
            </w:r>
            <w:r w:rsidR="004C0EFA" w:rsidRPr="0089465D">
              <w:rPr>
                <w:color w:val="7F7F7F" w:themeColor="text1" w:themeTint="80"/>
              </w:rPr>
              <w:t>,</w:t>
            </w:r>
            <w:r w:rsidR="00014A1F" w:rsidRPr="0089465D">
              <w:rPr>
                <w:color w:val="7F7F7F" w:themeColor="text1" w:themeTint="80"/>
              </w:rPr>
              <w:t xml:space="preserve"> </w:t>
            </w:r>
            <w:r w:rsidR="003F6172" w:rsidRPr="0089465D">
              <w:rPr>
                <w:color w:val="7F7F7F" w:themeColor="text1" w:themeTint="80"/>
              </w:rPr>
              <w:t>Böing, Lena</w:t>
            </w:r>
            <w:r w:rsidR="0089465D">
              <w:rPr>
                <w:color w:val="7F7F7F" w:themeColor="text1" w:themeTint="80"/>
              </w:rPr>
              <w:t xml:space="preserve">, </w:t>
            </w:r>
            <w:r w:rsidR="0089465D" w:rsidRPr="0089465D">
              <w:rPr>
                <w:color w:val="7F7F7F" w:themeColor="text1" w:themeTint="80"/>
              </w:rPr>
              <w:t xml:space="preserve">Theresa Deutscher, Kathrin </w:t>
            </w:r>
            <w:proofErr w:type="spellStart"/>
            <w:r w:rsidR="0089465D" w:rsidRPr="0089465D">
              <w:rPr>
                <w:color w:val="7F7F7F" w:themeColor="text1" w:themeTint="80"/>
              </w:rPr>
              <w:t>Akinwunmi</w:t>
            </w:r>
            <w:proofErr w:type="spellEnd"/>
            <w:r w:rsidR="0089465D" w:rsidRPr="0089465D">
              <w:rPr>
                <w:color w:val="7F7F7F" w:themeColor="text1" w:themeTint="80"/>
              </w:rPr>
              <w:t xml:space="preserve"> &amp; Christoph Selter</w:t>
            </w:r>
            <w:r w:rsidR="00E0758C" w:rsidRPr="0089465D">
              <w:rPr>
                <w:color w:val="7F7F7F" w:themeColor="text1" w:themeTint="80"/>
              </w:rPr>
              <w:t xml:space="preserve"> </w:t>
            </w:r>
            <w:r w:rsidR="00E0758C" w:rsidRPr="0089465D">
              <w:t>(202</w:t>
            </w:r>
            <w:r w:rsidR="00DD6BE0" w:rsidRPr="0089465D">
              <w:t>4</w:t>
            </w:r>
            <w:r w:rsidR="00E0758C" w:rsidRPr="0089465D">
              <w:t xml:space="preserve">). </w:t>
            </w:r>
            <w:r w:rsidR="00E0758C" w:rsidRPr="0084766C">
              <w:t>Mathe sicher können</w:t>
            </w:r>
            <w:r w:rsidR="00921BBE">
              <w:t xml:space="preserve">: Übungsaufgaben zur Klassenstunde </w:t>
            </w:r>
            <w:r w:rsidR="00E0758C" w:rsidRPr="0084766C">
              <w:t>N</w:t>
            </w:r>
            <w:r w:rsidR="00BF0FDB">
              <w:t>3</w:t>
            </w:r>
            <w:r w:rsidR="00E0758C" w:rsidRPr="0084766C">
              <w:t xml:space="preserve">: </w:t>
            </w:r>
            <w:r w:rsidR="00BF0FDB">
              <w:t>Addition und Subtraktion verstehen</w:t>
            </w:r>
            <w:r w:rsidR="00014A1F">
              <w:t xml:space="preserve">. </w:t>
            </w:r>
            <w:r w:rsidR="00E0758C" w:rsidRPr="00014A1F">
              <w:t>Open Educational Resources</w:t>
            </w:r>
            <w:r w:rsidR="009B65FF" w:rsidRPr="00014A1F">
              <w:t xml:space="preserve"> </w:t>
            </w:r>
            <w:r w:rsidR="00E0758C" w:rsidRPr="00014A1F">
              <w:t>unter mathe-sicher-koennen.dzlm.de/</w:t>
            </w:r>
            <w:r w:rsidR="009B65FF" w:rsidRPr="00014A1F">
              <w:t>nz#n</w:t>
            </w:r>
            <w:r w:rsidR="00BF0FDB">
              <w:t>3</w:t>
            </w:r>
          </w:p>
        </w:tc>
      </w:tr>
      <w:tr w:rsidR="00E0758C" w:rsidRPr="00E0758C" w14:paraId="67D06DB5" w14:textId="77777777" w:rsidTr="00F0051A">
        <w:trPr>
          <w:cantSplit/>
          <w:jc w:val="center"/>
        </w:trPr>
        <w:tc>
          <w:tcPr>
            <w:tcW w:w="1871" w:type="dxa"/>
          </w:tcPr>
          <w:p w14:paraId="0580AFF4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 xml:space="preserve">Hinweis zu </w:t>
            </w:r>
          </w:p>
          <w:p w14:paraId="34EAC4D6" w14:textId="77777777" w:rsidR="00E0758C" w:rsidRPr="00E0758C" w:rsidRDefault="00E0758C" w:rsidP="00C33776">
            <w:pPr>
              <w:spacing w:line="240" w:lineRule="auto"/>
              <w:jc w:val="both"/>
              <w:rPr>
                <w:b/>
                <w:color w:val="737373" w:themeColor="accent3"/>
                <w:sz w:val="17"/>
                <w:szCs w:val="18"/>
              </w:rPr>
            </w:pPr>
            <w:r w:rsidRPr="00E0758C">
              <w:rPr>
                <w:b/>
                <w:color w:val="737373" w:themeColor="accent3"/>
                <w:sz w:val="17"/>
                <w:szCs w:val="18"/>
              </w:rPr>
              <w:t>verwandtem Material</w:t>
            </w:r>
          </w:p>
        </w:tc>
        <w:tc>
          <w:tcPr>
            <w:tcW w:w="7200" w:type="dxa"/>
          </w:tcPr>
          <w:p w14:paraId="285570E3" w14:textId="3A982B3D" w:rsidR="00921BBE" w:rsidRPr="00921BBE" w:rsidRDefault="00921BBE" w:rsidP="00921BBE">
            <w:pPr>
              <w:pStyle w:val="Impressum"/>
            </w:pPr>
            <w:r w:rsidRPr="00921BBE">
              <w:t>Weitere Materialien unter mathe-sicher-koennen.dzlm.de/nz#n</w:t>
            </w:r>
            <w:r w:rsidR="00BF0FDB">
              <w:t>3</w:t>
            </w:r>
          </w:p>
          <w:p w14:paraId="70D87666" w14:textId="77777777" w:rsidR="00921BBE" w:rsidRPr="00921BBE" w:rsidRDefault="00921BBE" w:rsidP="00D55074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Diagnose- und Förderbaustein als Word und PDF</w:t>
            </w:r>
          </w:p>
          <w:p w14:paraId="3B432143" w14:textId="77777777" w:rsidR="00921BBE" w:rsidRPr="00921BBE" w:rsidRDefault="00921BBE" w:rsidP="00D55074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Link zum MSK-Online-Check (digitale Diagnose)</w:t>
            </w:r>
          </w:p>
          <w:p w14:paraId="195FEB12" w14:textId="77777777" w:rsidR="00921BBE" w:rsidRPr="00921BBE" w:rsidRDefault="00921BBE" w:rsidP="00D55074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vollständige Erklärvideos ohne Unterbrechung (auch für die Eltern)</w:t>
            </w:r>
          </w:p>
          <w:p w14:paraId="0FC9E251" w14:textId="77777777" w:rsidR="00921BBE" w:rsidRPr="00921BBE" w:rsidRDefault="00921BBE" w:rsidP="00D55074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 xml:space="preserve">Film zum didaktischen Hintergrund </w:t>
            </w:r>
          </w:p>
          <w:p w14:paraId="3D4DAC1B" w14:textId="733A8A03" w:rsidR="00E0758C" w:rsidRPr="0084766C" w:rsidRDefault="00921BBE" w:rsidP="00D55074">
            <w:pPr>
              <w:pStyle w:val="Impressum"/>
              <w:numPr>
                <w:ilvl w:val="0"/>
                <w:numId w:val="3"/>
              </w:numPr>
              <w:ind w:left="253" w:hanging="253"/>
            </w:pPr>
            <w:r w:rsidRPr="00921BBE">
              <w:t>ausführlicher didaktischer Kommentar zum Diagnose- und Förderbaustein</w:t>
            </w:r>
          </w:p>
        </w:tc>
      </w:tr>
    </w:tbl>
    <w:p w14:paraId="400CE224" w14:textId="0E9D7C56" w:rsidR="00C9163F" w:rsidRDefault="00C9163F" w:rsidP="00E474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ectPr w:rsidR="00C9163F" w:rsidSect="00296564">
          <w:headerReference w:type="default" r:id="rId11"/>
          <w:footerReference w:type="default" r:id="rId12"/>
          <w:pgSz w:w="11906" w:h="16838"/>
          <w:pgMar w:top="1474" w:right="1418" w:bottom="1418" w:left="1418" w:header="227" w:footer="567" w:gutter="0"/>
          <w:cols w:space="708"/>
          <w:docGrid w:linePitch="360"/>
        </w:sect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4744F" w14:paraId="59874D2A" w14:textId="77777777" w:rsidTr="00916BB7">
        <w:tc>
          <w:tcPr>
            <w:tcW w:w="9356" w:type="dxa"/>
          </w:tcPr>
          <w:bookmarkEnd w:id="0"/>
          <w:p w14:paraId="1B1D991A" w14:textId="66283255" w:rsidR="00E4744F" w:rsidRPr="001C0C6A" w:rsidRDefault="00E4744F" w:rsidP="00C33776">
            <w:pPr>
              <w:pStyle w:val="berschrift2"/>
            </w:pPr>
            <w:r>
              <w:lastRenderedPageBreak/>
              <w:t xml:space="preserve">Aufgabe </w:t>
            </w:r>
            <w:r w:rsidR="00AB6367">
              <w:t>zum Üben im</w:t>
            </w:r>
            <w:r>
              <w:t xml:space="preserve"> Basisniveau</w:t>
            </w:r>
          </w:p>
        </w:tc>
      </w:tr>
      <w:tr w:rsidR="00E4744F" w14:paraId="69C36CB3" w14:textId="77777777" w:rsidTr="00916BB7">
        <w:trPr>
          <w:trHeight w:val="1091"/>
        </w:trPr>
        <w:tc>
          <w:tcPr>
            <w:tcW w:w="9356" w:type="dxa"/>
          </w:tcPr>
          <w:p w14:paraId="4D3C5B5E" w14:textId="05C1E0B8" w:rsidR="00921BBE" w:rsidRDefault="00E4744F" w:rsidP="00C33776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  <w:r w:rsidRPr="00E4744F">
              <w:rPr>
                <w:b/>
                <w:bCs/>
                <w:color w:val="327A86" w:themeColor="text2"/>
                <w:lang w:eastAsia="de-DE"/>
              </w:rPr>
              <w:t>Fülle die Tabelle</w:t>
            </w:r>
            <w:r w:rsidR="003F6172">
              <w:rPr>
                <w:b/>
                <w:bCs/>
                <w:color w:val="327A86" w:themeColor="text2"/>
                <w:lang w:eastAsia="de-DE"/>
              </w:rPr>
              <w:t xml:space="preserve"> aus</w:t>
            </w:r>
            <w:r w:rsidRPr="00E4744F">
              <w:rPr>
                <w:b/>
                <w:bCs/>
                <w:color w:val="327A86" w:themeColor="text2"/>
                <w:lang w:eastAsia="de-DE"/>
              </w:rPr>
              <w:t>.</w:t>
            </w:r>
          </w:p>
          <w:tbl>
            <w:tblPr>
              <w:tblStyle w:val="MSKTabelle"/>
              <w:tblW w:w="8744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1519"/>
              <w:gridCol w:w="2268"/>
              <w:gridCol w:w="2268"/>
            </w:tblGrid>
            <w:tr w:rsidR="00962D0F" w:rsidRPr="00F43829" w14:paraId="2F3B764A" w14:textId="77777777" w:rsidTr="00962D0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84"/>
              </w:trPr>
              <w:tc>
                <w:tcPr>
                  <w:tcW w:w="2689" w:type="dxa"/>
                </w:tcPr>
                <w:p w14:paraId="0A0E90AD" w14:textId="77777777" w:rsidR="00962D0F" w:rsidRPr="00F43829" w:rsidRDefault="00962D0F" w:rsidP="00921BBE">
                  <w:r>
                    <w:t>Bild</w:t>
                  </w:r>
                </w:p>
              </w:tc>
              <w:tc>
                <w:tcPr>
                  <w:tcW w:w="1519" w:type="dxa"/>
                </w:tcPr>
                <w:p w14:paraId="4B5B1DE8" w14:textId="77777777" w:rsidR="00962D0F" w:rsidRPr="00F43829" w:rsidRDefault="00962D0F" w:rsidP="00921BBE">
                  <w:r>
                    <w:t>Aufgabe</w:t>
                  </w:r>
                </w:p>
              </w:tc>
              <w:tc>
                <w:tcPr>
                  <w:tcW w:w="2268" w:type="dxa"/>
                </w:tcPr>
                <w:p w14:paraId="47E71073" w14:textId="063E6A14" w:rsidR="00962D0F" w:rsidRDefault="00962D0F" w:rsidP="00921BBE">
                  <w:r>
                    <w:t>Geschichte</w:t>
                  </w:r>
                </w:p>
              </w:tc>
              <w:tc>
                <w:tcPr>
                  <w:tcW w:w="2268" w:type="dxa"/>
                </w:tcPr>
                <w:p w14:paraId="21540473" w14:textId="4D1C0B37" w:rsidR="00962D0F" w:rsidRPr="00F43829" w:rsidRDefault="00962D0F" w:rsidP="00921BBE">
                  <w:pPr>
                    <w:jc w:val="left"/>
                  </w:pPr>
                  <w:r>
                    <w:t>Beschreibung</w:t>
                  </w:r>
                </w:p>
              </w:tc>
            </w:tr>
            <w:tr w:rsidR="00962D0F" w14:paraId="191E1B61" w14:textId="77777777" w:rsidTr="00962D0F">
              <w:tc>
                <w:tcPr>
                  <w:tcW w:w="2689" w:type="dxa"/>
                </w:tcPr>
                <w:p w14:paraId="1735B0F1" w14:textId="2930DFF1" w:rsidR="00962D0F" w:rsidRDefault="00962D0F" w:rsidP="00921BBE">
                  <w:pPr>
                    <w:widowControl w:val="0"/>
                    <w:spacing w:line="240" w:lineRule="auto"/>
                  </w:pPr>
                </w:p>
                <w:p w14:paraId="67640596" w14:textId="5DB6A334" w:rsidR="00962D0F" w:rsidRDefault="00962D0F" w:rsidP="00962D0F">
                  <w:pPr>
                    <w:widowControl w:val="0"/>
                    <w:spacing w:line="240" w:lineRule="auto"/>
                    <w:jc w:val="center"/>
                  </w:pPr>
                  <w:r>
                    <w:rPr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 wp14:anchorId="46CD7CFC" wp14:editId="54409B26">
                        <wp:extent cx="1333500" cy="736600"/>
                        <wp:effectExtent l="0" t="0" r="0" b="0"/>
                        <wp:docPr id="184449474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4449474" name="Grafik 184449474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736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337449F" w14:textId="77777777" w:rsidR="00962D0F" w:rsidRDefault="00962D0F" w:rsidP="00921BBE">
                  <w:pPr>
                    <w:widowControl w:val="0"/>
                    <w:spacing w:line="240" w:lineRule="auto"/>
                  </w:pPr>
                </w:p>
              </w:tc>
              <w:tc>
                <w:tcPr>
                  <w:tcW w:w="1519" w:type="dxa"/>
                  <w:vAlign w:val="center"/>
                </w:tcPr>
                <w:p w14:paraId="13A1167B" w14:textId="2E0C4968" w:rsidR="00962D0F" w:rsidRPr="005D3530" w:rsidRDefault="00962D0F" w:rsidP="00921BBE">
                  <w:pPr>
                    <w:pStyle w:val="SprechbaseBeschreibung"/>
                  </w:pPr>
                </w:p>
              </w:tc>
              <w:tc>
                <w:tcPr>
                  <w:tcW w:w="2268" w:type="dxa"/>
                </w:tcPr>
                <w:p w14:paraId="27AA5C96" w14:textId="77777777" w:rsidR="00962D0F" w:rsidRDefault="00962D0F" w:rsidP="00921BBE">
                  <w:pPr>
                    <w:pStyle w:val="SprechbaseBeschreibung"/>
                    <w:rPr>
                      <w:noProof/>
                    </w:rPr>
                  </w:pPr>
                </w:p>
                <w:p w14:paraId="696B590C" w14:textId="6D3F3CCC" w:rsidR="00962D0F" w:rsidRDefault="00962D0F" w:rsidP="00921BBE">
                  <w:pPr>
                    <w:pStyle w:val="SprechbaseBeschreibung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Lena hat 144 Euro. Sie bezahlt für ein T-Shirt 34 Euro. </w:t>
                  </w:r>
                </w:p>
              </w:tc>
              <w:tc>
                <w:tcPr>
                  <w:tcW w:w="2268" w:type="dxa"/>
                </w:tcPr>
                <w:p w14:paraId="5504181E" w14:textId="0CB7E466" w:rsidR="00962D0F" w:rsidRPr="00FB40B8" w:rsidRDefault="00962D0F" w:rsidP="00921BBE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16767" behindDoc="0" locked="0" layoutInCell="1" allowOverlap="1" wp14:anchorId="78A7CB58" wp14:editId="3AAB3EF3">
                            <wp:simplePos x="0" y="0"/>
                            <wp:positionH relativeFrom="column">
                              <wp:posOffset>195210</wp:posOffset>
                            </wp:positionH>
                            <wp:positionV relativeFrom="paragraph">
                              <wp:posOffset>36008</wp:posOffset>
                            </wp:positionV>
                            <wp:extent cx="1095375" cy="1005731"/>
                            <wp:effectExtent l="247650" t="0" r="28575" b="23495"/>
                            <wp:wrapNone/>
                            <wp:docPr id="1647882274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95375" cy="1005731"/>
                                    </a:xfrm>
                                    <a:prstGeom prst="wedgeRoundRectCallout">
                                      <a:avLst>
                                        <a:gd name="adj1" fmla="val -69821"/>
                                        <a:gd name="adj2" fmla="val 28506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FCC9E31" w14:textId="030F1823" w:rsidR="003024F0" w:rsidRPr="003024F0" w:rsidRDefault="003024F0" w:rsidP="003024F0">
                                        <w:pPr>
                                          <w:spacing w:line="240" w:lineRule="auto"/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 xml:space="preserve">Es passt, weil Lena 144 Euro hat und </w:t>
                                        </w:r>
                                        <w:r w:rsidRPr="003024F0">
                                          <w:rPr>
                                            <w:b/>
                                            <w:bCs/>
                                            <w:i/>
                                            <w:iCs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davon</w:t>
                                        </w:r>
                                        <w:r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 xml:space="preserve"> ________________________________________________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8A7CB58" id="_x0000_t62" coordsize="21600,21600" o:spt="62" adj="1350,25920" path="m3600,qx,3600l0@8@12@24,0@9,,18000qy3600,21600l@6,21600@15@27@7,21600,18000,21600qx21600,18000l21600@9@18@30,21600@8,21600,3600qy18000,l@7,0@21@33@6,xe">
                            <v:stroke joinstyle="miter"/>
                            <v:formulas>
                              <v:f eqn="sum 10800 0 #0"/>
                              <v:f eqn="sum 10800 0 #1"/>
                              <v:f eqn="sum #0 0 #1"/>
                              <v:f eqn="sum @0 @1 0"/>
                              <v:f eqn="sum 21600 0 #0"/>
                              <v:f eqn="sum 21600 0 #1"/>
                              <v:f eqn="if @0 3600 12600"/>
                              <v:f eqn="if @0 9000 18000"/>
                              <v:f eqn="if @1 3600 12600"/>
                              <v:f eqn="if @1 9000 18000"/>
                              <v:f eqn="if @2 0 #0"/>
                              <v:f eqn="if @3 @10 0"/>
                              <v:f eqn="if #0 0 @11"/>
                              <v:f eqn="if @2 @6 #0"/>
                              <v:f eqn="if @3 @6 @13"/>
                              <v:f eqn="if @5 @6 @14"/>
                              <v:f eqn="if @2 #0 21600"/>
                              <v:f eqn="if @3 21600 @16"/>
                              <v:f eqn="if @4 21600 @17"/>
                              <v:f eqn="if @2 #0 @6"/>
                              <v:f eqn="if @3 @19 @6"/>
                              <v:f eqn="if #1 @6 @20"/>
                              <v:f eqn="if @2 @8 #1"/>
                              <v:f eqn="if @3 @22 @8"/>
                              <v:f eqn="if #0 @8 @23"/>
                              <v:f eqn="if @2 21600 #1"/>
                              <v:f eqn="if @3 21600 @25"/>
                              <v:f eqn="if @5 21600 @26"/>
                              <v:f eqn="if @2 #1 @8"/>
                              <v:f eqn="if @3 @8 @28"/>
                              <v:f eqn="if @4 @8 @29"/>
                              <v:f eqn="if @2 #1 0"/>
                              <v:f eqn="if @3 @31 0"/>
                              <v:f eqn="if #1 0 @32"/>
                              <v:f eqn="val #0"/>
                              <v:f eqn="val #1"/>
                            </v:formulas>
                            <v:path o:connecttype="custom" o:connectlocs="10800,0;0,10800;10800,21600;21600,10800;@34,@35" textboxrect="791,791,20809,20809"/>
                            <v:handles>
                              <v:h position="#0,#1"/>
                            </v:handles>
                          </v:shapetype>
                          <v:shape id="Rechteckige Legende 22152" o:spid="_x0000_s1026" type="#_x0000_t62" style="position:absolute;margin-left:15.35pt;margin-top:2.85pt;width:86.25pt;height:79.2pt;z-index:251616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" adj="-4281,16957" fillcolor="white [3201]" strokecolor="#bfbfbf [2412]" strokeweight="1pt">
                            <v:textbox inset="2mm,1mm,2mm,1mm">
                              <w:txbxContent>
                                <w:p w14:paraId="6FCC9E31" w14:textId="030F1823" w:rsidR="003024F0" w:rsidRPr="003024F0" w:rsidRDefault="003024F0" w:rsidP="003024F0">
                                  <w:pPr>
                                    <w:spacing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Es passt, weil Lena 144 Euro hat und </w:t>
                                  </w:r>
                                  <w:r w:rsidRPr="003024F0">
                                    <w:rPr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davon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 ________________________________________________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962D0F" w14:paraId="48A51ACB" w14:textId="77777777" w:rsidTr="00962D0F">
              <w:tc>
                <w:tcPr>
                  <w:tcW w:w="2689" w:type="dxa"/>
                </w:tcPr>
                <w:p w14:paraId="330D21F8" w14:textId="7BD918CA" w:rsidR="00962D0F" w:rsidRDefault="00962D0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19DCF6BF" w14:textId="5298F6B1" w:rsidR="00962D0F" w:rsidRDefault="00962D0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4CF2B415" w14:textId="77777777" w:rsidR="00962D0F" w:rsidRDefault="00962D0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vAlign w:val="center"/>
                </w:tcPr>
                <w:p w14:paraId="7E7B5F22" w14:textId="47256FFB" w:rsidR="00962D0F" w:rsidRPr="005D3530" w:rsidRDefault="00962D0F" w:rsidP="00921BBE">
                  <w:pPr>
                    <w:pStyle w:val="SprechbaseBeschreibung"/>
                  </w:pPr>
                  <w:r>
                    <w:t xml:space="preserve">136 – 125 = 11 </w:t>
                  </w:r>
                </w:p>
              </w:tc>
              <w:tc>
                <w:tcPr>
                  <w:tcW w:w="2268" w:type="dxa"/>
                </w:tcPr>
                <w:p w14:paraId="0537CAE5" w14:textId="77777777" w:rsidR="00962D0F" w:rsidRDefault="00962D0F" w:rsidP="00921BBE">
                  <w:pPr>
                    <w:pStyle w:val="SprechbaseBeschreibung"/>
                    <w:rPr>
                      <w:noProof/>
                    </w:rPr>
                  </w:pPr>
                </w:p>
                <w:p w14:paraId="360F557B" w14:textId="77777777" w:rsidR="00962D0F" w:rsidRDefault="00962D0F" w:rsidP="00921BBE">
                  <w:pPr>
                    <w:pStyle w:val="SprechbaseBeschreibung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Ein Kino hat 136 Sitzplätze. 125 Tickets für den Film sind schon verkauft. </w:t>
                  </w:r>
                </w:p>
                <w:p w14:paraId="0E04EBC8" w14:textId="72919817" w:rsidR="00962D0F" w:rsidRDefault="00962D0F" w:rsidP="00921BBE">
                  <w:pPr>
                    <w:pStyle w:val="SprechbaseBeschreibung"/>
                    <w:rPr>
                      <w:noProof/>
                    </w:rPr>
                  </w:pPr>
                </w:p>
              </w:tc>
              <w:tc>
                <w:tcPr>
                  <w:tcW w:w="2268" w:type="dxa"/>
                </w:tcPr>
                <w:p w14:paraId="63E0F85E" w14:textId="56441C77" w:rsidR="00962D0F" w:rsidRPr="008627F0" w:rsidRDefault="00962D0F" w:rsidP="00921BBE">
                  <w:pPr>
                    <w:pStyle w:val="SprechbaseBeschreibung"/>
                    <w:rPr>
                      <w:color w:val="0000FF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52640" behindDoc="0" locked="0" layoutInCell="1" allowOverlap="1" wp14:anchorId="57F5E074" wp14:editId="22BE189F">
                            <wp:simplePos x="0" y="0"/>
                            <wp:positionH relativeFrom="column">
                              <wp:posOffset>194794</wp:posOffset>
                            </wp:positionH>
                            <wp:positionV relativeFrom="paragraph">
                              <wp:posOffset>27765</wp:posOffset>
                            </wp:positionV>
                            <wp:extent cx="1095375" cy="864066"/>
                            <wp:effectExtent l="279400" t="0" r="9525" b="12700"/>
                            <wp:wrapNone/>
                            <wp:docPr id="2172582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95375" cy="864066"/>
                                    </a:xfrm>
                                    <a:prstGeom prst="wedgeRoundRectCallout">
                                      <a:avLst>
                                        <a:gd name="adj1" fmla="val -73664"/>
                                        <a:gd name="adj2" fmla="val 7375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24A81D7" w14:textId="77777777" w:rsidR="00962D0F" w:rsidRPr="00B65000" w:rsidRDefault="00962D0F" w:rsidP="00921BBE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7F5E074" id="_x0000_s1027" type="#_x0000_t62" style="position:absolute;margin-left:15.35pt;margin-top:2.2pt;width:86.25pt;height:68.05pt;z-index:2519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" adj="-5111,12393" fillcolor="white [3201]" strokecolor="#bfbfbf [2412]" strokeweight="1pt">
                            <v:textbox inset="2mm,2mm,2mm,2mm">
                              <w:txbxContent>
                                <w:p w14:paraId="724A81D7" w14:textId="77777777" w:rsidR="00962D0F" w:rsidRPr="00B65000" w:rsidRDefault="00962D0F" w:rsidP="00921BBE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962D0F" w14:paraId="1DC2E64B" w14:textId="77777777" w:rsidTr="00962D0F">
              <w:tc>
                <w:tcPr>
                  <w:tcW w:w="2689" w:type="dxa"/>
                </w:tcPr>
                <w:p w14:paraId="0101C620" w14:textId="343EF612" w:rsidR="00962D0F" w:rsidRDefault="00962D0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3C1A6E13" w14:textId="37029D02" w:rsidR="00962D0F" w:rsidRDefault="00A65143" w:rsidP="00A65143">
                  <w:pPr>
                    <w:widowControl w:val="0"/>
                    <w:spacing w:line="240" w:lineRule="auto"/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 wp14:anchorId="7A4E1809" wp14:editId="280A7472">
                        <wp:extent cx="1191236" cy="885378"/>
                        <wp:effectExtent l="0" t="0" r="3175" b="3810"/>
                        <wp:docPr id="1977749080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77749080" name="Grafik 1977749080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1615" cy="8930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CFDAE70" w14:textId="5A7E52E9" w:rsidR="00962D0F" w:rsidRDefault="00962D0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vAlign w:val="center"/>
                </w:tcPr>
                <w:p w14:paraId="0783CFE6" w14:textId="51CC2B3C" w:rsidR="00962D0F" w:rsidRPr="005D3530" w:rsidRDefault="00962D0F" w:rsidP="00921BBE">
                  <w:pPr>
                    <w:pStyle w:val="SprechbaseBeschreibung"/>
                  </w:pPr>
                </w:p>
              </w:tc>
              <w:tc>
                <w:tcPr>
                  <w:tcW w:w="2268" w:type="dxa"/>
                </w:tcPr>
                <w:p w14:paraId="492515A0" w14:textId="77777777" w:rsidR="00962D0F" w:rsidRDefault="00962D0F" w:rsidP="00921BBE">
                  <w:pPr>
                    <w:pStyle w:val="SprechbaseBeschreibung"/>
                    <w:rPr>
                      <w:noProof/>
                    </w:rPr>
                  </w:pPr>
                </w:p>
              </w:tc>
              <w:tc>
                <w:tcPr>
                  <w:tcW w:w="2268" w:type="dxa"/>
                </w:tcPr>
                <w:p w14:paraId="20EC2136" w14:textId="6DD6165E" w:rsidR="00962D0F" w:rsidRPr="00FB40B8" w:rsidRDefault="00962D0F" w:rsidP="00921BBE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51616" behindDoc="0" locked="0" layoutInCell="1" allowOverlap="1" wp14:anchorId="28489EC3" wp14:editId="2E46A9ED">
                            <wp:simplePos x="0" y="0"/>
                            <wp:positionH relativeFrom="column">
                              <wp:posOffset>194794</wp:posOffset>
                            </wp:positionH>
                            <wp:positionV relativeFrom="paragraph">
                              <wp:posOffset>55874</wp:posOffset>
                            </wp:positionV>
                            <wp:extent cx="1095375" cy="1199626"/>
                            <wp:effectExtent l="266700" t="0" r="9525" b="6985"/>
                            <wp:wrapNone/>
                            <wp:docPr id="737410889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95375" cy="1199626"/>
                                    </a:xfrm>
                                    <a:prstGeom prst="wedgeRoundRectCallout">
                                      <a:avLst>
                                        <a:gd name="adj1" fmla="val -73080"/>
                                        <a:gd name="adj2" fmla="val 12005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C1C9A43" w14:textId="25849B3A" w:rsidR="00962D0F" w:rsidRPr="005D3530" w:rsidRDefault="00962D0F" w:rsidP="00A65143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8489EC3" id="_x0000_s1028" type="#_x0000_t62" style="position:absolute;margin-left:15.35pt;margin-top:4.4pt;width:86.25pt;height:94.45pt;z-index:2519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" adj="-4985,13393" fillcolor="white [3201]" strokecolor="#bfbfbf [2412]" strokeweight="1pt">
                            <v:textbox inset="2mm,2mm,2mm,2mm">
                              <w:txbxContent>
                                <w:p w14:paraId="2C1C9A43" w14:textId="25849B3A" w:rsidR="00962D0F" w:rsidRPr="005D3530" w:rsidRDefault="00962D0F" w:rsidP="00A65143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962D0F" w14:paraId="50EB651E" w14:textId="77777777" w:rsidTr="00962D0F">
              <w:tc>
                <w:tcPr>
                  <w:tcW w:w="2689" w:type="dxa"/>
                </w:tcPr>
                <w:p w14:paraId="59097E45" w14:textId="00588427" w:rsidR="00962D0F" w:rsidRDefault="00962D0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5C3E11A7" w14:textId="6B8488FA" w:rsidR="00962D0F" w:rsidRDefault="00962D0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14:paraId="543825C8" w14:textId="244BA0EE" w:rsidR="00962D0F" w:rsidRDefault="00962D0F" w:rsidP="00921BBE">
                  <w:pPr>
                    <w:widowControl w:val="0"/>
                    <w:spacing w:line="240" w:lineRule="auto"/>
                    <w:rPr>
                      <w:b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1519" w:type="dxa"/>
                  <w:vAlign w:val="center"/>
                </w:tcPr>
                <w:p w14:paraId="20A7B075" w14:textId="77777777" w:rsidR="00962D0F" w:rsidRPr="00FB40B8" w:rsidRDefault="00962D0F" w:rsidP="00921BBE">
                  <w:pPr>
                    <w:pStyle w:val="SprechbaseBeschreibung"/>
                  </w:pPr>
                </w:p>
              </w:tc>
              <w:tc>
                <w:tcPr>
                  <w:tcW w:w="2268" w:type="dxa"/>
                </w:tcPr>
                <w:p w14:paraId="2797C04A" w14:textId="77777777" w:rsidR="00962D0F" w:rsidRDefault="00962D0F" w:rsidP="00921BBE">
                  <w:pPr>
                    <w:pStyle w:val="SprechbaseBeschreibung"/>
                    <w:rPr>
                      <w:noProof/>
                    </w:rPr>
                  </w:pPr>
                </w:p>
                <w:p w14:paraId="2D6B2563" w14:textId="5A180987" w:rsidR="00A65143" w:rsidRDefault="00A65143" w:rsidP="00921BBE">
                  <w:pPr>
                    <w:pStyle w:val="SprechbaseBeschreibung"/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Kai hat zu 44 Kinder zu einer Party eingeladen. 12 Kinder kommen nicht, weil sie lieber zum Eishockeyspiel gehen. </w:t>
                  </w:r>
                </w:p>
                <w:p w14:paraId="67CB01AD" w14:textId="0791609A" w:rsidR="00A65143" w:rsidRDefault="00A65143" w:rsidP="00921BBE">
                  <w:pPr>
                    <w:pStyle w:val="SprechbaseBeschreibung"/>
                    <w:rPr>
                      <w:noProof/>
                    </w:rPr>
                  </w:pPr>
                </w:p>
              </w:tc>
              <w:tc>
                <w:tcPr>
                  <w:tcW w:w="2268" w:type="dxa"/>
                </w:tcPr>
                <w:p w14:paraId="3235B19B" w14:textId="2EBB702C" w:rsidR="00962D0F" w:rsidRPr="00FB40B8" w:rsidRDefault="00962D0F" w:rsidP="00921BBE">
                  <w:pPr>
                    <w:pStyle w:val="SprechbaseBeschreibung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53664" behindDoc="0" locked="0" layoutInCell="1" allowOverlap="1" wp14:anchorId="6E36DC07" wp14:editId="774712A3">
                            <wp:simplePos x="0" y="0"/>
                            <wp:positionH relativeFrom="column">
                              <wp:posOffset>198872</wp:posOffset>
                            </wp:positionH>
                            <wp:positionV relativeFrom="paragraph">
                              <wp:posOffset>43890</wp:posOffset>
                            </wp:positionV>
                            <wp:extent cx="1095375" cy="973123"/>
                            <wp:effectExtent l="266700" t="0" r="9525" b="17780"/>
                            <wp:wrapNone/>
                            <wp:docPr id="421513347" name="Rechteckige Legende 2215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95375" cy="973123"/>
                                    </a:xfrm>
                                    <a:prstGeom prst="wedgeRoundRectCallout">
                                      <a:avLst>
                                        <a:gd name="adj1" fmla="val -72496"/>
                                        <a:gd name="adj2" fmla="val 6217"/>
                                        <a:gd name="adj3" fmla="val 16667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3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3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056B4FC" w14:textId="28BF1D10" w:rsidR="00962D0F" w:rsidRPr="003024F0" w:rsidRDefault="00962D0F" w:rsidP="003024F0">
                                        <w:pPr>
                                          <w:rPr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36DC07" id="_x0000_s1029" type="#_x0000_t62" style="position:absolute;margin-left:15.65pt;margin-top:3.45pt;width:86.25pt;height:76.6pt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" adj="-4859,12143" fillcolor="white [3201]" strokecolor="#bfbfbf [2412]" strokeweight="1pt">
                            <v:textbox inset="2mm,2mm,2mm,2mm">
                              <w:txbxContent>
                                <w:p w14:paraId="6056B4FC" w14:textId="28BF1D10" w:rsidR="00962D0F" w:rsidRPr="003024F0" w:rsidRDefault="00962D0F" w:rsidP="003024F0">
                                  <w:pP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142C41E7" w14:textId="2E69779F" w:rsidR="00921BBE" w:rsidRDefault="00C4044C" w:rsidP="00921BBE">
            <w:pPr>
              <w:spacing w:line="240" w:lineRule="auto"/>
            </w:pPr>
            <w:r w:rsidRPr="00E0758C">
              <w:rPr>
                <w:noProof/>
              </w:rPr>
              <w:drawing>
                <wp:anchor distT="0" distB="0" distL="114300" distR="114300" simplePos="0" relativeHeight="251911680" behindDoc="0" locked="0" layoutInCell="1" allowOverlap="1" wp14:anchorId="781854D8" wp14:editId="4F313D44">
                  <wp:simplePos x="0" y="0"/>
                  <wp:positionH relativeFrom="column">
                    <wp:posOffset>59690</wp:posOffset>
                  </wp:positionH>
                  <wp:positionV relativeFrom="page">
                    <wp:posOffset>5112385</wp:posOffset>
                  </wp:positionV>
                  <wp:extent cx="461395" cy="350530"/>
                  <wp:effectExtent l="0" t="0" r="0" b="5080"/>
                  <wp:wrapNone/>
                  <wp:docPr id="169" name="Grafik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395" cy="35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029BEEA" w14:textId="77777777" w:rsidR="00A65143" w:rsidRPr="00B15855" w:rsidRDefault="00A65143" w:rsidP="00A65143">
            <w:pPr>
              <w:spacing w:line="240" w:lineRule="auto"/>
              <w:ind w:left="1416"/>
              <w:rPr>
                <w:sz w:val="24"/>
                <w:szCs w:val="24"/>
              </w:rPr>
            </w:pPr>
            <w:r w:rsidRPr="00B15855">
              <w:rPr>
                <w:sz w:val="24"/>
                <w:szCs w:val="24"/>
              </w:rPr>
              <w:t xml:space="preserve">Vergleicht eure Lösungen. </w:t>
            </w:r>
          </w:p>
          <w:p w14:paraId="4A7E4900" w14:textId="78CBB9EE" w:rsidR="00C33776" w:rsidRPr="00E4744F" w:rsidRDefault="00A65143" w:rsidP="00A65143">
            <w:pPr>
              <w:spacing w:line="240" w:lineRule="auto"/>
              <w:ind w:left="1416"/>
              <w:rPr>
                <w:b/>
                <w:bCs/>
                <w:lang w:eastAsia="de-DE"/>
              </w:rPr>
            </w:pPr>
            <w:r w:rsidRPr="00B15855">
              <w:rPr>
                <w:sz w:val="24"/>
                <w:szCs w:val="24"/>
              </w:rPr>
              <w:t xml:space="preserve">Erklärt: Warum passen </w:t>
            </w:r>
            <w:r w:rsidR="003F6172" w:rsidRPr="00B15855">
              <w:rPr>
                <w:sz w:val="24"/>
                <w:szCs w:val="24"/>
              </w:rPr>
              <w:t>die</w:t>
            </w:r>
            <w:r w:rsidRPr="00B15855">
              <w:rPr>
                <w:sz w:val="24"/>
                <w:szCs w:val="24"/>
              </w:rPr>
              <w:t xml:space="preserve"> Darstellungen</w:t>
            </w:r>
            <w:r w:rsidR="003F6172" w:rsidRPr="00B15855">
              <w:rPr>
                <w:sz w:val="24"/>
                <w:szCs w:val="24"/>
              </w:rPr>
              <w:t xml:space="preserve"> zueinander?</w:t>
            </w:r>
          </w:p>
        </w:tc>
      </w:tr>
    </w:tbl>
    <w:p w14:paraId="33E8DFDF" w14:textId="14DEB7BD" w:rsidR="00C33776" w:rsidRDefault="00C33776">
      <w:r>
        <w:rPr>
          <w:b/>
        </w:rPr>
        <w:br w:type="page"/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C33776" w:rsidRPr="001C0C6A" w14:paraId="5A1DC5C4" w14:textId="77777777" w:rsidTr="00C83C29">
        <w:trPr>
          <w:trHeight w:val="817"/>
        </w:trPr>
        <w:tc>
          <w:tcPr>
            <w:tcW w:w="9356" w:type="dxa"/>
          </w:tcPr>
          <w:p w14:paraId="4D97F84F" w14:textId="2CFA994B" w:rsidR="00921BBE" w:rsidRPr="00921BBE" w:rsidRDefault="00C33776" w:rsidP="00C83C29">
            <w:pPr>
              <w:pStyle w:val="berschrift2"/>
            </w:pPr>
            <w:r>
              <w:lastRenderedPageBreak/>
              <w:t>Aufgabe zum Üben im Regelniveau</w:t>
            </w:r>
          </w:p>
        </w:tc>
      </w:tr>
      <w:tr w:rsidR="00C33776" w:rsidRPr="00E4744F" w14:paraId="750D9545" w14:textId="77777777" w:rsidTr="00921BBE">
        <w:tc>
          <w:tcPr>
            <w:tcW w:w="9356" w:type="dxa"/>
          </w:tcPr>
          <w:p w14:paraId="4338CC97" w14:textId="6881E623" w:rsidR="00921BBE" w:rsidRPr="00921BBE" w:rsidRDefault="00C33776" w:rsidP="003D2B1A">
            <w:pPr>
              <w:spacing w:after="240"/>
              <w:rPr>
                <w:b/>
                <w:bCs/>
                <w:color w:val="327A86" w:themeColor="text2"/>
                <w:lang w:eastAsia="de-DE"/>
              </w:rPr>
            </w:pPr>
            <w:r w:rsidRPr="00E4744F">
              <w:rPr>
                <w:b/>
                <w:bCs/>
                <w:color w:val="327A86" w:themeColor="text2"/>
                <w:lang w:eastAsia="de-DE"/>
              </w:rPr>
              <w:t xml:space="preserve">Fülle die Tabelle. </w:t>
            </w:r>
            <w:r w:rsidR="00A65143">
              <w:rPr>
                <w:b/>
                <w:bCs/>
                <w:color w:val="327A86" w:themeColor="text2"/>
                <w:lang w:eastAsia="de-DE"/>
              </w:rPr>
              <w:t xml:space="preserve">Erkläre immer, warum alles zusammenpasst. </w:t>
            </w:r>
          </w:p>
        </w:tc>
      </w:tr>
    </w:tbl>
    <w:p w14:paraId="1306EA00" w14:textId="2664EE2E" w:rsidR="00921BBE" w:rsidRDefault="00921BBE"/>
    <w:tbl>
      <w:tblPr>
        <w:tblStyle w:val="MSKTabelle"/>
        <w:tblW w:w="8744" w:type="dxa"/>
        <w:tblLayout w:type="fixed"/>
        <w:tblLook w:val="04A0" w:firstRow="1" w:lastRow="0" w:firstColumn="1" w:lastColumn="0" w:noHBand="0" w:noVBand="1"/>
      </w:tblPr>
      <w:tblGrid>
        <w:gridCol w:w="2405"/>
        <w:gridCol w:w="1803"/>
        <w:gridCol w:w="2268"/>
        <w:gridCol w:w="2268"/>
      </w:tblGrid>
      <w:tr w:rsidR="00A65143" w:rsidRPr="00F43829" w14:paraId="3A675243" w14:textId="77777777" w:rsidTr="00A651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2405" w:type="dxa"/>
          </w:tcPr>
          <w:p w14:paraId="1259E852" w14:textId="77777777" w:rsidR="00A65143" w:rsidRPr="00F43829" w:rsidRDefault="00A65143" w:rsidP="00544150">
            <w:r>
              <w:t>Bild</w:t>
            </w:r>
          </w:p>
        </w:tc>
        <w:tc>
          <w:tcPr>
            <w:tcW w:w="1803" w:type="dxa"/>
          </w:tcPr>
          <w:p w14:paraId="1E323E00" w14:textId="77777777" w:rsidR="00A65143" w:rsidRPr="00F43829" w:rsidRDefault="00A65143" w:rsidP="00544150">
            <w:r>
              <w:t>Aufgabe</w:t>
            </w:r>
          </w:p>
        </w:tc>
        <w:tc>
          <w:tcPr>
            <w:tcW w:w="2268" w:type="dxa"/>
          </w:tcPr>
          <w:p w14:paraId="08813FEC" w14:textId="77777777" w:rsidR="00A65143" w:rsidRDefault="00A65143" w:rsidP="00544150">
            <w:r>
              <w:t>Geschichte</w:t>
            </w:r>
          </w:p>
        </w:tc>
        <w:tc>
          <w:tcPr>
            <w:tcW w:w="2268" w:type="dxa"/>
          </w:tcPr>
          <w:p w14:paraId="617E03DE" w14:textId="77777777" w:rsidR="00A65143" w:rsidRPr="00F43829" w:rsidRDefault="00A65143" w:rsidP="00544150">
            <w:pPr>
              <w:jc w:val="left"/>
            </w:pPr>
            <w:r>
              <w:t>Beschreibung</w:t>
            </w:r>
          </w:p>
        </w:tc>
      </w:tr>
      <w:tr w:rsidR="00A65143" w14:paraId="5B41256F" w14:textId="77777777" w:rsidTr="00A65143">
        <w:tc>
          <w:tcPr>
            <w:tcW w:w="2405" w:type="dxa"/>
          </w:tcPr>
          <w:p w14:paraId="263CAB09" w14:textId="20A0FF97" w:rsidR="00A65143" w:rsidRPr="00A65143" w:rsidRDefault="00A65143" w:rsidP="00544150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  <w:p w14:paraId="757ED698" w14:textId="77777777" w:rsidR="00A65143" w:rsidRPr="00A65143" w:rsidRDefault="00A65143" w:rsidP="00544150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  <w:p w14:paraId="60164C9B" w14:textId="77777777" w:rsidR="00A65143" w:rsidRPr="00A65143" w:rsidRDefault="00A65143" w:rsidP="00544150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  <w:p w14:paraId="64FE151E" w14:textId="77777777" w:rsidR="00A65143" w:rsidRPr="00A65143" w:rsidRDefault="00A65143" w:rsidP="00544150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  <w:p w14:paraId="007A3CE8" w14:textId="77777777" w:rsidR="00A65143" w:rsidRDefault="00A65143" w:rsidP="00544150">
            <w:pPr>
              <w:widowControl w:val="0"/>
              <w:spacing w:line="240" w:lineRule="auto"/>
            </w:pPr>
          </w:p>
        </w:tc>
        <w:tc>
          <w:tcPr>
            <w:tcW w:w="1803" w:type="dxa"/>
            <w:vAlign w:val="center"/>
          </w:tcPr>
          <w:p w14:paraId="6C7F5271" w14:textId="77777777" w:rsidR="00A65143" w:rsidRPr="005D3530" w:rsidRDefault="00A65143" w:rsidP="00544150">
            <w:pPr>
              <w:pStyle w:val="SprechbaseBeschreibung"/>
            </w:pPr>
          </w:p>
        </w:tc>
        <w:tc>
          <w:tcPr>
            <w:tcW w:w="2268" w:type="dxa"/>
          </w:tcPr>
          <w:p w14:paraId="6B8AA1CD" w14:textId="77777777" w:rsidR="00A65143" w:rsidRDefault="00A65143" w:rsidP="00544150">
            <w:pPr>
              <w:pStyle w:val="SprechbaseBeschreibung"/>
              <w:rPr>
                <w:noProof/>
              </w:rPr>
            </w:pPr>
          </w:p>
          <w:p w14:paraId="406E184E" w14:textId="77777777" w:rsidR="00A65143" w:rsidRDefault="00A65143" w:rsidP="00544150">
            <w:pPr>
              <w:pStyle w:val="SprechbaseBeschreibung"/>
              <w:rPr>
                <w:noProof/>
              </w:rPr>
            </w:pPr>
            <w:r>
              <w:rPr>
                <w:noProof/>
              </w:rPr>
              <w:t xml:space="preserve">Lena hat 144 Euro. Sie bezahlt für ein T-Shirt 34 Euro. </w:t>
            </w:r>
          </w:p>
        </w:tc>
        <w:tc>
          <w:tcPr>
            <w:tcW w:w="2268" w:type="dxa"/>
          </w:tcPr>
          <w:p w14:paraId="5AA7324A" w14:textId="53B09E87" w:rsidR="00A65143" w:rsidRPr="00FB40B8" w:rsidRDefault="003024F0" w:rsidP="00544150">
            <w:pPr>
              <w:pStyle w:val="SprechbaseBeschreibun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2096" behindDoc="0" locked="0" layoutInCell="1" allowOverlap="1" wp14:anchorId="39BE80E1" wp14:editId="55EB4D86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48895</wp:posOffset>
                      </wp:positionV>
                      <wp:extent cx="1095375" cy="954716"/>
                      <wp:effectExtent l="247650" t="0" r="28575" b="17145"/>
                      <wp:wrapNone/>
                      <wp:docPr id="434427441" name="Rechteckige Legende 22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954716"/>
                              </a:xfrm>
                              <a:prstGeom prst="wedgeRoundRectCallout">
                                <a:avLst>
                                  <a:gd name="adj1" fmla="val -69821"/>
                                  <a:gd name="adj2" fmla="val 28506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2E0CDE" w14:textId="77777777" w:rsidR="003024F0" w:rsidRPr="003024F0" w:rsidRDefault="003024F0" w:rsidP="003024F0">
                                  <w:pPr>
                                    <w:spacing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Es passt, weil Lena 144 Euro hat und </w:t>
                                  </w:r>
                                  <w:r w:rsidRPr="003024F0">
                                    <w:rPr>
                                      <w:b/>
                                      <w:bCs/>
                                      <w:i/>
                                      <w:i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davon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 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E80E1" id="_x0000_s1030" type="#_x0000_t62" style="position:absolute;margin-left:17.4pt;margin-top:3.85pt;width:86.25pt;height:75.15pt;z-index:25197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" adj="-4281,16957" fillcolor="white [3201]" strokecolor="#bfbfbf [2412]" strokeweight="1pt">
                      <v:textbox inset="2mm,1mm,2mm,1mm">
                        <w:txbxContent>
                          <w:p w14:paraId="7A2E0CDE" w14:textId="77777777" w:rsidR="003024F0" w:rsidRPr="003024F0" w:rsidRDefault="003024F0" w:rsidP="003024F0">
                            <w:pPr>
                              <w:spacing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Es passt, weil Lena 144 Euro hat und </w:t>
                            </w:r>
                            <w:r w:rsidRPr="003024F0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davon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65143" w14:paraId="4E4070FE" w14:textId="77777777" w:rsidTr="00A65143">
        <w:tc>
          <w:tcPr>
            <w:tcW w:w="2405" w:type="dxa"/>
          </w:tcPr>
          <w:p w14:paraId="6D460A62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3309437E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01E7B180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4B28F0FD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056F1637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14:paraId="11B3DC81" w14:textId="027CFE63" w:rsidR="00A65143" w:rsidRPr="005D3530" w:rsidRDefault="00A65143" w:rsidP="00544150">
            <w:pPr>
              <w:pStyle w:val="SprechbaseBeschreibung"/>
            </w:pPr>
          </w:p>
        </w:tc>
        <w:tc>
          <w:tcPr>
            <w:tcW w:w="2268" w:type="dxa"/>
          </w:tcPr>
          <w:p w14:paraId="3C1EEDE5" w14:textId="77777777" w:rsidR="00A65143" w:rsidRDefault="00A65143" w:rsidP="00544150">
            <w:pPr>
              <w:pStyle w:val="SprechbaseBeschreibung"/>
              <w:rPr>
                <w:noProof/>
              </w:rPr>
            </w:pPr>
          </w:p>
          <w:p w14:paraId="09994A67" w14:textId="77777777" w:rsidR="00A65143" w:rsidRDefault="00A65143" w:rsidP="00544150">
            <w:pPr>
              <w:pStyle w:val="SprechbaseBeschreibung"/>
              <w:rPr>
                <w:noProof/>
              </w:rPr>
            </w:pPr>
            <w:r>
              <w:rPr>
                <w:noProof/>
              </w:rPr>
              <w:t xml:space="preserve">Ein Kino hat 136 Sitzplätze. 125 Tickets für den Film sind schon verkauft. </w:t>
            </w:r>
          </w:p>
          <w:p w14:paraId="58C80D96" w14:textId="77777777" w:rsidR="00A65143" w:rsidRDefault="00A65143" w:rsidP="00544150">
            <w:pPr>
              <w:pStyle w:val="SprechbaseBeschreibung"/>
              <w:rPr>
                <w:noProof/>
              </w:rPr>
            </w:pPr>
          </w:p>
        </w:tc>
        <w:tc>
          <w:tcPr>
            <w:tcW w:w="2268" w:type="dxa"/>
          </w:tcPr>
          <w:p w14:paraId="0DBE07DD" w14:textId="77777777" w:rsidR="00A65143" w:rsidRPr="008627F0" w:rsidRDefault="00A65143" w:rsidP="00544150">
            <w:pPr>
              <w:pStyle w:val="SprechbaseBeschreibung"/>
              <w:rPr>
                <w:color w:val="0000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7760" behindDoc="0" locked="0" layoutInCell="1" allowOverlap="1" wp14:anchorId="74685344" wp14:editId="5C740656">
                      <wp:simplePos x="0" y="0"/>
                      <wp:positionH relativeFrom="column">
                        <wp:posOffset>219961</wp:posOffset>
                      </wp:positionH>
                      <wp:positionV relativeFrom="paragraph">
                        <wp:posOffset>34342</wp:posOffset>
                      </wp:positionV>
                      <wp:extent cx="1095375" cy="989901"/>
                      <wp:effectExtent l="279400" t="0" r="9525" b="13970"/>
                      <wp:wrapNone/>
                      <wp:docPr id="1963578173" name="Rechteckige Legende 22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989901"/>
                              </a:xfrm>
                              <a:prstGeom prst="wedgeRoundRectCallout">
                                <a:avLst>
                                  <a:gd name="adj1" fmla="val -73664"/>
                                  <a:gd name="adj2" fmla="val 7375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1F1B05" w14:textId="77777777" w:rsidR="00A65143" w:rsidRPr="00B65000" w:rsidRDefault="00A65143" w:rsidP="00A65143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85344" id="_x0000_s1031" type="#_x0000_t62" style="position:absolute;margin-left:17.3pt;margin-top:2.7pt;width:86.25pt;height:77.95pt;z-index:2519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" adj="-5111,12393" fillcolor="white [3201]" strokecolor="#bfbfbf [2412]" strokeweight="1pt">
                      <v:textbox inset="2mm,2mm,2mm,2mm">
                        <w:txbxContent>
                          <w:p w14:paraId="461F1B05" w14:textId="77777777" w:rsidR="00A65143" w:rsidRPr="00B65000" w:rsidRDefault="00A65143" w:rsidP="00A65143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65143" w14:paraId="68E057B6" w14:textId="77777777" w:rsidTr="00A65143">
        <w:tc>
          <w:tcPr>
            <w:tcW w:w="2405" w:type="dxa"/>
          </w:tcPr>
          <w:p w14:paraId="5A368C40" w14:textId="492C1327" w:rsidR="00A65143" w:rsidRDefault="00A65143" w:rsidP="00544150">
            <w:pPr>
              <w:widowControl w:val="0"/>
              <w:spacing w:line="240" w:lineRule="auto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965952" behindDoc="0" locked="0" layoutInCell="1" allowOverlap="1" wp14:anchorId="3973CD7B" wp14:editId="6CE2C020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56660</wp:posOffset>
                  </wp:positionV>
                  <wp:extent cx="1191600" cy="885600"/>
                  <wp:effectExtent l="0" t="0" r="2540" b="3810"/>
                  <wp:wrapNone/>
                  <wp:docPr id="82249572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7749080" name="Grafik 1977749080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600" cy="8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380E78" w14:textId="2F044605" w:rsidR="00A65143" w:rsidRDefault="00A65143" w:rsidP="00544150">
            <w:pPr>
              <w:widowControl w:val="0"/>
              <w:spacing w:line="240" w:lineRule="auto"/>
              <w:jc w:val="center"/>
              <w:rPr>
                <w:b/>
                <w:noProof/>
                <w:sz w:val="28"/>
                <w:szCs w:val="28"/>
              </w:rPr>
            </w:pPr>
          </w:p>
          <w:p w14:paraId="6C197E0B" w14:textId="3146CBF4" w:rsidR="00A65143" w:rsidRDefault="00A65143" w:rsidP="00544150">
            <w:pPr>
              <w:widowControl w:val="0"/>
              <w:spacing w:line="240" w:lineRule="auto"/>
              <w:jc w:val="center"/>
              <w:rPr>
                <w:b/>
                <w:noProof/>
                <w:sz w:val="28"/>
                <w:szCs w:val="28"/>
              </w:rPr>
            </w:pPr>
          </w:p>
          <w:p w14:paraId="1D9A0776" w14:textId="1A339D73" w:rsidR="00A65143" w:rsidRDefault="00A65143" w:rsidP="00544150">
            <w:pPr>
              <w:widowControl w:val="0"/>
              <w:spacing w:line="240" w:lineRule="auto"/>
              <w:jc w:val="center"/>
              <w:rPr>
                <w:b/>
                <w:noProof/>
                <w:sz w:val="28"/>
                <w:szCs w:val="28"/>
              </w:rPr>
            </w:pPr>
          </w:p>
          <w:p w14:paraId="391CFA28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14:paraId="27B5A487" w14:textId="77777777" w:rsidR="00A65143" w:rsidRPr="005D3530" w:rsidRDefault="00A65143" w:rsidP="00544150">
            <w:pPr>
              <w:pStyle w:val="SprechbaseBeschreibung"/>
            </w:pPr>
          </w:p>
        </w:tc>
        <w:tc>
          <w:tcPr>
            <w:tcW w:w="2268" w:type="dxa"/>
          </w:tcPr>
          <w:p w14:paraId="7E759A44" w14:textId="77777777" w:rsidR="00A65143" w:rsidRDefault="00A65143" w:rsidP="00544150">
            <w:pPr>
              <w:pStyle w:val="SprechbaseBeschreibung"/>
              <w:rPr>
                <w:noProof/>
              </w:rPr>
            </w:pPr>
          </w:p>
        </w:tc>
        <w:tc>
          <w:tcPr>
            <w:tcW w:w="2268" w:type="dxa"/>
          </w:tcPr>
          <w:p w14:paraId="00AC30FF" w14:textId="77777777" w:rsidR="00A65143" w:rsidRPr="00FB40B8" w:rsidRDefault="00A65143" w:rsidP="00544150">
            <w:pPr>
              <w:pStyle w:val="SprechbaseBeschreibun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6736" behindDoc="0" locked="0" layoutInCell="1" allowOverlap="1" wp14:anchorId="2650B06A" wp14:editId="10D55F57">
                      <wp:simplePos x="0" y="0"/>
                      <wp:positionH relativeFrom="column">
                        <wp:posOffset>232427</wp:posOffset>
                      </wp:positionH>
                      <wp:positionV relativeFrom="paragraph">
                        <wp:posOffset>33346</wp:posOffset>
                      </wp:positionV>
                      <wp:extent cx="1095375" cy="1023457"/>
                      <wp:effectExtent l="266700" t="0" r="9525" b="18415"/>
                      <wp:wrapNone/>
                      <wp:docPr id="1132821861" name="Rechteckige Legende 22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1023457"/>
                              </a:xfrm>
                              <a:prstGeom prst="wedgeRoundRectCallout">
                                <a:avLst>
                                  <a:gd name="adj1" fmla="val -73080"/>
                                  <a:gd name="adj2" fmla="val 12005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5C7133" w14:textId="77777777" w:rsidR="00A65143" w:rsidRPr="005D3530" w:rsidRDefault="00A65143" w:rsidP="00A65143">
                                  <w:pPr>
                                    <w:spacing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0B06A" id="_x0000_s1032" type="#_x0000_t62" style="position:absolute;margin-left:18.3pt;margin-top:2.65pt;width:86.25pt;height:80.6pt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" adj="-4985,13393" fillcolor="white [3201]" strokecolor="#bfbfbf [2412]" strokeweight="1pt">
                      <v:textbox inset="2mm,2mm,2mm,2mm">
                        <w:txbxContent>
                          <w:p w14:paraId="325C7133" w14:textId="77777777" w:rsidR="00A65143" w:rsidRPr="005D3530" w:rsidRDefault="00A65143" w:rsidP="00A65143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65143" w14:paraId="292D538B" w14:textId="77777777" w:rsidTr="00A65143">
        <w:tc>
          <w:tcPr>
            <w:tcW w:w="2405" w:type="dxa"/>
          </w:tcPr>
          <w:p w14:paraId="0191E05A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5458859B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07091F67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0243CD9A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630A6BE4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14:paraId="04FC47DF" w14:textId="77777777" w:rsidR="00A65143" w:rsidRDefault="00A65143" w:rsidP="00544150">
            <w:pPr>
              <w:pStyle w:val="SprechbaseBeschreibung"/>
            </w:pPr>
          </w:p>
          <w:p w14:paraId="6370246C" w14:textId="77777777" w:rsidR="00A65143" w:rsidRDefault="00A65143" w:rsidP="00544150">
            <w:pPr>
              <w:pStyle w:val="SprechbaseBeschreibung"/>
            </w:pPr>
          </w:p>
          <w:p w14:paraId="006972DC" w14:textId="7FC4BFBC" w:rsidR="00A65143" w:rsidRDefault="00A65143" w:rsidP="00544150">
            <w:pPr>
              <w:pStyle w:val="SprechbaseBeschreibung"/>
            </w:pPr>
            <w:r>
              <w:t>100 – 36 = 64</w:t>
            </w:r>
          </w:p>
          <w:p w14:paraId="7AF2E845" w14:textId="77777777" w:rsidR="00A65143" w:rsidRDefault="00A65143" w:rsidP="00544150">
            <w:pPr>
              <w:pStyle w:val="SprechbaseBeschreibung"/>
            </w:pPr>
          </w:p>
          <w:p w14:paraId="713F7970" w14:textId="77777777" w:rsidR="00A65143" w:rsidRDefault="00A65143" w:rsidP="00544150">
            <w:pPr>
              <w:pStyle w:val="SprechbaseBeschreibung"/>
            </w:pPr>
          </w:p>
          <w:p w14:paraId="21D9F44E" w14:textId="77777777" w:rsidR="00A65143" w:rsidRPr="00FB40B8" w:rsidRDefault="00A65143" w:rsidP="00544150">
            <w:pPr>
              <w:pStyle w:val="SprechbaseBeschreibung"/>
            </w:pPr>
          </w:p>
        </w:tc>
        <w:tc>
          <w:tcPr>
            <w:tcW w:w="2268" w:type="dxa"/>
          </w:tcPr>
          <w:p w14:paraId="417E0C15" w14:textId="77777777" w:rsidR="00A65143" w:rsidRDefault="00A65143" w:rsidP="00544150">
            <w:pPr>
              <w:pStyle w:val="SprechbaseBeschreibung"/>
              <w:rPr>
                <w:noProof/>
              </w:rPr>
            </w:pPr>
          </w:p>
          <w:p w14:paraId="1BA260DE" w14:textId="1037D151" w:rsidR="00A65143" w:rsidRDefault="00A65143" w:rsidP="00544150">
            <w:pPr>
              <w:pStyle w:val="SprechbaseBeschreibung"/>
              <w:rPr>
                <w:noProof/>
              </w:rPr>
            </w:pPr>
          </w:p>
          <w:p w14:paraId="3F6AD2F4" w14:textId="77777777" w:rsidR="00A65143" w:rsidRDefault="00A65143" w:rsidP="00544150">
            <w:pPr>
              <w:pStyle w:val="SprechbaseBeschreibung"/>
              <w:rPr>
                <w:noProof/>
              </w:rPr>
            </w:pPr>
          </w:p>
        </w:tc>
        <w:tc>
          <w:tcPr>
            <w:tcW w:w="2268" w:type="dxa"/>
          </w:tcPr>
          <w:p w14:paraId="002BBE39" w14:textId="622F33FE" w:rsidR="00A65143" w:rsidRPr="00FB40B8" w:rsidRDefault="00A65143" w:rsidP="00544150">
            <w:pPr>
              <w:pStyle w:val="SprechbaseBeschreibun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2880" behindDoc="0" locked="0" layoutInCell="1" allowOverlap="1" wp14:anchorId="47EA79F4" wp14:editId="284766CD">
                      <wp:simplePos x="0" y="0"/>
                      <wp:positionH relativeFrom="column">
                        <wp:posOffset>105024</wp:posOffset>
                      </wp:positionH>
                      <wp:positionV relativeFrom="paragraph">
                        <wp:posOffset>29416</wp:posOffset>
                      </wp:positionV>
                      <wp:extent cx="1216660" cy="1006475"/>
                      <wp:effectExtent l="152400" t="0" r="21590" b="22225"/>
                      <wp:wrapNone/>
                      <wp:docPr id="745697557" name="Rechteckige Legende 22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6660" cy="1006475"/>
                              </a:xfrm>
                              <a:prstGeom prst="wedgeRoundRectCallout">
                                <a:avLst>
                                  <a:gd name="adj1" fmla="val -60508"/>
                                  <a:gd name="adj2" fmla="val 9004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2B963B" w14:textId="77777777" w:rsidR="00A65143" w:rsidRPr="006518F9" w:rsidRDefault="00A65143" w:rsidP="00A6514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A79F4" id="_x0000_s1033" type="#_x0000_t62" style="position:absolute;margin-left:8.25pt;margin-top:2.3pt;width:95.8pt;height:79.25pt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" adj="-2270,12745" fillcolor="white [3201]" strokecolor="#bfbfbf [2412]" strokeweight="1pt">
                      <v:textbox inset="2mm,2mm,2mm,2mm">
                        <w:txbxContent>
                          <w:p w14:paraId="4B2B963B" w14:textId="77777777" w:rsidR="00A65143" w:rsidRPr="006518F9" w:rsidRDefault="00A65143" w:rsidP="00A6514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65143" w14:paraId="25B375C6" w14:textId="77777777" w:rsidTr="00A65143">
        <w:tc>
          <w:tcPr>
            <w:tcW w:w="2405" w:type="dxa"/>
          </w:tcPr>
          <w:p w14:paraId="2AC24F54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2E37D5A2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664A82AE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7B374DC8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0482AF1C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14:paraId="24846684" w14:textId="77777777" w:rsidR="00A65143" w:rsidRDefault="00A65143" w:rsidP="00544150">
            <w:pPr>
              <w:pStyle w:val="SprechbaseBeschreibung"/>
            </w:pPr>
          </w:p>
        </w:tc>
        <w:tc>
          <w:tcPr>
            <w:tcW w:w="2268" w:type="dxa"/>
          </w:tcPr>
          <w:p w14:paraId="71E7F527" w14:textId="77777777" w:rsidR="00A65143" w:rsidRDefault="00A65143" w:rsidP="00544150">
            <w:pPr>
              <w:pStyle w:val="SprechbaseBeschreibung"/>
              <w:rPr>
                <w:noProof/>
              </w:rPr>
            </w:pPr>
          </w:p>
          <w:p w14:paraId="36C4A61B" w14:textId="77777777" w:rsidR="00A65143" w:rsidRDefault="00A65143" w:rsidP="00544150">
            <w:pPr>
              <w:pStyle w:val="SprechbaseBeschreibung"/>
              <w:rPr>
                <w:noProof/>
              </w:rPr>
            </w:pPr>
          </w:p>
          <w:p w14:paraId="065DA947" w14:textId="6AB4D7B8" w:rsidR="00A65143" w:rsidRDefault="00A65143" w:rsidP="00544150">
            <w:pPr>
              <w:pStyle w:val="SprechbaseBeschreibung"/>
              <w:rPr>
                <w:noProof/>
              </w:rPr>
            </w:pPr>
            <w:r>
              <w:rPr>
                <w:noProof/>
              </w:rPr>
              <w:t xml:space="preserve">Piet sammelt Sticker. Das Album ist voll, wenn er 388 Sticker hat. Ihm fehlen noch 74. </w:t>
            </w:r>
          </w:p>
        </w:tc>
        <w:tc>
          <w:tcPr>
            <w:tcW w:w="2268" w:type="dxa"/>
          </w:tcPr>
          <w:p w14:paraId="5233BBAB" w14:textId="0FA061E6" w:rsidR="00A65143" w:rsidRDefault="00A65143" w:rsidP="00544150">
            <w:pPr>
              <w:pStyle w:val="SprechbaseBeschreibung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0048" behindDoc="0" locked="0" layoutInCell="1" allowOverlap="1" wp14:anchorId="16D86C28" wp14:editId="0DA85412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21089</wp:posOffset>
                      </wp:positionV>
                      <wp:extent cx="1095375" cy="1006679"/>
                      <wp:effectExtent l="266700" t="0" r="9525" b="9525"/>
                      <wp:wrapNone/>
                      <wp:docPr id="2014414783" name="Rechteckige Legende 22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1006679"/>
                              </a:xfrm>
                              <a:prstGeom prst="wedgeRoundRectCallout">
                                <a:avLst>
                                  <a:gd name="adj1" fmla="val -72496"/>
                                  <a:gd name="adj2" fmla="val 6217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D1A47F" w14:textId="77777777" w:rsidR="00A65143" w:rsidRPr="006518F9" w:rsidRDefault="00A65143" w:rsidP="00A6514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86C28" id="_x0000_s1034" type="#_x0000_t62" style="position:absolute;margin-left:18.35pt;margin-top:1.65pt;width:86.25pt;height:79.25pt;z-index:25197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" adj="-4859,12143" fillcolor="white [3201]" strokecolor="#bfbfbf [2412]" strokeweight="1pt">
                      <v:textbox inset="2mm,2mm,2mm,2mm">
                        <w:txbxContent>
                          <w:p w14:paraId="12D1A47F" w14:textId="77777777" w:rsidR="00A65143" w:rsidRPr="006518F9" w:rsidRDefault="00A65143" w:rsidP="00A6514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65143" w14:paraId="1424C2FE" w14:textId="77777777" w:rsidTr="00A65143">
        <w:tc>
          <w:tcPr>
            <w:tcW w:w="2405" w:type="dxa"/>
            <w:tcBorders>
              <w:bottom w:val="single" w:sz="4" w:space="0" w:color="A6A6A6" w:themeColor="background1" w:themeShade="A6"/>
            </w:tcBorders>
          </w:tcPr>
          <w:p w14:paraId="362A315D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2A5C65CA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174B013B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1121D926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  <w:p w14:paraId="29AB05BA" w14:textId="77777777" w:rsidR="00A65143" w:rsidRDefault="00A65143" w:rsidP="00544150">
            <w:pPr>
              <w:widowControl w:val="0"/>
              <w:spacing w:line="240" w:lineRule="auto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803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10788B0" w14:textId="520B2A46" w:rsidR="00A65143" w:rsidRDefault="00A65143" w:rsidP="00544150">
            <w:pPr>
              <w:pStyle w:val="SprechbaseBeschreibung"/>
            </w:pPr>
            <w:r>
              <w:t xml:space="preserve">90 - 15 - </w:t>
            </w:r>
            <w:r w:rsidR="001318ED">
              <w:t>20</w:t>
            </w:r>
            <w:r>
              <w:t xml:space="preserve"> = </w:t>
            </w:r>
            <w:r w:rsidR="001318ED">
              <w:t>55</w:t>
            </w:r>
          </w:p>
        </w:tc>
        <w:tc>
          <w:tcPr>
            <w:tcW w:w="2268" w:type="dxa"/>
            <w:tcBorders>
              <w:bottom w:val="single" w:sz="4" w:space="0" w:color="A6A6A6" w:themeColor="background1" w:themeShade="A6"/>
            </w:tcBorders>
          </w:tcPr>
          <w:p w14:paraId="391392CB" w14:textId="77777777" w:rsidR="00A65143" w:rsidRDefault="00A65143" w:rsidP="00544150">
            <w:pPr>
              <w:pStyle w:val="SprechbaseBeschreibung"/>
              <w:rPr>
                <w:noProof/>
              </w:rPr>
            </w:pPr>
          </w:p>
        </w:tc>
        <w:tc>
          <w:tcPr>
            <w:tcW w:w="2268" w:type="dxa"/>
            <w:tcBorders>
              <w:bottom w:val="single" w:sz="4" w:space="0" w:color="A6A6A6" w:themeColor="background1" w:themeShade="A6"/>
            </w:tcBorders>
          </w:tcPr>
          <w:p w14:paraId="3EF33AD5" w14:textId="40E4565A" w:rsidR="00A65143" w:rsidRDefault="00A65143" w:rsidP="00544150">
            <w:pPr>
              <w:pStyle w:val="SprechbaseBeschreibung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8000" behindDoc="0" locked="0" layoutInCell="1" allowOverlap="1" wp14:anchorId="7029C616" wp14:editId="26783D8F">
                      <wp:simplePos x="0" y="0"/>
                      <wp:positionH relativeFrom="column">
                        <wp:posOffset>236699</wp:posOffset>
                      </wp:positionH>
                      <wp:positionV relativeFrom="paragraph">
                        <wp:posOffset>29140</wp:posOffset>
                      </wp:positionV>
                      <wp:extent cx="1085531" cy="1006679"/>
                      <wp:effectExtent l="266700" t="0" r="19685" b="22225"/>
                      <wp:wrapNone/>
                      <wp:docPr id="110764736" name="Rechteckige Legende 22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531" cy="1006679"/>
                              </a:xfrm>
                              <a:prstGeom prst="wedgeRoundRectCallout">
                                <a:avLst>
                                  <a:gd name="adj1" fmla="val -72496"/>
                                  <a:gd name="adj2" fmla="val 6217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1C3CF9" w14:textId="77777777" w:rsidR="00A65143" w:rsidRPr="006518F9" w:rsidRDefault="00A65143" w:rsidP="00A6514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9C616" id="_x0000_s1035" type="#_x0000_t62" style="position:absolute;margin-left:18.65pt;margin-top:2.3pt;width:85.45pt;height:79.25pt;z-index:2519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" adj="-4859,12143" fillcolor="white [3201]" strokecolor="#bfbfbf [2412]" strokeweight="1pt">
                      <v:textbox inset="2mm,2mm,2mm,2mm">
                        <w:txbxContent>
                          <w:p w14:paraId="5E1C3CF9" w14:textId="77777777" w:rsidR="00A65143" w:rsidRPr="006518F9" w:rsidRDefault="00A65143" w:rsidP="00A6514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50DA2F2" w14:textId="2E10E4E5" w:rsidR="00E4744F" w:rsidRDefault="00E4744F" w:rsidP="00514104"/>
    <w:p w14:paraId="7629080F" w14:textId="6CF01592" w:rsidR="00A65143" w:rsidRPr="00A65143" w:rsidRDefault="00A65143" w:rsidP="00A65143">
      <w:pPr>
        <w:spacing w:line="240" w:lineRule="auto"/>
        <w:ind w:left="1416"/>
        <w:rPr>
          <w:sz w:val="24"/>
          <w:szCs w:val="24"/>
        </w:rPr>
      </w:pPr>
      <w:r w:rsidRPr="00E0758C">
        <w:rPr>
          <w:noProof/>
        </w:rPr>
        <w:drawing>
          <wp:anchor distT="0" distB="0" distL="114300" distR="114300" simplePos="0" relativeHeight="251964928" behindDoc="0" locked="0" layoutInCell="1" allowOverlap="1" wp14:anchorId="0645E9BB" wp14:editId="5D29AC97">
            <wp:simplePos x="0" y="0"/>
            <wp:positionH relativeFrom="column">
              <wp:posOffset>100330</wp:posOffset>
            </wp:positionH>
            <wp:positionV relativeFrom="page">
              <wp:posOffset>8885837</wp:posOffset>
            </wp:positionV>
            <wp:extent cx="461395" cy="350530"/>
            <wp:effectExtent l="0" t="0" r="0" b="5080"/>
            <wp:wrapNone/>
            <wp:docPr id="419566436" name="Grafik 419566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95" cy="350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V</w:t>
      </w:r>
      <w:r w:rsidRPr="00A65143">
        <w:rPr>
          <w:sz w:val="24"/>
          <w:szCs w:val="24"/>
        </w:rPr>
        <w:t xml:space="preserve">ergleicht eure Lösungen. </w:t>
      </w:r>
    </w:p>
    <w:p w14:paraId="2BFF2487" w14:textId="646FF387" w:rsidR="00A65143" w:rsidRDefault="00A65143" w:rsidP="00A65143">
      <w:pPr>
        <w:ind w:left="1416"/>
      </w:pPr>
      <w:r w:rsidRPr="00A65143">
        <w:rPr>
          <w:sz w:val="24"/>
          <w:szCs w:val="24"/>
        </w:rPr>
        <w:t xml:space="preserve">Erklärt: Warum passen </w:t>
      </w:r>
      <w:r w:rsidR="003F6172">
        <w:rPr>
          <w:sz w:val="24"/>
          <w:szCs w:val="24"/>
        </w:rPr>
        <w:t>die</w:t>
      </w:r>
      <w:r w:rsidRPr="00A65143">
        <w:rPr>
          <w:sz w:val="24"/>
          <w:szCs w:val="24"/>
        </w:rPr>
        <w:t xml:space="preserve"> Darstellungen</w:t>
      </w:r>
      <w:r w:rsidR="003F6172">
        <w:rPr>
          <w:sz w:val="24"/>
          <w:szCs w:val="24"/>
        </w:rPr>
        <w:t xml:space="preserve"> zueinander?</w:t>
      </w:r>
    </w:p>
    <w:sectPr w:rsidR="00A65143" w:rsidSect="00296564">
      <w:headerReference w:type="default" r:id="rId16"/>
      <w:pgSz w:w="11906" w:h="16838"/>
      <w:pgMar w:top="1474" w:right="1418" w:bottom="1418" w:left="1418" w:header="284" w:footer="567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DD616" w14:textId="77777777" w:rsidR="00296564" w:rsidRDefault="00296564" w:rsidP="00F56440">
      <w:r>
        <w:separator/>
      </w:r>
    </w:p>
    <w:p w14:paraId="324AED59" w14:textId="77777777" w:rsidR="00296564" w:rsidRDefault="00296564" w:rsidP="00F56440"/>
    <w:p w14:paraId="7F8043C6" w14:textId="77777777" w:rsidR="00296564" w:rsidRDefault="00296564" w:rsidP="00F56440"/>
    <w:p w14:paraId="76B4F7F7" w14:textId="77777777" w:rsidR="00296564" w:rsidRDefault="00296564" w:rsidP="00F56440"/>
    <w:p w14:paraId="1799B472" w14:textId="77777777" w:rsidR="00296564" w:rsidRDefault="00296564"/>
    <w:p w14:paraId="7EAC3AAC" w14:textId="77777777" w:rsidR="00296564" w:rsidRDefault="00296564"/>
    <w:p w14:paraId="3053E0B5" w14:textId="77777777" w:rsidR="00296564" w:rsidRDefault="00296564"/>
  </w:endnote>
  <w:endnote w:type="continuationSeparator" w:id="0">
    <w:p w14:paraId="6167A11A" w14:textId="77777777" w:rsidR="00296564" w:rsidRDefault="00296564" w:rsidP="00F56440">
      <w:r>
        <w:continuationSeparator/>
      </w:r>
    </w:p>
    <w:p w14:paraId="5F9C5083" w14:textId="77777777" w:rsidR="00296564" w:rsidRDefault="00296564" w:rsidP="00F56440"/>
    <w:p w14:paraId="0AC9AB47" w14:textId="77777777" w:rsidR="00296564" w:rsidRDefault="00296564" w:rsidP="00F56440"/>
    <w:p w14:paraId="75BC75AB" w14:textId="77777777" w:rsidR="00296564" w:rsidRDefault="00296564" w:rsidP="00F56440"/>
    <w:p w14:paraId="59FB07C6" w14:textId="77777777" w:rsidR="00296564" w:rsidRDefault="00296564"/>
    <w:p w14:paraId="0E660B14" w14:textId="77777777" w:rsidR="00296564" w:rsidRDefault="00296564"/>
    <w:p w14:paraId="7BC3B110" w14:textId="77777777" w:rsidR="00296564" w:rsidRDefault="002965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F21AE" w14:textId="77777777" w:rsidR="001E7D7B" w:rsidRDefault="001E7D7B" w:rsidP="003F0902">
    <w:pPr>
      <w:pStyle w:val="Fuzeil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31D20" w14:textId="77777777" w:rsidR="00296564" w:rsidRDefault="00296564" w:rsidP="00F56440">
      <w:r>
        <w:separator/>
      </w:r>
    </w:p>
    <w:p w14:paraId="77D11955" w14:textId="77777777" w:rsidR="00296564" w:rsidRDefault="00296564" w:rsidP="00F56440"/>
    <w:p w14:paraId="2BC5C160" w14:textId="77777777" w:rsidR="00296564" w:rsidRDefault="00296564" w:rsidP="00F56440"/>
    <w:p w14:paraId="5C983E24" w14:textId="77777777" w:rsidR="00296564" w:rsidRDefault="00296564" w:rsidP="00F56440"/>
    <w:p w14:paraId="5794C2BE" w14:textId="77777777" w:rsidR="00296564" w:rsidRDefault="00296564"/>
    <w:p w14:paraId="00FFE0CC" w14:textId="77777777" w:rsidR="00296564" w:rsidRDefault="00296564"/>
    <w:p w14:paraId="735FA98E" w14:textId="77777777" w:rsidR="00296564" w:rsidRDefault="00296564"/>
  </w:footnote>
  <w:footnote w:type="continuationSeparator" w:id="0">
    <w:p w14:paraId="56AB4577" w14:textId="77777777" w:rsidR="00296564" w:rsidRDefault="00296564" w:rsidP="00F56440">
      <w:r>
        <w:continuationSeparator/>
      </w:r>
    </w:p>
    <w:p w14:paraId="0394CE3C" w14:textId="77777777" w:rsidR="00296564" w:rsidRDefault="00296564" w:rsidP="00F56440"/>
    <w:p w14:paraId="7EB88BC4" w14:textId="77777777" w:rsidR="00296564" w:rsidRDefault="00296564" w:rsidP="00F56440"/>
    <w:p w14:paraId="08D6D258" w14:textId="77777777" w:rsidR="00296564" w:rsidRDefault="00296564" w:rsidP="00F56440"/>
    <w:p w14:paraId="3450426D" w14:textId="77777777" w:rsidR="00296564" w:rsidRDefault="00296564"/>
    <w:p w14:paraId="06111BE1" w14:textId="77777777" w:rsidR="00296564" w:rsidRDefault="00296564"/>
    <w:p w14:paraId="596736C4" w14:textId="77777777" w:rsidR="00296564" w:rsidRDefault="002965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F28FF" w14:textId="77777777" w:rsidR="001E7D7B" w:rsidRPr="00E0758C" w:rsidRDefault="001E7D7B" w:rsidP="00E0758C"/>
  <w:tbl>
    <w:tblPr>
      <w:tblW w:w="9469" w:type="dxa"/>
      <w:jc w:val="center"/>
      <w:tblCellMar>
        <w:top w:w="57" w:type="dxa"/>
        <w:left w:w="170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1357"/>
      <w:gridCol w:w="6190"/>
      <w:gridCol w:w="1003"/>
      <w:gridCol w:w="919"/>
    </w:tblGrid>
    <w:tr w:rsidR="001E7D7B" w:rsidRPr="00E0758C" w14:paraId="5FD372D2" w14:textId="77777777" w:rsidTr="003F0902">
      <w:trPr>
        <w:trHeight w:val="510"/>
        <w:jc w:val="center"/>
      </w:trPr>
      <w:tc>
        <w:tcPr>
          <w:tcW w:w="134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6849866" w14:textId="4BD8B727" w:rsidR="001E7D7B" w:rsidRPr="00E0758C" w:rsidRDefault="001E7D7B" w:rsidP="00E0758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</w:p>
      </w:tc>
      <w:tc>
        <w:tcPr>
          <w:tcW w:w="615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57D7721F" w14:textId="0F956A29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97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7F41ECD8" w14:textId="77777777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</w:p>
      </w:tc>
      <w:tc>
        <w:tcPr>
          <w:tcW w:w="91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1F2815A7" w14:textId="7FC2A7CE" w:rsidR="001E7D7B" w:rsidRPr="00E0758C" w:rsidRDefault="001E7D7B" w:rsidP="00E0758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</w:p>
      </w:tc>
    </w:tr>
  </w:tbl>
  <w:p w14:paraId="5FC49138" w14:textId="142871C3" w:rsidR="001E7D7B" w:rsidRPr="00E17AE8" w:rsidRDefault="001E7D7B" w:rsidP="008476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4D9F2" w14:textId="0CA69890" w:rsidR="001E7D7B" w:rsidRDefault="001E7D7B" w:rsidP="003C704E"/>
  <w:tbl>
    <w:tblPr>
      <w:tblW w:w="9469" w:type="dxa"/>
      <w:jc w:val="center"/>
      <w:tblCellMar>
        <w:top w:w="57" w:type="dxa"/>
        <w:left w:w="57" w:type="dxa"/>
        <w:bottom w:w="57" w:type="dxa"/>
        <w:right w:w="170" w:type="dxa"/>
      </w:tblCellMar>
      <w:tblLook w:val="04A0" w:firstRow="1" w:lastRow="0" w:firstColumn="1" w:lastColumn="0" w:noHBand="0" w:noVBand="1"/>
    </w:tblPr>
    <w:tblGrid>
      <w:gridCol w:w="851"/>
      <w:gridCol w:w="6696"/>
      <w:gridCol w:w="1003"/>
      <w:gridCol w:w="919"/>
    </w:tblGrid>
    <w:tr w:rsidR="001E7D7B" w:rsidRPr="00E0758C" w14:paraId="3DEC54E8" w14:textId="77777777" w:rsidTr="00F0051A">
      <w:trPr>
        <w:trHeight w:val="510"/>
        <w:jc w:val="center"/>
      </w:trPr>
      <w:tc>
        <w:tcPr>
          <w:tcW w:w="851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782E2E2C" w14:textId="6F59B36C" w:rsidR="001E7D7B" w:rsidRPr="00E0758C" w:rsidRDefault="00C83C29" w:rsidP="003E26AC">
          <w:pPr>
            <w:spacing w:line="240" w:lineRule="atLeast"/>
            <w:jc w:val="center"/>
            <w:rPr>
              <w:rFonts w:asciiTheme="majorHAnsi" w:eastAsiaTheme="majorEastAsia" w:hAnsiTheme="majorHAnsi" w:cstheme="majorBidi"/>
              <w:color w:val="737373" w:themeColor="accent3"/>
              <w:sz w:val="17"/>
              <w:szCs w:val="18"/>
              <w:lang w:eastAsia="de-DE"/>
            </w:rPr>
          </w:pPr>
          <w:r w:rsidRPr="00E0758C">
            <w:rPr>
              <w:rFonts w:asciiTheme="majorHAnsi" w:eastAsiaTheme="majorEastAsia" w:hAnsiTheme="majorHAnsi" w:cstheme="majorBidi"/>
              <w:noProof/>
              <w:color w:val="737373" w:themeColor="accent3"/>
              <w:sz w:val="17"/>
              <w:szCs w:val="18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5F452E58" wp14:editId="7C0FC666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360000" cy="169985"/>
                <wp:effectExtent l="0" t="0" r="0" b="0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Zeichenfläche 1 Kopie 3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169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96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E457F" w14:textId="2B6DCF7A" w:rsidR="001E7D7B" w:rsidRPr="00BF0FDB" w:rsidRDefault="00BF0FDB" w:rsidP="00BF0FDB">
          <w:pPr>
            <w:pStyle w:val="Nummerierung"/>
            <w:rPr>
              <w:color w:val="706F6F"/>
            </w:rPr>
          </w:pPr>
          <w:r w:rsidRPr="00BF0FDB">
            <w:rPr>
              <w:rFonts w:cstheme="minorHAnsi"/>
              <w:color w:val="808080" w:themeColor="background1" w:themeShade="80"/>
              <w:sz w:val="20"/>
              <w:szCs w:val="20"/>
            </w:rPr>
            <w:t xml:space="preserve">Ich kann Aufgaben zu Situationen finden und umgekehrt </w:t>
          </w:r>
          <w:r w:rsidR="00C83C29" w:rsidRPr="00BF0FDB">
            <w:rPr>
              <w:color w:val="706F6F"/>
              <w:sz w:val="20"/>
              <w:szCs w:val="20"/>
            </w:rPr>
            <w:t>– Klassenstunde</w:t>
          </w:r>
        </w:p>
      </w:tc>
      <w:tc>
        <w:tcPr>
          <w:tcW w:w="1003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bottom"/>
        </w:tcPr>
        <w:p w14:paraId="1EACE830" w14:textId="7376CA16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76" w:lineRule="auto"/>
            <w:rPr>
              <w:color w:val="706F6F"/>
              <w:sz w:val="20"/>
              <w:szCs w:val="20"/>
            </w:rPr>
          </w:pPr>
          <w:r w:rsidRPr="00E0758C">
            <w:rPr>
              <w:color w:val="737373" w:themeColor="accent3"/>
              <w:sz w:val="18"/>
              <w:szCs w:val="18"/>
            </w:rPr>
            <w:t>N</w:t>
          </w:r>
          <w:r w:rsidR="00BF0FDB">
            <w:rPr>
              <w:color w:val="737373" w:themeColor="accent3"/>
              <w:sz w:val="18"/>
              <w:szCs w:val="18"/>
            </w:rPr>
            <w:t>3</w:t>
          </w:r>
        </w:p>
      </w:tc>
      <w:tc>
        <w:tcPr>
          <w:tcW w:w="919" w:type="dxa"/>
          <w:tcBorders>
            <w:bottom w:val="single" w:sz="18" w:space="0" w:color="327A86" w:themeColor="accent1"/>
          </w:tcBorders>
          <w:shd w:val="clear" w:color="auto" w:fill="FFFFFF" w:themeFill="background1"/>
          <w:vAlign w:val="center"/>
        </w:tcPr>
        <w:p w14:paraId="6A54451D" w14:textId="77777777" w:rsidR="001E7D7B" w:rsidRPr="00E0758C" w:rsidRDefault="001E7D7B" w:rsidP="003E26AC">
          <w:pPr>
            <w:tabs>
              <w:tab w:val="left" w:pos="284"/>
              <w:tab w:val="center" w:pos="4536"/>
              <w:tab w:val="left" w:pos="6120"/>
              <w:tab w:val="right" w:pos="9072"/>
            </w:tabs>
            <w:spacing w:line="240" w:lineRule="atLeast"/>
            <w:jc w:val="center"/>
            <w:rPr>
              <w:color w:val="706F6F"/>
              <w:sz w:val="20"/>
              <w:szCs w:val="20"/>
            </w:rPr>
          </w:pPr>
          <w:r w:rsidRPr="00E0758C">
            <w:rPr>
              <w:noProof/>
              <w:color w:val="706F6F"/>
              <w:sz w:val="20"/>
              <w:szCs w:val="20"/>
            </w:rPr>
            <w:drawing>
              <wp:inline distT="0" distB="0" distL="0" distR="0" wp14:anchorId="2C4EDBED" wp14:editId="6857CC6A">
                <wp:extent cx="337235" cy="324000"/>
                <wp:effectExtent l="0" t="0" r="5715" b="0"/>
                <wp:docPr id="40" name="Grafik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235" cy="324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23EE302" w14:textId="77777777" w:rsidR="00C83C29" w:rsidRDefault="00C83C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43893"/>
    <w:multiLevelType w:val="hybridMultilevel"/>
    <w:tmpl w:val="52AC2B48"/>
    <w:lvl w:ilvl="0" w:tplc="F1DC39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342CE0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E20C4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3D8CF6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64A19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E9AE0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3E011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E18430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26068B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2A2E63C3"/>
    <w:multiLevelType w:val="hybridMultilevel"/>
    <w:tmpl w:val="FAFC4244"/>
    <w:lvl w:ilvl="0" w:tplc="7E585ED6">
      <w:start w:val="1"/>
      <w:numFmt w:val="bullet"/>
      <w:pStyle w:val="Listenabsatz"/>
      <w:lvlText w:val=""/>
      <w:lvlJc w:val="left"/>
      <w:pPr>
        <w:ind w:left="8156" w:hanging="360"/>
      </w:pPr>
      <w:rPr>
        <w:rFonts w:ascii="Wingdings" w:hAnsi="Wingdings" w:hint="default"/>
        <w:b w:val="0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C0756"/>
    <w:multiLevelType w:val="hybridMultilevel"/>
    <w:tmpl w:val="D0501056"/>
    <w:lvl w:ilvl="0" w:tplc="1DACC342">
      <w:start w:val="1"/>
      <w:numFmt w:val="decimal"/>
      <w:pStyle w:val="Verzeichnis1"/>
      <w:lvlText w:val="(%1)"/>
      <w:lvlJc w:val="left"/>
      <w:pPr>
        <w:ind w:left="720" w:hanging="360"/>
      </w:pPr>
      <w:rPr>
        <w:rFonts w:hint="default"/>
        <w:b w:val="0"/>
        <w:sz w:val="20"/>
        <w:szCs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875100">
    <w:abstractNumId w:val="1"/>
  </w:num>
  <w:num w:numId="2" w16cid:durableId="1357342241">
    <w:abstractNumId w:val="2"/>
  </w:num>
  <w:num w:numId="3" w16cid:durableId="19477784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consecutiveHyphenLimit w:val="3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EA"/>
    <w:rsid w:val="00001908"/>
    <w:rsid w:val="00004F79"/>
    <w:rsid w:val="000052CA"/>
    <w:rsid w:val="000074F0"/>
    <w:rsid w:val="00010863"/>
    <w:rsid w:val="00011C8C"/>
    <w:rsid w:val="00013060"/>
    <w:rsid w:val="00013062"/>
    <w:rsid w:val="00014A1F"/>
    <w:rsid w:val="00015F19"/>
    <w:rsid w:val="00020370"/>
    <w:rsid w:val="00021B05"/>
    <w:rsid w:val="00024CED"/>
    <w:rsid w:val="00026F34"/>
    <w:rsid w:val="00027738"/>
    <w:rsid w:val="00030B49"/>
    <w:rsid w:val="00035105"/>
    <w:rsid w:val="000358FA"/>
    <w:rsid w:val="0003654F"/>
    <w:rsid w:val="000425FD"/>
    <w:rsid w:val="00042F87"/>
    <w:rsid w:val="00045C57"/>
    <w:rsid w:val="00047413"/>
    <w:rsid w:val="0005096B"/>
    <w:rsid w:val="0005153C"/>
    <w:rsid w:val="00051DD5"/>
    <w:rsid w:val="00054B8E"/>
    <w:rsid w:val="000600D0"/>
    <w:rsid w:val="00063430"/>
    <w:rsid w:val="00066298"/>
    <w:rsid w:val="00075A3F"/>
    <w:rsid w:val="00076180"/>
    <w:rsid w:val="00076A10"/>
    <w:rsid w:val="000771BD"/>
    <w:rsid w:val="00081AEE"/>
    <w:rsid w:val="000829E6"/>
    <w:rsid w:val="00085A82"/>
    <w:rsid w:val="00091B11"/>
    <w:rsid w:val="0009400B"/>
    <w:rsid w:val="000959F5"/>
    <w:rsid w:val="00095D18"/>
    <w:rsid w:val="000970F9"/>
    <w:rsid w:val="00097784"/>
    <w:rsid w:val="000A2473"/>
    <w:rsid w:val="000A412F"/>
    <w:rsid w:val="000A468E"/>
    <w:rsid w:val="000B5CA3"/>
    <w:rsid w:val="000B7134"/>
    <w:rsid w:val="000C56AC"/>
    <w:rsid w:val="000C648E"/>
    <w:rsid w:val="000C7083"/>
    <w:rsid w:val="000D30D1"/>
    <w:rsid w:val="000D488F"/>
    <w:rsid w:val="000E1DE9"/>
    <w:rsid w:val="000E2765"/>
    <w:rsid w:val="000F13CD"/>
    <w:rsid w:val="000F1545"/>
    <w:rsid w:val="000F32C4"/>
    <w:rsid w:val="000F3516"/>
    <w:rsid w:val="000F7F6B"/>
    <w:rsid w:val="00101357"/>
    <w:rsid w:val="001029C2"/>
    <w:rsid w:val="001030F4"/>
    <w:rsid w:val="00104F4B"/>
    <w:rsid w:val="00110ED7"/>
    <w:rsid w:val="00112BD0"/>
    <w:rsid w:val="00114F3B"/>
    <w:rsid w:val="00115A09"/>
    <w:rsid w:val="00120536"/>
    <w:rsid w:val="00120E67"/>
    <w:rsid w:val="0012488A"/>
    <w:rsid w:val="001312A6"/>
    <w:rsid w:val="001318ED"/>
    <w:rsid w:val="00132A72"/>
    <w:rsid w:val="001331E1"/>
    <w:rsid w:val="00133C95"/>
    <w:rsid w:val="00133CDA"/>
    <w:rsid w:val="001369FE"/>
    <w:rsid w:val="00140BC5"/>
    <w:rsid w:val="0014695C"/>
    <w:rsid w:val="00146ED1"/>
    <w:rsid w:val="00146F2A"/>
    <w:rsid w:val="00150886"/>
    <w:rsid w:val="001531AB"/>
    <w:rsid w:val="001559BE"/>
    <w:rsid w:val="001610F3"/>
    <w:rsid w:val="001662C7"/>
    <w:rsid w:val="00170589"/>
    <w:rsid w:val="001735AF"/>
    <w:rsid w:val="00177A63"/>
    <w:rsid w:val="00180775"/>
    <w:rsid w:val="00180EC4"/>
    <w:rsid w:val="00183265"/>
    <w:rsid w:val="0018492B"/>
    <w:rsid w:val="001853AA"/>
    <w:rsid w:val="001858C2"/>
    <w:rsid w:val="0018699D"/>
    <w:rsid w:val="00186D3C"/>
    <w:rsid w:val="00187223"/>
    <w:rsid w:val="001921E2"/>
    <w:rsid w:val="00192D9F"/>
    <w:rsid w:val="001948F0"/>
    <w:rsid w:val="001A1780"/>
    <w:rsid w:val="001A48F5"/>
    <w:rsid w:val="001B249B"/>
    <w:rsid w:val="001B3139"/>
    <w:rsid w:val="001B43D2"/>
    <w:rsid w:val="001B547C"/>
    <w:rsid w:val="001C0814"/>
    <w:rsid w:val="001C0C6A"/>
    <w:rsid w:val="001C2751"/>
    <w:rsid w:val="001C3EE1"/>
    <w:rsid w:val="001C4682"/>
    <w:rsid w:val="001C691E"/>
    <w:rsid w:val="001C6C3A"/>
    <w:rsid w:val="001D6674"/>
    <w:rsid w:val="001D7B44"/>
    <w:rsid w:val="001E08C7"/>
    <w:rsid w:val="001E0E31"/>
    <w:rsid w:val="001E402C"/>
    <w:rsid w:val="001E4845"/>
    <w:rsid w:val="001E7430"/>
    <w:rsid w:val="001E7D7B"/>
    <w:rsid w:val="001F2A76"/>
    <w:rsid w:val="001F6D00"/>
    <w:rsid w:val="001F6F57"/>
    <w:rsid w:val="00202DAA"/>
    <w:rsid w:val="002040DF"/>
    <w:rsid w:val="00204695"/>
    <w:rsid w:val="002061FE"/>
    <w:rsid w:val="00206256"/>
    <w:rsid w:val="00206AA9"/>
    <w:rsid w:val="0021237C"/>
    <w:rsid w:val="002150E8"/>
    <w:rsid w:val="002274BA"/>
    <w:rsid w:val="00230A99"/>
    <w:rsid w:val="002330F5"/>
    <w:rsid w:val="00235B6C"/>
    <w:rsid w:val="00240CAD"/>
    <w:rsid w:val="00243737"/>
    <w:rsid w:val="00252562"/>
    <w:rsid w:val="0025263D"/>
    <w:rsid w:val="00261CE3"/>
    <w:rsid w:val="00264112"/>
    <w:rsid w:val="00264D79"/>
    <w:rsid w:val="00273BC7"/>
    <w:rsid w:val="00273C8A"/>
    <w:rsid w:val="0027657E"/>
    <w:rsid w:val="00276E7E"/>
    <w:rsid w:val="00281B10"/>
    <w:rsid w:val="002869C0"/>
    <w:rsid w:val="00294B96"/>
    <w:rsid w:val="00296564"/>
    <w:rsid w:val="002969B0"/>
    <w:rsid w:val="00297993"/>
    <w:rsid w:val="002A3358"/>
    <w:rsid w:val="002A7BF1"/>
    <w:rsid w:val="002B7422"/>
    <w:rsid w:val="002C1315"/>
    <w:rsid w:val="002C381B"/>
    <w:rsid w:val="002D1257"/>
    <w:rsid w:val="002D1886"/>
    <w:rsid w:val="002D3D06"/>
    <w:rsid w:val="002E0053"/>
    <w:rsid w:val="002E55B9"/>
    <w:rsid w:val="002E6140"/>
    <w:rsid w:val="002F2B43"/>
    <w:rsid w:val="002F4885"/>
    <w:rsid w:val="003006A2"/>
    <w:rsid w:val="00300EA0"/>
    <w:rsid w:val="003024F0"/>
    <w:rsid w:val="0030347F"/>
    <w:rsid w:val="00305887"/>
    <w:rsid w:val="003079FB"/>
    <w:rsid w:val="003105B6"/>
    <w:rsid w:val="00315877"/>
    <w:rsid w:val="0032057B"/>
    <w:rsid w:val="0032263B"/>
    <w:rsid w:val="0032289E"/>
    <w:rsid w:val="00324169"/>
    <w:rsid w:val="003244CA"/>
    <w:rsid w:val="0033091D"/>
    <w:rsid w:val="00332BA3"/>
    <w:rsid w:val="00333312"/>
    <w:rsid w:val="00335B6E"/>
    <w:rsid w:val="0033677C"/>
    <w:rsid w:val="00337E6F"/>
    <w:rsid w:val="0034350A"/>
    <w:rsid w:val="00346AC2"/>
    <w:rsid w:val="00347946"/>
    <w:rsid w:val="003518F2"/>
    <w:rsid w:val="00352164"/>
    <w:rsid w:val="00353BDB"/>
    <w:rsid w:val="00354A18"/>
    <w:rsid w:val="00354D8C"/>
    <w:rsid w:val="00357CE4"/>
    <w:rsid w:val="0036197D"/>
    <w:rsid w:val="00362FA9"/>
    <w:rsid w:val="00363327"/>
    <w:rsid w:val="003647FB"/>
    <w:rsid w:val="003654EE"/>
    <w:rsid w:val="003655ED"/>
    <w:rsid w:val="00365D85"/>
    <w:rsid w:val="00367D3E"/>
    <w:rsid w:val="0037445F"/>
    <w:rsid w:val="00376C2F"/>
    <w:rsid w:val="003773CD"/>
    <w:rsid w:val="00386976"/>
    <w:rsid w:val="00386A12"/>
    <w:rsid w:val="00387E4E"/>
    <w:rsid w:val="00387E96"/>
    <w:rsid w:val="003908B0"/>
    <w:rsid w:val="00391A4E"/>
    <w:rsid w:val="00391BC6"/>
    <w:rsid w:val="0039297B"/>
    <w:rsid w:val="00393206"/>
    <w:rsid w:val="003A52AE"/>
    <w:rsid w:val="003A591E"/>
    <w:rsid w:val="003A744F"/>
    <w:rsid w:val="003B03AF"/>
    <w:rsid w:val="003B04ED"/>
    <w:rsid w:val="003B04FD"/>
    <w:rsid w:val="003B28B1"/>
    <w:rsid w:val="003B54C2"/>
    <w:rsid w:val="003B5F33"/>
    <w:rsid w:val="003B6076"/>
    <w:rsid w:val="003B6095"/>
    <w:rsid w:val="003C3680"/>
    <w:rsid w:val="003C704E"/>
    <w:rsid w:val="003C7B7B"/>
    <w:rsid w:val="003D17F3"/>
    <w:rsid w:val="003D2DC6"/>
    <w:rsid w:val="003D3CF9"/>
    <w:rsid w:val="003D5798"/>
    <w:rsid w:val="003D6C2F"/>
    <w:rsid w:val="003E26AC"/>
    <w:rsid w:val="003E6872"/>
    <w:rsid w:val="003E7964"/>
    <w:rsid w:val="003F00BC"/>
    <w:rsid w:val="003F014F"/>
    <w:rsid w:val="003F0902"/>
    <w:rsid w:val="003F2680"/>
    <w:rsid w:val="003F3BD6"/>
    <w:rsid w:val="003F6172"/>
    <w:rsid w:val="003F625D"/>
    <w:rsid w:val="003F6BF5"/>
    <w:rsid w:val="003F7237"/>
    <w:rsid w:val="004041C4"/>
    <w:rsid w:val="00405B3A"/>
    <w:rsid w:val="00406E9D"/>
    <w:rsid w:val="00415ECC"/>
    <w:rsid w:val="00421399"/>
    <w:rsid w:val="00421559"/>
    <w:rsid w:val="004221C0"/>
    <w:rsid w:val="00423975"/>
    <w:rsid w:val="00423B88"/>
    <w:rsid w:val="00427CE9"/>
    <w:rsid w:val="004410FB"/>
    <w:rsid w:val="00441287"/>
    <w:rsid w:val="004430E4"/>
    <w:rsid w:val="004443AB"/>
    <w:rsid w:val="00450EDC"/>
    <w:rsid w:val="00451907"/>
    <w:rsid w:val="00456630"/>
    <w:rsid w:val="004616AF"/>
    <w:rsid w:val="004629EB"/>
    <w:rsid w:val="00463F5D"/>
    <w:rsid w:val="00467290"/>
    <w:rsid w:val="00473B71"/>
    <w:rsid w:val="00477539"/>
    <w:rsid w:val="004806B4"/>
    <w:rsid w:val="0048537F"/>
    <w:rsid w:val="00485714"/>
    <w:rsid w:val="00485E67"/>
    <w:rsid w:val="0048721E"/>
    <w:rsid w:val="00487AC0"/>
    <w:rsid w:val="004A2630"/>
    <w:rsid w:val="004B006A"/>
    <w:rsid w:val="004B1E4C"/>
    <w:rsid w:val="004B2961"/>
    <w:rsid w:val="004B43D8"/>
    <w:rsid w:val="004B66BA"/>
    <w:rsid w:val="004C0EFA"/>
    <w:rsid w:val="004C0FF9"/>
    <w:rsid w:val="004D01A4"/>
    <w:rsid w:val="004D033C"/>
    <w:rsid w:val="004D5108"/>
    <w:rsid w:val="004D52BC"/>
    <w:rsid w:val="004D537D"/>
    <w:rsid w:val="004E07B3"/>
    <w:rsid w:val="004E1347"/>
    <w:rsid w:val="004E5545"/>
    <w:rsid w:val="004E5F18"/>
    <w:rsid w:val="004E68F0"/>
    <w:rsid w:val="004E6E5D"/>
    <w:rsid w:val="004E7EF5"/>
    <w:rsid w:val="004F6B97"/>
    <w:rsid w:val="004F78EA"/>
    <w:rsid w:val="004F797A"/>
    <w:rsid w:val="004F7D54"/>
    <w:rsid w:val="005066F4"/>
    <w:rsid w:val="00506BFA"/>
    <w:rsid w:val="00512E4A"/>
    <w:rsid w:val="005131AB"/>
    <w:rsid w:val="0051334C"/>
    <w:rsid w:val="00513F2E"/>
    <w:rsid w:val="00514104"/>
    <w:rsid w:val="00515E04"/>
    <w:rsid w:val="00516206"/>
    <w:rsid w:val="0052085C"/>
    <w:rsid w:val="00520B76"/>
    <w:rsid w:val="005256C6"/>
    <w:rsid w:val="00525E77"/>
    <w:rsid w:val="005306EE"/>
    <w:rsid w:val="00530B72"/>
    <w:rsid w:val="00533B76"/>
    <w:rsid w:val="0053554B"/>
    <w:rsid w:val="00536918"/>
    <w:rsid w:val="00536F5D"/>
    <w:rsid w:val="0054212E"/>
    <w:rsid w:val="00545929"/>
    <w:rsid w:val="00550488"/>
    <w:rsid w:val="005513D5"/>
    <w:rsid w:val="00551D37"/>
    <w:rsid w:val="00553FDA"/>
    <w:rsid w:val="005551AE"/>
    <w:rsid w:val="005570FE"/>
    <w:rsid w:val="00557355"/>
    <w:rsid w:val="00557A27"/>
    <w:rsid w:val="0056041E"/>
    <w:rsid w:val="00560A32"/>
    <w:rsid w:val="00561FC1"/>
    <w:rsid w:val="00563011"/>
    <w:rsid w:val="00564563"/>
    <w:rsid w:val="005659A1"/>
    <w:rsid w:val="0056638C"/>
    <w:rsid w:val="00575518"/>
    <w:rsid w:val="0057597F"/>
    <w:rsid w:val="0057608C"/>
    <w:rsid w:val="00576703"/>
    <w:rsid w:val="00577C8D"/>
    <w:rsid w:val="00577DDC"/>
    <w:rsid w:val="00582922"/>
    <w:rsid w:val="005879A7"/>
    <w:rsid w:val="00587F2C"/>
    <w:rsid w:val="00593427"/>
    <w:rsid w:val="005948D3"/>
    <w:rsid w:val="005962E0"/>
    <w:rsid w:val="00596FF7"/>
    <w:rsid w:val="005A1B94"/>
    <w:rsid w:val="005B0745"/>
    <w:rsid w:val="005B080D"/>
    <w:rsid w:val="005B181B"/>
    <w:rsid w:val="005B2316"/>
    <w:rsid w:val="005B2620"/>
    <w:rsid w:val="005C24F6"/>
    <w:rsid w:val="005C26AF"/>
    <w:rsid w:val="005C56C1"/>
    <w:rsid w:val="005D1C13"/>
    <w:rsid w:val="005D3530"/>
    <w:rsid w:val="005D3569"/>
    <w:rsid w:val="005D3B6F"/>
    <w:rsid w:val="005D410F"/>
    <w:rsid w:val="005D794B"/>
    <w:rsid w:val="005E0251"/>
    <w:rsid w:val="005E619C"/>
    <w:rsid w:val="005F0A6D"/>
    <w:rsid w:val="005F22E4"/>
    <w:rsid w:val="005F23A0"/>
    <w:rsid w:val="005F772D"/>
    <w:rsid w:val="006015F6"/>
    <w:rsid w:val="006056F7"/>
    <w:rsid w:val="00605734"/>
    <w:rsid w:val="006130B5"/>
    <w:rsid w:val="00614F05"/>
    <w:rsid w:val="0061706D"/>
    <w:rsid w:val="00617C84"/>
    <w:rsid w:val="00624F74"/>
    <w:rsid w:val="006259AD"/>
    <w:rsid w:val="006347EC"/>
    <w:rsid w:val="00634C61"/>
    <w:rsid w:val="0063560B"/>
    <w:rsid w:val="00636D7F"/>
    <w:rsid w:val="00637B96"/>
    <w:rsid w:val="006410D6"/>
    <w:rsid w:val="00643F9F"/>
    <w:rsid w:val="00644F56"/>
    <w:rsid w:val="00647092"/>
    <w:rsid w:val="00651822"/>
    <w:rsid w:val="006518F9"/>
    <w:rsid w:val="00655EF1"/>
    <w:rsid w:val="00661A9A"/>
    <w:rsid w:val="0066281B"/>
    <w:rsid w:val="00662B5B"/>
    <w:rsid w:val="00664421"/>
    <w:rsid w:val="00667BB0"/>
    <w:rsid w:val="00675072"/>
    <w:rsid w:val="0067534A"/>
    <w:rsid w:val="006756A9"/>
    <w:rsid w:val="00681F02"/>
    <w:rsid w:val="00685007"/>
    <w:rsid w:val="00685B0E"/>
    <w:rsid w:val="00685B7A"/>
    <w:rsid w:val="00686C67"/>
    <w:rsid w:val="00686FC0"/>
    <w:rsid w:val="00696B7F"/>
    <w:rsid w:val="006A253B"/>
    <w:rsid w:val="006A7431"/>
    <w:rsid w:val="006B1E07"/>
    <w:rsid w:val="006B5344"/>
    <w:rsid w:val="006C3538"/>
    <w:rsid w:val="006C7499"/>
    <w:rsid w:val="006D25D9"/>
    <w:rsid w:val="006D3390"/>
    <w:rsid w:val="006E162A"/>
    <w:rsid w:val="006E5DEC"/>
    <w:rsid w:val="006E700D"/>
    <w:rsid w:val="006F0F14"/>
    <w:rsid w:val="006F3B1C"/>
    <w:rsid w:val="006F3F4C"/>
    <w:rsid w:val="006F4727"/>
    <w:rsid w:val="006F5451"/>
    <w:rsid w:val="00700B74"/>
    <w:rsid w:val="00705357"/>
    <w:rsid w:val="00705AE4"/>
    <w:rsid w:val="0071032F"/>
    <w:rsid w:val="00712580"/>
    <w:rsid w:val="007159EB"/>
    <w:rsid w:val="00716ED1"/>
    <w:rsid w:val="00723A1E"/>
    <w:rsid w:val="00723E53"/>
    <w:rsid w:val="00724BEB"/>
    <w:rsid w:val="00727114"/>
    <w:rsid w:val="00727385"/>
    <w:rsid w:val="007306C0"/>
    <w:rsid w:val="00734981"/>
    <w:rsid w:val="0073796D"/>
    <w:rsid w:val="00737D8D"/>
    <w:rsid w:val="00740831"/>
    <w:rsid w:val="00740CAE"/>
    <w:rsid w:val="0074113F"/>
    <w:rsid w:val="00750506"/>
    <w:rsid w:val="00751A89"/>
    <w:rsid w:val="00753CFE"/>
    <w:rsid w:val="00757F0F"/>
    <w:rsid w:val="007610A9"/>
    <w:rsid w:val="00761338"/>
    <w:rsid w:val="0076139C"/>
    <w:rsid w:val="00764711"/>
    <w:rsid w:val="00765286"/>
    <w:rsid w:val="0076674D"/>
    <w:rsid w:val="007674C3"/>
    <w:rsid w:val="007723C1"/>
    <w:rsid w:val="007751B1"/>
    <w:rsid w:val="00776C43"/>
    <w:rsid w:val="00782287"/>
    <w:rsid w:val="00784962"/>
    <w:rsid w:val="00786812"/>
    <w:rsid w:val="00790F21"/>
    <w:rsid w:val="00791C77"/>
    <w:rsid w:val="00792FE3"/>
    <w:rsid w:val="0079477A"/>
    <w:rsid w:val="00795F88"/>
    <w:rsid w:val="0079608D"/>
    <w:rsid w:val="007A0104"/>
    <w:rsid w:val="007A149C"/>
    <w:rsid w:val="007A1C42"/>
    <w:rsid w:val="007A5C5C"/>
    <w:rsid w:val="007A605F"/>
    <w:rsid w:val="007A6CB2"/>
    <w:rsid w:val="007A7B97"/>
    <w:rsid w:val="007B19C9"/>
    <w:rsid w:val="007B2454"/>
    <w:rsid w:val="007B726E"/>
    <w:rsid w:val="007C2126"/>
    <w:rsid w:val="007C3B5B"/>
    <w:rsid w:val="007D3998"/>
    <w:rsid w:val="007D62DE"/>
    <w:rsid w:val="007D723D"/>
    <w:rsid w:val="007E2ED3"/>
    <w:rsid w:val="007E35DA"/>
    <w:rsid w:val="007E6AC7"/>
    <w:rsid w:val="007F025F"/>
    <w:rsid w:val="007F2662"/>
    <w:rsid w:val="007F4209"/>
    <w:rsid w:val="008026EF"/>
    <w:rsid w:val="00803F58"/>
    <w:rsid w:val="008077BF"/>
    <w:rsid w:val="00807CF4"/>
    <w:rsid w:val="00811D2D"/>
    <w:rsid w:val="008123DF"/>
    <w:rsid w:val="00812B0E"/>
    <w:rsid w:val="00814EAA"/>
    <w:rsid w:val="00816C34"/>
    <w:rsid w:val="00817132"/>
    <w:rsid w:val="00824C43"/>
    <w:rsid w:val="00824E78"/>
    <w:rsid w:val="00825CEC"/>
    <w:rsid w:val="0082727E"/>
    <w:rsid w:val="00830DD1"/>
    <w:rsid w:val="0083575B"/>
    <w:rsid w:val="00835983"/>
    <w:rsid w:val="00835C0B"/>
    <w:rsid w:val="008368C8"/>
    <w:rsid w:val="00841EB1"/>
    <w:rsid w:val="00844A02"/>
    <w:rsid w:val="008454DC"/>
    <w:rsid w:val="008456A0"/>
    <w:rsid w:val="00846EE1"/>
    <w:rsid w:val="0084766C"/>
    <w:rsid w:val="00851046"/>
    <w:rsid w:val="00851CEC"/>
    <w:rsid w:val="00852F68"/>
    <w:rsid w:val="00854D4E"/>
    <w:rsid w:val="00860BF7"/>
    <w:rsid w:val="00860DDC"/>
    <w:rsid w:val="008616E5"/>
    <w:rsid w:val="008619E9"/>
    <w:rsid w:val="00867A6B"/>
    <w:rsid w:val="00867FEB"/>
    <w:rsid w:val="00871C2C"/>
    <w:rsid w:val="008738EB"/>
    <w:rsid w:val="00880305"/>
    <w:rsid w:val="008821AE"/>
    <w:rsid w:val="0089465D"/>
    <w:rsid w:val="00895250"/>
    <w:rsid w:val="008A17D3"/>
    <w:rsid w:val="008B0829"/>
    <w:rsid w:val="008B083A"/>
    <w:rsid w:val="008B08C3"/>
    <w:rsid w:val="008C1C05"/>
    <w:rsid w:val="008C4891"/>
    <w:rsid w:val="008C6C14"/>
    <w:rsid w:val="008C767A"/>
    <w:rsid w:val="008D6498"/>
    <w:rsid w:val="008D6BF7"/>
    <w:rsid w:val="008D7103"/>
    <w:rsid w:val="008E0035"/>
    <w:rsid w:val="008E1743"/>
    <w:rsid w:val="008E1F56"/>
    <w:rsid w:val="008E2563"/>
    <w:rsid w:val="008E408B"/>
    <w:rsid w:val="008E4D3C"/>
    <w:rsid w:val="008E6EEC"/>
    <w:rsid w:val="008F06F9"/>
    <w:rsid w:val="008F4B5F"/>
    <w:rsid w:val="008F521D"/>
    <w:rsid w:val="00906263"/>
    <w:rsid w:val="009073CA"/>
    <w:rsid w:val="00911328"/>
    <w:rsid w:val="009117E0"/>
    <w:rsid w:val="00911EDF"/>
    <w:rsid w:val="00914E01"/>
    <w:rsid w:val="00916BB7"/>
    <w:rsid w:val="0092067B"/>
    <w:rsid w:val="00921BBE"/>
    <w:rsid w:val="0092281D"/>
    <w:rsid w:val="009270B6"/>
    <w:rsid w:val="0092716D"/>
    <w:rsid w:val="00927D4F"/>
    <w:rsid w:val="0093552E"/>
    <w:rsid w:val="00937676"/>
    <w:rsid w:val="0094004C"/>
    <w:rsid w:val="009409A9"/>
    <w:rsid w:val="00942DC5"/>
    <w:rsid w:val="0094435B"/>
    <w:rsid w:val="00944924"/>
    <w:rsid w:val="00950ED3"/>
    <w:rsid w:val="00951D37"/>
    <w:rsid w:val="00956CFC"/>
    <w:rsid w:val="00960613"/>
    <w:rsid w:val="00962D0F"/>
    <w:rsid w:val="00963FC5"/>
    <w:rsid w:val="00964E33"/>
    <w:rsid w:val="009675DF"/>
    <w:rsid w:val="009701AC"/>
    <w:rsid w:val="00971B1C"/>
    <w:rsid w:val="00974ACA"/>
    <w:rsid w:val="00983C41"/>
    <w:rsid w:val="0099425F"/>
    <w:rsid w:val="009A1673"/>
    <w:rsid w:val="009A660E"/>
    <w:rsid w:val="009A767B"/>
    <w:rsid w:val="009B1745"/>
    <w:rsid w:val="009B2082"/>
    <w:rsid w:val="009B2B28"/>
    <w:rsid w:val="009B65FF"/>
    <w:rsid w:val="009C07AB"/>
    <w:rsid w:val="009C2627"/>
    <w:rsid w:val="009C4E47"/>
    <w:rsid w:val="009D30C8"/>
    <w:rsid w:val="009D3469"/>
    <w:rsid w:val="009D47D3"/>
    <w:rsid w:val="009E2ABB"/>
    <w:rsid w:val="009E5DC5"/>
    <w:rsid w:val="009F0699"/>
    <w:rsid w:val="009F0C21"/>
    <w:rsid w:val="009F555C"/>
    <w:rsid w:val="00A00AC8"/>
    <w:rsid w:val="00A00F20"/>
    <w:rsid w:val="00A04869"/>
    <w:rsid w:val="00A05FEB"/>
    <w:rsid w:val="00A06C41"/>
    <w:rsid w:val="00A07BB3"/>
    <w:rsid w:val="00A07FE3"/>
    <w:rsid w:val="00A147B9"/>
    <w:rsid w:val="00A1590E"/>
    <w:rsid w:val="00A161B2"/>
    <w:rsid w:val="00A2208A"/>
    <w:rsid w:val="00A225A3"/>
    <w:rsid w:val="00A24996"/>
    <w:rsid w:val="00A27870"/>
    <w:rsid w:val="00A32041"/>
    <w:rsid w:val="00A3296A"/>
    <w:rsid w:val="00A34C62"/>
    <w:rsid w:val="00A42FF1"/>
    <w:rsid w:val="00A47116"/>
    <w:rsid w:val="00A53AC6"/>
    <w:rsid w:val="00A53FD1"/>
    <w:rsid w:val="00A55DEC"/>
    <w:rsid w:val="00A561C8"/>
    <w:rsid w:val="00A563F1"/>
    <w:rsid w:val="00A565E3"/>
    <w:rsid w:val="00A57412"/>
    <w:rsid w:val="00A6056F"/>
    <w:rsid w:val="00A611F5"/>
    <w:rsid w:val="00A614C9"/>
    <w:rsid w:val="00A6279D"/>
    <w:rsid w:val="00A637F6"/>
    <w:rsid w:val="00A65143"/>
    <w:rsid w:val="00A6622F"/>
    <w:rsid w:val="00A678FC"/>
    <w:rsid w:val="00A709C2"/>
    <w:rsid w:val="00A72E24"/>
    <w:rsid w:val="00A73563"/>
    <w:rsid w:val="00A77C0C"/>
    <w:rsid w:val="00A82B32"/>
    <w:rsid w:val="00A83021"/>
    <w:rsid w:val="00A862D3"/>
    <w:rsid w:val="00A955F6"/>
    <w:rsid w:val="00AA0750"/>
    <w:rsid w:val="00AA0AF3"/>
    <w:rsid w:val="00AA1F9C"/>
    <w:rsid w:val="00AA2AFA"/>
    <w:rsid w:val="00AA6944"/>
    <w:rsid w:val="00AA7BE7"/>
    <w:rsid w:val="00AB041C"/>
    <w:rsid w:val="00AB4734"/>
    <w:rsid w:val="00AB6367"/>
    <w:rsid w:val="00AC7674"/>
    <w:rsid w:val="00AD027D"/>
    <w:rsid w:val="00AD13C3"/>
    <w:rsid w:val="00AD1C72"/>
    <w:rsid w:val="00AD1ED2"/>
    <w:rsid w:val="00AD4EE8"/>
    <w:rsid w:val="00AD623E"/>
    <w:rsid w:val="00AD791E"/>
    <w:rsid w:val="00AE3E32"/>
    <w:rsid w:val="00AE4B56"/>
    <w:rsid w:val="00AE4BEA"/>
    <w:rsid w:val="00AE6358"/>
    <w:rsid w:val="00AE6615"/>
    <w:rsid w:val="00AE6F87"/>
    <w:rsid w:val="00AF297C"/>
    <w:rsid w:val="00AF5403"/>
    <w:rsid w:val="00AF7A3F"/>
    <w:rsid w:val="00B00EE2"/>
    <w:rsid w:val="00B00F42"/>
    <w:rsid w:val="00B01E3A"/>
    <w:rsid w:val="00B055C4"/>
    <w:rsid w:val="00B0709F"/>
    <w:rsid w:val="00B114AE"/>
    <w:rsid w:val="00B126D2"/>
    <w:rsid w:val="00B12921"/>
    <w:rsid w:val="00B1324A"/>
    <w:rsid w:val="00B15855"/>
    <w:rsid w:val="00B15FFB"/>
    <w:rsid w:val="00B20B30"/>
    <w:rsid w:val="00B21930"/>
    <w:rsid w:val="00B2197A"/>
    <w:rsid w:val="00B2327C"/>
    <w:rsid w:val="00B24DE1"/>
    <w:rsid w:val="00B262C5"/>
    <w:rsid w:val="00B27756"/>
    <w:rsid w:val="00B30199"/>
    <w:rsid w:val="00B3542D"/>
    <w:rsid w:val="00B37647"/>
    <w:rsid w:val="00B41FF9"/>
    <w:rsid w:val="00B427B8"/>
    <w:rsid w:val="00B45AD1"/>
    <w:rsid w:val="00B475FB"/>
    <w:rsid w:val="00B53DD7"/>
    <w:rsid w:val="00B54EF4"/>
    <w:rsid w:val="00B56F51"/>
    <w:rsid w:val="00B577E2"/>
    <w:rsid w:val="00B60530"/>
    <w:rsid w:val="00B65000"/>
    <w:rsid w:val="00B65561"/>
    <w:rsid w:val="00B66771"/>
    <w:rsid w:val="00B70CFD"/>
    <w:rsid w:val="00B740C4"/>
    <w:rsid w:val="00B74344"/>
    <w:rsid w:val="00B843D5"/>
    <w:rsid w:val="00B849BA"/>
    <w:rsid w:val="00B84D5A"/>
    <w:rsid w:val="00B94F2C"/>
    <w:rsid w:val="00B953E6"/>
    <w:rsid w:val="00BA119B"/>
    <w:rsid w:val="00BA2A29"/>
    <w:rsid w:val="00BA3285"/>
    <w:rsid w:val="00BA3EB1"/>
    <w:rsid w:val="00BB05E4"/>
    <w:rsid w:val="00BB456F"/>
    <w:rsid w:val="00BB4735"/>
    <w:rsid w:val="00BB543D"/>
    <w:rsid w:val="00BB588F"/>
    <w:rsid w:val="00BB6FAC"/>
    <w:rsid w:val="00BB762D"/>
    <w:rsid w:val="00BC2170"/>
    <w:rsid w:val="00BC35DB"/>
    <w:rsid w:val="00BC4F1A"/>
    <w:rsid w:val="00BC74AF"/>
    <w:rsid w:val="00BD1B41"/>
    <w:rsid w:val="00BD4139"/>
    <w:rsid w:val="00BD5277"/>
    <w:rsid w:val="00BE1EF5"/>
    <w:rsid w:val="00BE336E"/>
    <w:rsid w:val="00BE43DC"/>
    <w:rsid w:val="00BE6AC7"/>
    <w:rsid w:val="00BF0B52"/>
    <w:rsid w:val="00BF0FDB"/>
    <w:rsid w:val="00BF309C"/>
    <w:rsid w:val="00BF43AC"/>
    <w:rsid w:val="00BF62C0"/>
    <w:rsid w:val="00BF7225"/>
    <w:rsid w:val="00C05056"/>
    <w:rsid w:val="00C056A1"/>
    <w:rsid w:val="00C06056"/>
    <w:rsid w:val="00C06312"/>
    <w:rsid w:val="00C069FF"/>
    <w:rsid w:val="00C06E18"/>
    <w:rsid w:val="00C12690"/>
    <w:rsid w:val="00C12B19"/>
    <w:rsid w:val="00C12D86"/>
    <w:rsid w:val="00C2193A"/>
    <w:rsid w:val="00C25120"/>
    <w:rsid w:val="00C25A75"/>
    <w:rsid w:val="00C31EC7"/>
    <w:rsid w:val="00C33776"/>
    <w:rsid w:val="00C37BC0"/>
    <w:rsid w:val="00C4044C"/>
    <w:rsid w:val="00C43751"/>
    <w:rsid w:val="00C4398E"/>
    <w:rsid w:val="00C46951"/>
    <w:rsid w:val="00C46C9B"/>
    <w:rsid w:val="00C506B3"/>
    <w:rsid w:val="00C507AD"/>
    <w:rsid w:val="00C51BE4"/>
    <w:rsid w:val="00C66483"/>
    <w:rsid w:val="00C67509"/>
    <w:rsid w:val="00C80E7B"/>
    <w:rsid w:val="00C8286F"/>
    <w:rsid w:val="00C82C61"/>
    <w:rsid w:val="00C83338"/>
    <w:rsid w:val="00C836CF"/>
    <w:rsid w:val="00C83C21"/>
    <w:rsid w:val="00C83C29"/>
    <w:rsid w:val="00C84303"/>
    <w:rsid w:val="00C863C9"/>
    <w:rsid w:val="00C90693"/>
    <w:rsid w:val="00C9163F"/>
    <w:rsid w:val="00C94274"/>
    <w:rsid w:val="00CA03D2"/>
    <w:rsid w:val="00CA387B"/>
    <w:rsid w:val="00CA45C1"/>
    <w:rsid w:val="00CB1226"/>
    <w:rsid w:val="00CB2196"/>
    <w:rsid w:val="00CB24D7"/>
    <w:rsid w:val="00CB38B1"/>
    <w:rsid w:val="00CB491C"/>
    <w:rsid w:val="00CB673F"/>
    <w:rsid w:val="00CB72F3"/>
    <w:rsid w:val="00CC77F0"/>
    <w:rsid w:val="00CD338A"/>
    <w:rsid w:val="00CD3715"/>
    <w:rsid w:val="00CD44E2"/>
    <w:rsid w:val="00CD4FD7"/>
    <w:rsid w:val="00CD60DB"/>
    <w:rsid w:val="00CD70B2"/>
    <w:rsid w:val="00CD7D00"/>
    <w:rsid w:val="00CD7EA4"/>
    <w:rsid w:val="00CF1364"/>
    <w:rsid w:val="00CF2749"/>
    <w:rsid w:val="00CF28DA"/>
    <w:rsid w:val="00CF2F07"/>
    <w:rsid w:val="00CF3F6C"/>
    <w:rsid w:val="00D10355"/>
    <w:rsid w:val="00D12349"/>
    <w:rsid w:val="00D1727F"/>
    <w:rsid w:val="00D267F2"/>
    <w:rsid w:val="00D35B2E"/>
    <w:rsid w:val="00D4245A"/>
    <w:rsid w:val="00D461FB"/>
    <w:rsid w:val="00D47BA6"/>
    <w:rsid w:val="00D5145C"/>
    <w:rsid w:val="00D521C6"/>
    <w:rsid w:val="00D53628"/>
    <w:rsid w:val="00D53CEA"/>
    <w:rsid w:val="00D55074"/>
    <w:rsid w:val="00D61806"/>
    <w:rsid w:val="00D67EB7"/>
    <w:rsid w:val="00D7375E"/>
    <w:rsid w:val="00D75894"/>
    <w:rsid w:val="00D86395"/>
    <w:rsid w:val="00D90FD1"/>
    <w:rsid w:val="00D919CC"/>
    <w:rsid w:val="00D92625"/>
    <w:rsid w:val="00D92A02"/>
    <w:rsid w:val="00D92F05"/>
    <w:rsid w:val="00D972C7"/>
    <w:rsid w:val="00DA1000"/>
    <w:rsid w:val="00DA1AD4"/>
    <w:rsid w:val="00DA581C"/>
    <w:rsid w:val="00DA7DEA"/>
    <w:rsid w:val="00DB0585"/>
    <w:rsid w:val="00DB0C59"/>
    <w:rsid w:val="00DB1293"/>
    <w:rsid w:val="00DB28DE"/>
    <w:rsid w:val="00DB2E8D"/>
    <w:rsid w:val="00DC60D7"/>
    <w:rsid w:val="00DD1212"/>
    <w:rsid w:val="00DD37C2"/>
    <w:rsid w:val="00DD5F0C"/>
    <w:rsid w:val="00DD6BE0"/>
    <w:rsid w:val="00DE01CB"/>
    <w:rsid w:val="00DE31E6"/>
    <w:rsid w:val="00DE56BE"/>
    <w:rsid w:val="00DF140D"/>
    <w:rsid w:val="00E008F0"/>
    <w:rsid w:val="00E012B4"/>
    <w:rsid w:val="00E022BD"/>
    <w:rsid w:val="00E03C38"/>
    <w:rsid w:val="00E0515E"/>
    <w:rsid w:val="00E0758C"/>
    <w:rsid w:val="00E07631"/>
    <w:rsid w:val="00E076C1"/>
    <w:rsid w:val="00E077E2"/>
    <w:rsid w:val="00E11E75"/>
    <w:rsid w:val="00E14506"/>
    <w:rsid w:val="00E14F0A"/>
    <w:rsid w:val="00E17AE8"/>
    <w:rsid w:val="00E22D64"/>
    <w:rsid w:val="00E23BE6"/>
    <w:rsid w:val="00E24481"/>
    <w:rsid w:val="00E27427"/>
    <w:rsid w:val="00E3056F"/>
    <w:rsid w:val="00E3244B"/>
    <w:rsid w:val="00E34202"/>
    <w:rsid w:val="00E34AD9"/>
    <w:rsid w:val="00E403B6"/>
    <w:rsid w:val="00E44ED6"/>
    <w:rsid w:val="00E456FD"/>
    <w:rsid w:val="00E4601D"/>
    <w:rsid w:val="00E4744F"/>
    <w:rsid w:val="00E540AB"/>
    <w:rsid w:val="00E5555A"/>
    <w:rsid w:val="00E57476"/>
    <w:rsid w:val="00E61159"/>
    <w:rsid w:val="00E6633C"/>
    <w:rsid w:val="00E6658B"/>
    <w:rsid w:val="00E7003F"/>
    <w:rsid w:val="00E704D4"/>
    <w:rsid w:val="00E71967"/>
    <w:rsid w:val="00E71F93"/>
    <w:rsid w:val="00E7596F"/>
    <w:rsid w:val="00E75FBC"/>
    <w:rsid w:val="00E76BB7"/>
    <w:rsid w:val="00E84DB7"/>
    <w:rsid w:val="00E855E8"/>
    <w:rsid w:val="00E91C8C"/>
    <w:rsid w:val="00EA153E"/>
    <w:rsid w:val="00EA4189"/>
    <w:rsid w:val="00EA501D"/>
    <w:rsid w:val="00EA578E"/>
    <w:rsid w:val="00EB02E9"/>
    <w:rsid w:val="00EB0F6A"/>
    <w:rsid w:val="00EB0FED"/>
    <w:rsid w:val="00EB5E35"/>
    <w:rsid w:val="00EC0A91"/>
    <w:rsid w:val="00EC1D0E"/>
    <w:rsid w:val="00EC2020"/>
    <w:rsid w:val="00EC36D5"/>
    <w:rsid w:val="00EC3730"/>
    <w:rsid w:val="00ED4B91"/>
    <w:rsid w:val="00EE2D5D"/>
    <w:rsid w:val="00EE61B2"/>
    <w:rsid w:val="00EF2EED"/>
    <w:rsid w:val="00EF6C83"/>
    <w:rsid w:val="00F0051A"/>
    <w:rsid w:val="00F02F68"/>
    <w:rsid w:val="00F03149"/>
    <w:rsid w:val="00F05E24"/>
    <w:rsid w:val="00F10ADA"/>
    <w:rsid w:val="00F11B13"/>
    <w:rsid w:val="00F138ED"/>
    <w:rsid w:val="00F15181"/>
    <w:rsid w:val="00F15EEA"/>
    <w:rsid w:val="00F167F1"/>
    <w:rsid w:val="00F16823"/>
    <w:rsid w:val="00F209BF"/>
    <w:rsid w:val="00F378CB"/>
    <w:rsid w:val="00F40330"/>
    <w:rsid w:val="00F4325B"/>
    <w:rsid w:val="00F43A93"/>
    <w:rsid w:val="00F44094"/>
    <w:rsid w:val="00F5002D"/>
    <w:rsid w:val="00F515D5"/>
    <w:rsid w:val="00F51A0D"/>
    <w:rsid w:val="00F51F4A"/>
    <w:rsid w:val="00F520EE"/>
    <w:rsid w:val="00F52123"/>
    <w:rsid w:val="00F536FB"/>
    <w:rsid w:val="00F56440"/>
    <w:rsid w:val="00F70D1B"/>
    <w:rsid w:val="00F7120E"/>
    <w:rsid w:val="00F73335"/>
    <w:rsid w:val="00F73FFC"/>
    <w:rsid w:val="00F754B6"/>
    <w:rsid w:val="00F776E7"/>
    <w:rsid w:val="00F80DC9"/>
    <w:rsid w:val="00F86491"/>
    <w:rsid w:val="00F86BCD"/>
    <w:rsid w:val="00F86E63"/>
    <w:rsid w:val="00F91536"/>
    <w:rsid w:val="00F93689"/>
    <w:rsid w:val="00F96B1A"/>
    <w:rsid w:val="00F97093"/>
    <w:rsid w:val="00FA176D"/>
    <w:rsid w:val="00FA36C0"/>
    <w:rsid w:val="00FA3E8E"/>
    <w:rsid w:val="00FA7568"/>
    <w:rsid w:val="00FB0762"/>
    <w:rsid w:val="00FB188E"/>
    <w:rsid w:val="00FB40B8"/>
    <w:rsid w:val="00FB47AA"/>
    <w:rsid w:val="00FB59EF"/>
    <w:rsid w:val="00FB5B67"/>
    <w:rsid w:val="00FC1570"/>
    <w:rsid w:val="00FC65F8"/>
    <w:rsid w:val="00FD2D28"/>
    <w:rsid w:val="00FD59BF"/>
    <w:rsid w:val="00FD6552"/>
    <w:rsid w:val="00FE27F5"/>
    <w:rsid w:val="00FE2CD3"/>
    <w:rsid w:val="00FE517F"/>
    <w:rsid w:val="00FE6AD8"/>
    <w:rsid w:val="00FF0856"/>
    <w:rsid w:val="00FF087C"/>
    <w:rsid w:val="00FF12B3"/>
    <w:rsid w:val="00FF155A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0F980"/>
  <w15:chartTrackingRefBased/>
  <w15:docId w15:val="{FB338483-A3CC-4369-86E8-8D0C34769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BBE"/>
    <w:pPr>
      <w:spacing w:after="0" w:line="280" w:lineRule="exac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C3680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C3680"/>
    <w:pPr>
      <w:keepLines/>
      <w:spacing w:before="240" w:after="240" w:line="240" w:lineRule="auto"/>
      <w:outlineLvl w:val="1"/>
    </w:pPr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C3680"/>
    <w:pPr>
      <w:keepLines/>
      <w:spacing w:before="240" w:after="120" w:line="240" w:lineRule="auto"/>
      <w:outlineLvl w:val="2"/>
    </w:pPr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E0763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E07631"/>
    <w:pPr>
      <w:keepNext/>
      <w:keepLines/>
      <w:outlineLvl w:val="4"/>
    </w:pPr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berschrift6">
    <w:name w:val="heading 6"/>
    <w:basedOn w:val="Nummerierung"/>
    <w:next w:val="Standard"/>
    <w:link w:val="berschrift6Zchn"/>
    <w:uiPriority w:val="9"/>
    <w:semiHidden/>
    <w:rsid w:val="00441287"/>
    <w:pPr>
      <w:outlineLvl w:val="5"/>
    </w:pPr>
  </w:style>
  <w:style w:type="paragraph" w:styleId="berschrift9">
    <w:name w:val="heading 9"/>
    <w:basedOn w:val="Standard"/>
    <w:next w:val="Standard"/>
    <w:link w:val="berschrift9Zchn"/>
    <w:uiPriority w:val="9"/>
    <w:semiHidden/>
    <w:rsid w:val="002B74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3680"/>
    <w:rPr>
      <w:rFonts w:asciiTheme="majorHAnsi" w:eastAsiaTheme="majorEastAsia" w:hAnsiTheme="majorHAnsi" w:cstheme="majorBidi"/>
      <w:b/>
      <w:iCs/>
      <w:color w:val="000000" w:themeColor="text1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3680"/>
    <w:rPr>
      <w:rFonts w:ascii="Calibri" w:eastAsia="MS Gothic" w:hAnsi="Calibri" w:cs="Times New Roman"/>
      <w:b/>
      <w:bCs/>
      <w:color w:val="327A86" w:themeColor="text2"/>
      <w:sz w:val="28"/>
      <w:szCs w:val="3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3680"/>
    <w:rPr>
      <w:rFonts w:ascii="Calibri" w:eastAsia="MS Gothic" w:hAnsi="Calibri" w:cs="Times New Roman"/>
      <w:b/>
      <w:bCs/>
      <w:color w:val="327A86" w:themeColor="text2"/>
      <w:sz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53AA"/>
    <w:rPr>
      <w:rFonts w:asciiTheme="majorHAnsi" w:eastAsiaTheme="majorEastAsia" w:hAnsiTheme="majorHAnsi" w:cstheme="majorBidi"/>
      <w:b/>
      <w:iCs/>
      <w:color w:val="327A86" w:themeColor="accent1"/>
      <w:sz w:val="20"/>
      <w:szCs w:val="3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53AA"/>
    <w:rPr>
      <w:rFonts w:asciiTheme="majorHAnsi" w:eastAsiaTheme="majorEastAsia" w:hAnsiTheme="majorHAnsi" w:cstheme="majorBidi"/>
      <w:b/>
      <w:bCs/>
      <w:iCs/>
      <w:color w:val="000000" w:themeColor="text1"/>
      <w:sz w:val="20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67534A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706F6F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67534A"/>
    <w:rPr>
      <w:color w:val="706F6F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550488"/>
    <w:pPr>
      <w:tabs>
        <w:tab w:val="center" w:pos="4536"/>
        <w:tab w:val="right" w:pos="9072"/>
      </w:tabs>
      <w:spacing w:line="240" w:lineRule="auto"/>
      <w:jc w:val="right"/>
    </w:pPr>
    <w:rPr>
      <w:noProof/>
    </w:rPr>
  </w:style>
  <w:style w:type="character" w:customStyle="1" w:styleId="FuzeileZchn">
    <w:name w:val="Fußzeile Zchn"/>
    <w:basedOn w:val="Absatz-Standardschriftart"/>
    <w:link w:val="Fuzeile"/>
    <w:uiPriority w:val="99"/>
    <w:rsid w:val="00AB041C"/>
    <w:rPr>
      <w:noProof/>
    </w:rPr>
  </w:style>
  <w:style w:type="paragraph" w:customStyle="1" w:styleId="Quelle">
    <w:name w:val="Quelle"/>
    <w:basedOn w:val="Standard"/>
    <w:link w:val="QuelleZchn"/>
    <w:qFormat/>
    <w:rsid w:val="005659A1"/>
    <w:pPr>
      <w:tabs>
        <w:tab w:val="left" w:pos="284"/>
        <w:tab w:val="center" w:pos="4536"/>
        <w:tab w:val="left" w:pos="6120"/>
        <w:tab w:val="right" w:pos="9072"/>
      </w:tabs>
      <w:spacing w:line="276" w:lineRule="auto"/>
    </w:pPr>
    <w:rPr>
      <w:color w:val="808080" w:themeColor="background1" w:themeShade="80"/>
      <w:sz w:val="15"/>
      <w:szCs w:val="15"/>
    </w:rPr>
  </w:style>
  <w:style w:type="paragraph" w:styleId="Listenabsatz">
    <w:name w:val="List Paragraph"/>
    <w:aliases w:val="Aufzählung"/>
    <w:basedOn w:val="Standard"/>
    <w:link w:val="ListenabsatzZchn"/>
    <w:uiPriority w:val="34"/>
    <w:qFormat/>
    <w:rsid w:val="00BB456F"/>
    <w:pPr>
      <w:numPr>
        <w:numId w:val="1"/>
      </w:numPr>
      <w:ind w:left="284" w:hanging="284"/>
      <w:contextualSpacing/>
    </w:pPr>
  </w:style>
  <w:style w:type="character" w:customStyle="1" w:styleId="ListenabsatzZchn">
    <w:name w:val="Listenabsatz Zchn"/>
    <w:aliases w:val="Aufzählung Zchn"/>
    <w:basedOn w:val="Absatz-Standardschriftart"/>
    <w:link w:val="Listenabsatz"/>
    <w:uiPriority w:val="34"/>
    <w:rsid w:val="00BB456F"/>
  </w:style>
  <w:style w:type="paragraph" w:styleId="Zitat">
    <w:name w:val="Quote"/>
    <w:basedOn w:val="Standard"/>
    <w:next w:val="Standard"/>
    <w:link w:val="ZitatZchn"/>
    <w:uiPriority w:val="29"/>
    <w:rsid w:val="00AD027D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D027D"/>
    <w:rPr>
      <w:i/>
    </w:rPr>
  </w:style>
  <w:style w:type="table" w:styleId="EinfacheTabelle4">
    <w:name w:val="Plain Table 4"/>
    <w:basedOn w:val="NormaleTabelle"/>
    <w:uiPriority w:val="44"/>
    <w:rsid w:val="00824E78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mpressum">
    <w:name w:val="Impressum"/>
    <w:basedOn w:val="Standard"/>
    <w:link w:val="ImpressumZchn"/>
    <w:qFormat/>
    <w:rsid w:val="0084766C"/>
    <w:pPr>
      <w:spacing w:line="220" w:lineRule="exact"/>
      <w:jc w:val="both"/>
    </w:pPr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character" w:customStyle="1" w:styleId="ImpressumZchn">
    <w:name w:val="Impressum Zchn"/>
    <w:basedOn w:val="Absatz-Standardschriftart"/>
    <w:link w:val="Impressum"/>
    <w:rsid w:val="0084766C"/>
    <w:rPr>
      <w:rFonts w:asciiTheme="majorHAnsi" w:eastAsiaTheme="majorEastAsia" w:hAnsiTheme="majorHAnsi" w:cstheme="majorBidi"/>
      <w:color w:val="737373" w:themeColor="accent3"/>
      <w:sz w:val="17"/>
      <w:szCs w:val="18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4734"/>
    <w:pPr>
      <w:spacing w:after="120" w:line="240" w:lineRule="auto"/>
    </w:pPr>
    <w:rPr>
      <w:b/>
      <w:color w:val="327A86" w:themeColor="text2"/>
      <w:sz w:val="56"/>
      <w:szCs w:val="56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AB4734"/>
    <w:rPr>
      <w:b/>
      <w:color w:val="327A86" w:themeColor="text2"/>
      <w:sz w:val="56"/>
      <w:szCs w:val="56"/>
      <w:lang w:eastAsia="de-DE"/>
    </w:rPr>
  </w:style>
  <w:style w:type="table" w:styleId="Tabellenraster">
    <w:name w:val="Table Grid"/>
    <w:basedOn w:val="NormaleTabelle"/>
    <w:uiPriority w:val="59"/>
    <w:rsid w:val="00AD0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sflltext">
    <w:name w:val="Ausfülltext"/>
    <w:basedOn w:val="Standard"/>
    <w:link w:val="AusflltextZchn"/>
    <w:qFormat/>
    <w:rsid w:val="00AC7674"/>
    <w:pPr>
      <w:spacing w:line="360" w:lineRule="auto"/>
    </w:pPr>
  </w:style>
  <w:style w:type="character" w:customStyle="1" w:styleId="AusflltextZchn">
    <w:name w:val="Ausfülltext Zchn"/>
    <w:basedOn w:val="Absatz-Standardschriftart"/>
    <w:link w:val="Ausflltext"/>
    <w:rsid w:val="00AC7674"/>
  </w:style>
  <w:style w:type="character" w:customStyle="1" w:styleId="QuelleZchn">
    <w:name w:val="Quelle Zchn"/>
    <w:basedOn w:val="Absatz-Standardschriftart"/>
    <w:link w:val="Quelle"/>
    <w:rsid w:val="005659A1"/>
    <w:rPr>
      <w:color w:val="808080" w:themeColor="background1" w:themeShade="80"/>
      <w:sz w:val="15"/>
      <w:szCs w:val="15"/>
    </w:rPr>
  </w:style>
  <w:style w:type="paragraph" w:customStyle="1" w:styleId="Nummerierung">
    <w:name w:val="Nummerierung"/>
    <w:basedOn w:val="Standard"/>
    <w:link w:val="NummerierungZchn"/>
    <w:qFormat/>
    <w:rsid w:val="007A149C"/>
    <w:rPr>
      <w:b/>
      <w:color w:val="327A86" w:themeColor="text2"/>
    </w:rPr>
  </w:style>
  <w:style w:type="character" w:customStyle="1" w:styleId="NummerierungZchn">
    <w:name w:val="Nummerierung Zchn"/>
    <w:basedOn w:val="Absatz-Standardschriftart"/>
    <w:link w:val="Nummerierung"/>
    <w:rsid w:val="007A149C"/>
    <w:rPr>
      <w:b/>
      <w:color w:val="327A86" w:themeColor="text2"/>
    </w:rPr>
  </w:style>
  <w:style w:type="character" w:styleId="Fett">
    <w:name w:val="Strong"/>
    <w:basedOn w:val="Absatz-Standardschriftart"/>
    <w:uiPriority w:val="22"/>
    <w:rsid w:val="0034350A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5256C6"/>
    <w:pPr>
      <w:tabs>
        <w:tab w:val="left" w:pos="198"/>
      </w:tabs>
      <w:spacing w:line="240" w:lineRule="auto"/>
      <w:ind w:left="198" w:hanging="198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B04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D3CF9"/>
    <w:rPr>
      <w:vertAlign w:val="superscript"/>
    </w:rPr>
  </w:style>
  <w:style w:type="paragraph" w:customStyle="1" w:styleId="SprechbaseBeschreibung">
    <w:name w:val="Sprechbase/Beschreibung"/>
    <w:basedOn w:val="Transcript"/>
    <w:link w:val="SprechbaseBeschreibungZchn"/>
    <w:qFormat/>
    <w:rsid w:val="005D3530"/>
    <w:pPr>
      <w:spacing w:line="240" w:lineRule="auto"/>
    </w:pPr>
    <w:rPr>
      <w:sz w:val="20"/>
      <w:szCs w:val="18"/>
    </w:rPr>
  </w:style>
  <w:style w:type="character" w:customStyle="1" w:styleId="SprechbaseBeschreibungZchn">
    <w:name w:val="Sprechbase/Beschreibung Zchn"/>
    <w:basedOn w:val="Absatz-Standardschriftart"/>
    <w:link w:val="SprechbaseBeschreibung"/>
    <w:rsid w:val="005D3530"/>
    <w:rPr>
      <w:rFonts w:ascii="Calibri" w:eastAsia="Times New Roman" w:hAnsi="Calibri" w:cs="Times New Roman"/>
      <w:color w:val="000000"/>
      <w:sz w:val="20"/>
      <w:szCs w:val="18"/>
      <w:lang w:eastAsia="de-DE"/>
    </w:rPr>
  </w:style>
  <w:style w:type="paragraph" w:customStyle="1" w:styleId="bershrift5">
    <w:name w:val="Übershrift 5"/>
    <w:basedOn w:val="berschrift5"/>
    <w:semiHidden/>
    <w:rsid w:val="009A767B"/>
    <w:rPr>
      <w:color w:val="auto"/>
      <w:sz w:val="14"/>
      <w:szCs w:val="14"/>
    </w:rPr>
  </w:style>
  <w:style w:type="paragraph" w:styleId="Verzeichnis1">
    <w:name w:val="toc 1"/>
    <w:basedOn w:val="Standard"/>
    <w:next w:val="Standard"/>
    <w:autoRedefine/>
    <w:uiPriority w:val="39"/>
    <w:unhideWhenUsed/>
    <w:rsid w:val="000F13CD"/>
    <w:pPr>
      <w:numPr>
        <w:numId w:val="2"/>
      </w:numPr>
      <w:tabs>
        <w:tab w:val="left" w:pos="442"/>
        <w:tab w:val="right" w:pos="9072"/>
      </w:tabs>
      <w:spacing w:before="120" w:line="240" w:lineRule="exact"/>
      <w:ind w:left="340" w:hanging="340"/>
    </w:pPr>
    <w:rPr>
      <w:noProof/>
      <w:color w:val="000000" w:themeColor="text1"/>
      <w:sz w:val="20"/>
    </w:rPr>
  </w:style>
  <w:style w:type="paragraph" w:styleId="Verzeichnis2">
    <w:name w:val="toc 2"/>
    <w:basedOn w:val="Standard"/>
    <w:next w:val="Standard"/>
    <w:autoRedefine/>
    <w:uiPriority w:val="39"/>
    <w:semiHidden/>
    <w:rsid w:val="00DB28DE"/>
    <w:pPr>
      <w:tabs>
        <w:tab w:val="left" w:pos="0"/>
        <w:tab w:val="right" w:leader="dot" w:pos="9070"/>
      </w:tabs>
      <w:ind w:left="340" w:hanging="340"/>
    </w:pPr>
    <w:rPr>
      <w:color w:val="000000" w:themeColor="text1"/>
      <w:sz w:val="18"/>
    </w:rPr>
  </w:style>
  <w:style w:type="character" w:styleId="Hyperlink">
    <w:name w:val="Hyperlink"/>
    <w:basedOn w:val="Absatz-Standardschriftart"/>
    <w:uiPriority w:val="99"/>
    <w:unhideWhenUsed/>
    <w:rsid w:val="00206AA9"/>
    <w:rPr>
      <w:color w:val="327A86" w:themeColor="hyperlink"/>
      <w:u w:val="single"/>
    </w:rPr>
  </w:style>
  <w:style w:type="paragraph" w:styleId="Verzeichnis3">
    <w:name w:val="toc 3"/>
    <w:basedOn w:val="Standard"/>
    <w:next w:val="Standard"/>
    <w:autoRedefine/>
    <w:uiPriority w:val="39"/>
    <w:semiHidden/>
    <w:rsid w:val="008C6C14"/>
    <w:pPr>
      <w:tabs>
        <w:tab w:val="left" w:pos="442"/>
        <w:tab w:val="right" w:leader="dot" w:pos="4536"/>
      </w:tabs>
      <w:spacing w:after="120" w:line="240" w:lineRule="exact"/>
      <w:ind w:left="680" w:hanging="340"/>
      <w:contextualSpacing/>
    </w:pPr>
    <w:rPr>
      <w:rFonts w:eastAsiaTheme="minorEastAsia" w:cs="Times New Roman"/>
      <w:sz w:val="18"/>
      <w:lang w:eastAsia="de-DE"/>
    </w:rPr>
  </w:style>
  <w:style w:type="paragraph" w:styleId="Verzeichnis4">
    <w:name w:val="toc 4"/>
    <w:basedOn w:val="Standard"/>
    <w:next w:val="Standard"/>
    <w:autoRedefine/>
    <w:uiPriority w:val="39"/>
    <w:semiHidden/>
    <w:rsid w:val="006A253B"/>
    <w:pPr>
      <w:spacing w:after="100"/>
      <w:ind w:left="6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B66771"/>
    <w:pPr>
      <w:spacing w:after="100"/>
      <w:ind w:left="176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0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486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869"/>
    <w:rPr>
      <w:rFonts w:ascii="Segoe UI" w:hAnsi="Segoe UI" w:cs="Segoe UI"/>
      <w:sz w:val="18"/>
      <w:szCs w:val="18"/>
    </w:rPr>
  </w:style>
  <w:style w:type="table" w:customStyle="1" w:styleId="EinfacheTabelle41">
    <w:name w:val="Einfache Tabelle 41"/>
    <w:basedOn w:val="NormaleTabelle"/>
    <w:next w:val="EinfacheTabelle4"/>
    <w:uiPriority w:val="44"/>
    <w:rsid w:val="00387E96"/>
    <w:pPr>
      <w:spacing w:after="0" w:line="240" w:lineRule="auto"/>
    </w:pPr>
    <w:rPr>
      <w:rFonts w:asciiTheme="majorHAnsi" w:eastAsiaTheme="majorEastAsia" w:hAnsiTheme="majorHAnsi" w:cstheme="majorBidi"/>
      <w:lang w:eastAsia="de-D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rarbeitung">
    <w:name w:val="Revision"/>
    <w:hidden/>
    <w:uiPriority w:val="99"/>
    <w:semiHidden/>
    <w:rsid w:val="00EA578E"/>
    <w:pPr>
      <w:spacing w:after="0" w:line="240" w:lineRule="auto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53AA"/>
    <w:rPr>
      <w:b/>
      <w:color w:val="327A86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53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MSKTabelle">
    <w:name w:val="MSK_Tabelle"/>
    <w:basedOn w:val="NormaleTabelle"/>
    <w:uiPriority w:val="99"/>
    <w:rsid w:val="001E402C"/>
    <w:pPr>
      <w:spacing w:after="0" w:line="240" w:lineRule="auto"/>
    </w:p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D9D9D9" w:themeFill="background1" w:themeFillShade="D9"/>
      </w:tcPr>
    </w:tblStylePr>
  </w:style>
  <w:style w:type="paragraph" w:customStyle="1" w:styleId="Transcript">
    <w:name w:val="Transcript"/>
    <w:basedOn w:val="Standard"/>
    <w:qFormat/>
    <w:rsid w:val="009D3469"/>
    <w:pPr>
      <w:overflowPunct w:val="0"/>
      <w:autoSpaceDE w:val="0"/>
      <w:autoSpaceDN w:val="0"/>
      <w:adjustRightInd w:val="0"/>
      <w:spacing w:line="276" w:lineRule="auto"/>
      <w:textAlignment w:val="baseline"/>
    </w:pPr>
    <w:rPr>
      <w:rFonts w:ascii="Calibri" w:eastAsia="Times New Roman" w:hAnsi="Calibri" w:cs="Times New Roman"/>
      <w:color w:val="000000"/>
      <w:sz w:val="18"/>
      <w:szCs w:val="16"/>
      <w:lang w:eastAsia="de-DE"/>
    </w:rPr>
  </w:style>
  <w:style w:type="paragraph" w:customStyle="1" w:styleId="Default">
    <w:name w:val="Default"/>
    <w:rsid w:val="008946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1078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367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591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117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405">
          <w:marLeft w:val="112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\Documents\Benutzerdefinierte%20Office-Vorlagen\Sima.dotx" TargetMode="External"/></Relationships>
</file>

<file path=word/theme/theme1.xml><?xml version="1.0" encoding="utf-8"?>
<a:theme xmlns:a="http://schemas.openxmlformats.org/drawingml/2006/main" name="Office">
  <a:themeElements>
    <a:clrScheme name="Design_DZLM">
      <a:dk1>
        <a:sysClr val="windowText" lastClr="000000"/>
      </a:dk1>
      <a:lt1>
        <a:srgbClr val="FFFFFF"/>
      </a:lt1>
      <a:dk2>
        <a:srgbClr val="327A86"/>
      </a:dk2>
      <a:lt2>
        <a:srgbClr val="F8B44F"/>
      </a:lt2>
      <a:accent1>
        <a:srgbClr val="327A86"/>
      </a:accent1>
      <a:accent2>
        <a:srgbClr val="F8B44F"/>
      </a:accent2>
      <a:accent3>
        <a:srgbClr val="737373"/>
      </a:accent3>
      <a:accent4>
        <a:srgbClr val="F8B44F"/>
      </a:accent4>
      <a:accent5>
        <a:srgbClr val="A44168"/>
      </a:accent5>
      <a:accent6>
        <a:srgbClr val="FFFFFF"/>
      </a:accent6>
      <a:hlink>
        <a:srgbClr val="327A86"/>
      </a:hlink>
      <a:folHlink>
        <a:srgbClr val="327A86"/>
      </a:folHlink>
    </a:clrScheme>
    <a:fontScheme name="DZLM_Schrif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ACB64-C31C-4F05-8BC9-1E5731EE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Sima</Template>
  <TotalTime>0</TotalTime>
  <Pages>3</Pages>
  <Words>314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</dc:creator>
  <cp:keywords/>
  <dc:description/>
  <cp:lastModifiedBy>Prisca Theißen</cp:lastModifiedBy>
  <cp:revision>3</cp:revision>
  <dcterms:created xsi:type="dcterms:W3CDTF">2024-04-18T12:12:00Z</dcterms:created>
  <dcterms:modified xsi:type="dcterms:W3CDTF">2024-04-18T12:12:00Z</dcterms:modified>
</cp:coreProperties>
</file>