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61043" w14:textId="541AB9AB" w:rsidR="00E0758C" w:rsidRPr="00E0758C" w:rsidRDefault="00F0051A" w:rsidP="00AB6367">
      <w:pPr>
        <w:rPr>
          <w:lang w:eastAsia="de-DE"/>
        </w:rPr>
      </w:pPr>
      <w:bookmarkStart w:id="0" w:name="_Hlk116917551"/>
      <w:r w:rsidRPr="00E0758C">
        <w:rPr>
          <w:b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617792" behindDoc="1" locked="0" layoutInCell="1" allowOverlap="1" wp14:anchorId="0059447E" wp14:editId="6657700B">
            <wp:simplePos x="0" y="0"/>
            <wp:positionH relativeFrom="margin">
              <wp:posOffset>5005614</wp:posOffset>
            </wp:positionH>
            <wp:positionV relativeFrom="page">
              <wp:posOffset>1064260</wp:posOffset>
            </wp:positionV>
            <wp:extent cx="854888" cy="850165"/>
            <wp:effectExtent l="0" t="0" r="0" b="0"/>
            <wp:wrapTight wrapText="bothSides">
              <wp:wrapPolygon edited="0">
                <wp:start x="9949" y="0"/>
                <wp:lineTo x="7061" y="969"/>
                <wp:lineTo x="2568" y="4197"/>
                <wp:lineTo x="1284" y="10332"/>
                <wp:lineTo x="1284" y="10655"/>
                <wp:lineTo x="3210" y="15498"/>
                <wp:lineTo x="3210" y="16143"/>
                <wp:lineTo x="8666" y="19372"/>
                <wp:lineTo x="12838" y="19372"/>
                <wp:lineTo x="18936" y="15821"/>
                <wp:lineTo x="18936" y="15498"/>
                <wp:lineTo x="21183" y="12592"/>
                <wp:lineTo x="21183" y="6780"/>
                <wp:lineTo x="20862" y="3552"/>
                <wp:lineTo x="18615" y="646"/>
                <wp:lineTo x="16368" y="0"/>
                <wp:lineTo x="9949" y="0"/>
              </wp:wrapPolygon>
            </wp:wrapTight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-MSK-kurz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12" t="1" b="-15148"/>
                    <a:stretch/>
                  </pic:blipFill>
                  <pic:spPr bwMode="auto">
                    <a:xfrm>
                      <a:off x="0" y="0"/>
                      <a:ext cx="854888" cy="850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2C2B3" w14:textId="77777777" w:rsidR="00C33776" w:rsidRDefault="00E0758C" w:rsidP="00AB6367">
      <w:pPr>
        <w:spacing w:after="120" w:line="240" w:lineRule="auto"/>
        <w:rPr>
          <w:b/>
          <w:color w:val="000000"/>
          <w:sz w:val="48"/>
          <w:szCs w:val="48"/>
          <w:lang w:eastAsia="de-DE"/>
        </w:rPr>
      </w:pPr>
      <w:r w:rsidRPr="00E0758C">
        <w:rPr>
          <w:b/>
          <w:color w:val="000000"/>
          <w:sz w:val="72"/>
          <w:szCs w:val="72"/>
          <w:lang w:eastAsia="de-DE"/>
        </w:rPr>
        <w:t>Mathe sicher können</w:t>
      </w:r>
      <w:r w:rsidRPr="00E0758C">
        <w:rPr>
          <w:b/>
          <w:color w:val="000000"/>
          <w:sz w:val="72"/>
          <w:szCs w:val="72"/>
          <w:lang w:eastAsia="de-DE"/>
        </w:rPr>
        <w:br/>
      </w:r>
    </w:p>
    <w:p w14:paraId="154AD740" w14:textId="02FE328B" w:rsidR="00E0758C" w:rsidRPr="00E0758C" w:rsidRDefault="00C33776" w:rsidP="00AB6367">
      <w:pPr>
        <w:spacing w:after="120" w:line="240" w:lineRule="auto"/>
        <w:rPr>
          <w:b/>
          <w:color w:val="000000"/>
          <w:sz w:val="72"/>
          <w:szCs w:val="72"/>
          <w:lang w:eastAsia="de-DE"/>
        </w:rPr>
      </w:pPr>
      <w:r w:rsidRPr="00C33776">
        <w:rPr>
          <w:b/>
          <w:color w:val="000000"/>
          <w:sz w:val="48"/>
          <w:szCs w:val="48"/>
          <w:lang w:eastAsia="de-DE"/>
        </w:rPr>
        <w:t>Differenzierte Übungs</w:t>
      </w:r>
      <w:r>
        <w:rPr>
          <w:b/>
          <w:color w:val="000000"/>
          <w:sz w:val="48"/>
          <w:szCs w:val="48"/>
          <w:lang w:eastAsia="de-DE"/>
        </w:rPr>
        <w:t>aufgaben</w:t>
      </w:r>
      <w:r>
        <w:rPr>
          <w:b/>
          <w:color w:val="000000"/>
          <w:sz w:val="48"/>
          <w:szCs w:val="48"/>
          <w:lang w:eastAsia="de-DE"/>
        </w:rPr>
        <w:br/>
      </w:r>
      <w:r w:rsidRPr="00C33776">
        <w:rPr>
          <w:b/>
          <w:color w:val="000000"/>
          <w:sz w:val="48"/>
          <w:szCs w:val="48"/>
          <w:lang w:eastAsia="de-DE"/>
        </w:rPr>
        <w:t>zur Klassenstunde</w:t>
      </w:r>
    </w:p>
    <w:p w14:paraId="73305DEE" w14:textId="77777777" w:rsidR="00E0758C" w:rsidRDefault="00E0758C" w:rsidP="00AB6367">
      <w:pPr>
        <w:spacing w:after="120" w:line="240" w:lineRule="auto"/>
        <w:rPr>
          <w:b/>
          <w:color w:val="327A86" w:themeColor="text2"/>
          <w:sz w:val="56"/>
          <w:szCs w:val="56"/>
          <w:lang w:eastAsia="de-DE"/>
        </w:rPr>
      </w:pPr>
    </w:p>
    <w:p w14:paraId="21906FB2" w14:textId="186D3D30" w:rsidR="00E0758C" w:rsidRPr="00F0051A" w:rsidRDefault="00E0758C" w:rsidP="00AB6367">
      <w:pPr>
        <w:tabs>
          <w:tab w:val="left" w:pos="8020"/>
        </w:tabs>
        <w:spacing w:after="120" w:line="240" w:lineRule="auto"/>
        <w:rPr>
          <w:b/>
          <w:color w:val="327A86" w:themeColor="text2"/>
          <w:sz w:val="48"/>
          <w:szCs w:val="48"/>
          <w:lang w:eastAsia="de-DE"/>
        </w:rPr>
      </w:pPr>
      <w:r w:rsidRPr="00F0051A">
        <w:rPr>
          <w:b/>
          <w:color w:val="327A86" w:themeColor="text2"/>
          <w:sz w:val="48"/>
          <w:szCs w:val="48"/>
          <w:lang w:eastAsia="de-DE"/>
        </w:rPr>
        <w:t>N</w:t>
      </w:r>
      <w:r w:rsidR="00676B57">
        <w:rPr>
          <w:b/>
          <w:color w:val="327A86" w:themeColor="text2"/>
          <w:sz w:val="48"/>
          <w:szCs w:val="48"/>
          <w:lang w:eastAsia="de-DE"/>
        </w:rPr>
        <w:t>4A</w:t>
      </w:r>
      <w:r w:rsidRPr="00F0051A">
        <w:rPr>
          <w:b/>
          <w:color w:val="327A86" w:themeColor="text2"/>
          <w:sz w:val="48"/>
          <w:szCs w:val="48"/>
          <w:lang w:eastAsia="de-DE"/>
        </w:rPr>
        <w:t xml:space="preserve"> </w:t>
      </w:r>
      <w:r w:rsidR="00676B57">
        <w:rPr>
          <w:b/>
          <w:color w:val="327A86" w:themeColor="text2"/>
          <w:sz w:val="48"/>
          <w:szCs w:val="48"/>
          <w:lang w:eastAsia="de-DE"/>
        </w:rPr>
        <w:t>Multiplikation verstehen</w:t>
      </w:r>
      <w:r w:rsidR="00A70836">
        <w:rPr>
          <w:b/>
          <w:color w:val="327A86" w:themeColor="text2"/>
          <w:sz w:val="48"/>
          <w:szCs w:val="48"/>
          <w:lang w:eastAsia="de-DE"/>
        </w:rPr>
        <w:t xml:space="preserve"> und erklären</w:t>
      </w:r>
    </w:p>
    <w:p w14:paraId="3D19B96F" w14:textId="77777777" w:rsidR="00E0758C" w:rsidRPr="00E0758C" w:rsidRDefault="00E0758C" w:rsidP="00AB6367">
      <w:pPr>
        <w:rPr>
          <w:lang w:eastAsia="de-DE"/>
        </w:rPr>
      </w:pPr>
    </w:p>
    <w:p w14:paraId="5D9C26BE" w14:textId="77777777" w:rsidR="00956CFC" w:rsidRPr="00E0758C" w:rsidRDefault="00956CFC" w:rsidP="00AB6367">
      <w:pPr>
        <w:rPr>
          <w:lang w:eastAsia="de-DE"/>
        </w:rPr>
      </w:pPr>
    </w:p>
    <w:tbl>
      <w:tblPr>
        <w:tblStyle w:val="EinfacheTabelle41"/>
        <w:tblW w:w="9071" w:type="dxa"/>
        <w:jc w:val="center"/>
        <w:tblCellMar>
          <w:left w:w="0" w:type="dxa"/>
          <w:bottom w:w="170" w:type="dxa"/>
          <w:right w:w="0" w:type="dxa"/>
        </w:tblCellMar>
        <w:tblLook w:val="0600" w:firstRow="0" w:lastRow="0" w:firstColumn="0" w:lastColumn="0" w:noHBand="1" w:noVBand="1"/>
      </w:tblPr>
      <w:tblGrid>
        <w:gridCol w:w="1870"/>
        <w:gridCol w:w="3670"/>
        <w:gridCol w:w="3531"/>
      </w:tblGrid>
      <w:tr w:rsidR="00E0758C" w:rsidRPr="00E0758C" w14:paraId="2965D3BD" w14:textId="77777777" w:rsidTr="007A1C42">
        <w:trPr>
          <w:cantSplit/>
          <w:trHeight w:val="838"/>
          <w:jc w:val="center"/>
        </w:trPr>
        <w:tc>
          <w:tcPr>
            <w:tcW w:w="1870" w:type="dxa"/>
          </w:tcPr>
          <w:p w14:paraId="533A86F4" w14:textId="77777777" w:rsidR="00E0758C" w:rsidRPr="00E0758C" w:rsidRDefault="00E0758C" w:rsidP="00AB636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670" w:type="dxa"/>
          </w:tcPr>
          <w:p w14:paraId="07582C57" w14:textId="16567279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  <w:r w:rsidRPr="00E0758C">
              <w:rPr>
                <w:b/>
                <w:noProof/>
                <w:color w:val="327A86" w:themeColor="text2"/>
              </w:rPr>
              <w:drawing>
                <wp:inline distT="0" distB="0" distL="0" distR="0" wp14:anchorId="0E2057A0" wp14:editId="7886A2DC">
                  <wp:extent cx="2330833" cy="1165417"/>
                  <wp:effectExtent l="0" t="0" r="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con-MSK-N1- Stellenwerte verstehe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833" cy="1165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A9B615" w14:textId="77777777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75BB3179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E0758C" w:rsidRPr="00E0758C" w14:paraId="4ABE7552" w14:textId="77777777" w:rsidTr="007A1C42">
        <w:trPr>
          <w:cantSplit/>
          <w:trHeight w:val="68"/>
          <w:jc w:val="center"/>
        </w:trPr>
        <w:tc>
          <w:tcPr>
            <w:tcW w:w="1870" w:type="dxa"/>
          </w:tcPr>
          <w:p w14:paraId="4278B8FA" w14:textId="77777777" w:rsidR="00E0758C" w:rsidRPr="00E0758C" w:rsidRDefault="00E0758C" w:rsidP="00AB6367">
            <w:pPr>
              <w:pStyle w:val="berschrift1"/>
              <w:rPr>
                <w:lang w:eastAsia="en-US"/>
              </w:rPr>
            </w:pPr>
            <w:r w:rsidRPr="00644F56">
              <w:rPr>
                <w:color w:val="327A86" w:themeColor="text2"/>
              </w:rPr>
              <w:t>Inhalt</w:t>
            </w:r>
          </w:p>
        </w:tc>
        <w:tc>
          <w:tcPr>
            <w:tcW w:w="3670" w:type="dxa"/>
          </w:tcPr>
          <w:p w14:paraId="2C5D14F4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09F9AF15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D7375E" w:rsidRPr="00E0758C" w14:paraId="006D8E01" w14:textId="77777777" w:rsidTr="00F309CF">
        <w:trPr>
          <w:cantSplit/>
          <w:jc w:val="center"/>
        </w:trPr>
        <w:tc>
          <w:tcPr>
            <w:tcW w:w="1870" w:type="dxa"/>
          </w:tcPr>
          <w:p w14:paraId="2FC61CC2" w14:textId="4477CF2C" w:rsidR="00D7375E" w:rsidRPr="00E0758C" w:rsidRDefault="00D7375E" w:rsidP="00AB6367">
            <w:pPr>
              <w:pStyle w:val="Nummerierung"/>
              <w:rPr>
                <w:rFonts w:eastAsiaTheme="minorHAnsi"/>
                <w:lang w:eastAsia="en-US"/>
              </w:rPr>
            </w:pPr>
            <w:r w:rsidRPr="00E0758C">
              <w:rPr>
                <w:rFonts w:eastAsiaTheme="minorHAnsi"/>
                <w:lang w:eastAsia="en-US"/>
              </w:rPr>
              <w:t>Baustein N1</w:t>
            </w:r>
            <w:r w:rsidR="00AB584F">
              <w:rPr>
                <w:rFonts w:eastAsiaTheme="minorHAnsi"/>
                <w:lang w:eastAsia="en-US"/>
              </w:rPr>
              <w:t>B</w:t>
            </w:r>
            <w:r w:rsidRPr="00E0758C">
              <w:rPr>
                <w:rFonts w:eastAsiaTheme="minorHAnsi"/>
                <w:lang w:eastAsia="en-US"/>
              </w:rPr>
              <w:t xml:space="preserve"> </w:t>
            </w:r>
          </w:p>
          <w:p w14:paraId="7F6CAE88" w14:textId="0E7E3357" w:rsidR="00D7375E" w:rsidRPr="00E0758C" w:rsidRDefault="00D7375E" w:rsidP="00AB6367">
            <w:pPr>
              <w:pStyle w:val="Nummerierung"/>
            </w:pPr>
          </w:p>
        </w:tc>
        <w:tc>
          <w:tcPr>
            <w:tcW w:w="7201" w:type="dxa"/>
            <w:gridSpan w:val="2"/>
          </w:tcPr>
          <w:p w14:paraId="0412AB02" w14:textId="085B4AAE" w:rsidR="00D7375E" w:rsidRDefault="00D7375E" w:rsidP="00AB6367">
            <w:pPr>
              <w:pStyle w:val="Nummerierung"/>
              <w:rPr>
                <w:rFonts w:eastAsiaTheme="minorHAnsi"/>
                <w:color w:val="000000" w:themeColor="text1"/>
                <w:lang w:eastAsia="en-US"/>
              </w:rPr>
            </w:pPr>
            <w:r w:rsidRPr="00751A89">
              <w:rPr>
                <w:rFonts w:eastAsiaTheme="minorHAnsi"/>
                <w:color w:val="000000" w:themeColor="text1"/>
                <w:lang w:eastAsia="en-US"/>
              </w:rPr>
              <w:t xml:space="preserve">Ich kann </w:t>
            </w:r>
            <w:r w:rsidR="00A70836">
              <w:rPr>
                <w:rFonts w:eastAsiaTheme="minorHAnsi"/>
                <w:color w:val="000000" w:themeColor="text1"/>
                <w:lang w:eastAsia="en-US"/>
              </w:rPr>
              <w:t>Multiplikations-Aufgaben zu Situationen finden und umgekehrt</w:t>
            </w:r>
          </w:p>
          <w:p w14:paraId="207F7E91" w14:textId="6515B91A" w:rsidR="00D7375E" w:rsidRDefault="00D7375E" w:rsidP="00AB6367">
            <w:pPr>
              <w:rPr>
                <w:rFonts w:eastAsiaTheme="minorHAnsi"/>
                <w:color w:val="70BCC9" w:themeColor="text2" w:themeTint="99"/>
                <w:lang w:eastAsia="en-US"/>
              </w:rPr>
            </w:pPr>
            <w:r>
              <w:rPr>
                <w:rFonts w:eastAsiaTheme="minorHAnsi"/>
                <w:color w:val="70BCC9" w:themeColor="text2" w:themeTint="99"/>
                <w:lang w:eastAsia="en-US"/>
              </w:rPr>
              <w:sym w:font="Wingdings" w:char="F06E"/>
            </w:r>
            <w:r>
              <w:rPr>
                <w:rFonts w:eastAsiaTheme="minorHAnsi"/>
                <w:color w:val="70BCC9" w:themeColor="text2" w:themeTint="99"/>
                <w:lang w:eastAsia="en-US"/>
              </w:rPr>
              <w:t xml:space="preserve"> </w:t>
            </w:r>
            <w:r w:rsidR="00AB6367">
              <w:rPr>
                <w:rFonts w:eastAsiaTheme="minorHAnsi"/>
                <w:lang w:eastAsia="en-US"/>
              </w:rPr>
              <w:t>Aufgaben</w:t>
            </w:r>
            <w:r w:rsidR="00E4744F">
              <w:rPr>
                <w:rFonts w:eastAsiaTheme="minorHAnsi"/>
                <w:lang w:eastAsia="en-US"/>
              </w:rPr>
              <w:t xml:space="preserve"> für das Üben im </w:t>
            </w:r>
            <w:r w:rsidR="00C33776">
              <w:rPr>
                <w:rFonts w:eastAsiaTheme="minorHAnsi"/>
                <w:lang w:eastAsia="en-US"/>
              </w:rPr>
              <w:t>Basis</w:t>
            </w:r>
            <w:r w:rsidR="00E4744F">
              <w:rPr>
                <w:rFonts w:eastAsiaTheme="minorHAnsi"/>
                <w:lang w:eastAsia="en-US"/>
              </w:rPr>
              <w:t>niveau</w:t>
            </w:r>
          </w:p>
          <w:p w14:paraId="183A7CD7" w14:textId="04581D35" w:rsidR="00D7375E" w:rsidRPr="00014A1F" w:rsidRDefault="00D7375E" w:rsidP="00AB6367">
            <w:pPr>
              <w:pStyle w:val="Nummerierung"/>
              <w:rPr>
                <w:b w:val="0"/>
                <w:bCs/>
                <w:color w:val="000000"/>
              </w:rPr>
            </w:pPr>
            <w:r w:rsidRPr="00751A89">
              <w:rPr>
                <w:rFonts w:eastAsiaTheme="minorHAnsi"/>
                <w:lang w:eastAsia="en-US"/>
              </w:rPr>
              <w:sym w:font="Wingdings" w:char="F06E"/>
            </w:r>
            <w:r w:rsidRPr="00751A89">
              <w:rPr>
                <w:rFonts w:eastAsiaTheme="minorHAnsi"/>
                <w:lang w:eastAsia="en-US"/>
              </w:rPr>
              <w:t xml:space="preserve"> </w:t>
            </w:r>
            <w:r w:rsidR="00AB6367">
              <w:rPr>
                <w:b w:val="0"/>
                <w:bCs/>
                <w:color w:val="000000" w:themeColor="text1"/>
              </w:rPr>
              <w:t>Aufgaben</w:t>
            </w:r>
            <w:r w:rsidR="00E4744F">
              <w:rPr>
                <w:b w:val="0"/>
                <w:bCs/>
                <w:color w:val="000000" w:themeColor="text1"/>
              </w:rPr>
              <w:t xml:space="preserve"> für das Üben im </w:t>
            </w:r>
            <w:r w:rsidR="00C33776">
              <w:rPr>
                <w:b w:val="0"/>
                <w:bCs/>
                <w:color w:val="000000" w:themeColor="text1"/>
              </w:rPr>
              <w:t>Regel</w:t>
            </w:r>
            <w:r w:rsidR="00E4744F">
              <w:rPr>
                <w:b w:val="0"/>
                <w:bCs/>
                <w:color w:val="000000" w:themeColor="text1"/>
              </w:rPr>
              <w:t>n</w:t>
            </w:r>
            <w:r w:rsidR="00AB6367">
              <w:rPr>
                <w:b w:val="0"/>
                <w:bCs/>
                <w:color w:val="000000" w:themeColor="text1"/>
              </w:rPr>
              <w:t>i</w:t>
            </w:r>
            <w:r w:rsidR="00E4744F">
              <w:rPr>
                <w:b w:val="0"/>
                <w:bCs/>
                <w:color w:val="000000" w:themeColor="text1"/>
              </w:rPr>
              <w:t>veau</w:t>
            </w:r>
          </w:p>
          <w:p w14:paraId="0549EF4A" w14:textId="609531E9" w:rsidR="00D7375E" w:rsidRPr="00751A89" w:rsidRDefault="00D7375E" w:rsidP="00AB6367">
            <w:pPr>
              <w:pStyle w:val="Nummerierung"/>
            </w:pPr>
          </w:p>
        </w:tc>
      </w:tr>
    </w:tbl>
    <w:p w14:paraId="269FCA3A" w14:textId="77777777" w:rsidR="00AB6367" w:rsidRDefault="00AB6367" w:rsidP="00AB6367"/>
    <w:p w14:paraId="209E974D" w14:textId="77777777" w:rsidR="00AB6367" w:rsidRDefault="00AB6367" w:rsidP="00AB6367"/>
    <w:p w14:paraId="68B75167" w14:textId="77777777" w:rsidR="00AB6367" w:rsidRDefault="00AB6367" w:rsidP="00AB6367"/>
    <w:p w14:paraId="26E2FD26" w14:textId="77777777" w:rsidR="00AB6367" w:rsidRDefault="00AB6367" w:rsidP="00AB6367"/>
    <w:p w14:paraId="0D7ADE2D" w14:textId="77777777" w:rsidR="00AB6367" w:rsidRPr="00E0758C" w:rsidRDefault="00AB6367" w:rsidP="00AB6367"/>
    <w:tbl>
      <w:tblPr>
        <w:tblStyle w:val="EinfacheTabelle41"/>
        <w:tblW w:w="9071" w:type="dxa"/>
        <w:jc w:val="center"/>
        <w:tblCellMar>
          <w:top w:w="57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71"/>
        <w:gridCol w:w="7200"/>
      </w:tblGrid>
      <w:tr w:rsidR="00E0758C" w:rsidRPr="00E0758C" w14:paraId="4A65FB65" w14:textId="77777777" w:rsidTr="00C33776">
        <w:trPr>
          <w:cantSplit/>
          <w:jc w:val="center"/>
        </w:trPr>
        <w:tc>
          <w:tcPr>
            <w:tcW w:w="1871" w:type="dxa"/>
          </w:tcPr>
          <w:p w14:paraId="03DAD279" w14:textId="7933FBB7" w:rsidR="00E0758C" w:rsidRPr="00E0758C" w:rsidRDefault="00E0758C" w:rsidP="00C33776">
            <w:pPr>
              <w:spacing w:line="240" w:lineRule="auto"/>
              <w:jc w:val="both"/>
              <w:rPr>
                <w:color w:val="737373" w:themeColor="accent3"/>
                <w:sz w:val="17"/>
                <w:szCs w:val="18"/>
              </w:rPr>
            </w:pPr>
            <w:r w:rsidRPr="00E0758C">
              <w:rPr>
                <w:noProof/>
                <w:color w:val="737373" w:themeColor="accent3"/>
                <w:sz w:val="17"/>
                <w:szCs w:val="18"/>
              </w:rPr>
              <w:drawing>
                <wp:inline distT="0" distB="0" distL="0" distR="0" wp14:anchorId="4C30F1AF" wp14:editId="6022D8A4">
                  <wp:extent cx="829310" cy="292735"/>
                  <wp:effectExtent l="0" t="0" r="889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</w:tcPr>
          <w:p w14:paraId="7CC91CE2" w14:textId="7D14774C" w:rsidR="00E0758C" w:rsidRPr="009B65FF" w:rsidRDefault="00E0758C" w:rsidP="00AE7CD8">
            <w:pPr>
              <w:pStyle w:val="Impressum"/>
              <w:spacing w:line="240" w:lineRule="auto"/>
            </w:pPr>
            <w:r w:rsidRPr="009B65FF">
              <w:t xml:space="preserve">Dieses Material wurde durch </w:t>
            </w:r>
            <w:r w:rsidR="00921BBE">
              <w:t xml:space="preserve">Claudia Ademmer, Anne Tester, Lena Böing und Susanne Prediger aufbauend auf den Förderbaustein von </w:t>
            </w:r>
            <w:proofErr w:type="spellStart"/>
            <w:r w:rsidR="00AE7CD8" w:rsidRPr="00495371">
              <w:t>Akinwunmi</w:t>
            </w:r>
            <w:proofErr w:type="spellEnd"/>
            <w:r w:rsidR="00AE7CD8" w:rsidRPr="00495371">
              <w:t>, Kathrin, Selter, Christoph, Prediger, Susanne, Totaro, Debora &amp; Dohle, Alexandra</w:t>
            </w:r>
            <w:r w:rsidR="003647FB" w:rsidRPr="009B65FF">
              <w:t xml:space="preserve"> </w:t>
            </w:r>
            <w:r w:rsidRPr="009B65FF">
              <w:t>konzipiert Es kann unter der Creative Commons Lizenz BY-NC-SA (Namensnennung – Nicht Kommerziell – Weitergabe unter gleichen Bedingungen) 4.0 International weiterverwendet werden.</w:t>
            </w:r>
          </w:p>
        </w:tc>
      </w:tr>
      <w:tr w:rsidR="00E0758C" w:rsidRPr="003F2680" w14:paraId="183006C7" w14:textId="77777777" w:rsidTr="00F0051A">
        <w:trPr>
          <w:cantSplit/>
          <w:jc w:val="center"/>
        </w:trPr>
        <w:tc>
          <w:tcPr>
            <w:tcW w:w="1871" w:type="dxa"/>
          </w:tcPr>
          <w:p w14:paraId="456A1DBE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Zitierbar als</w:t>
            </w:r>
          </w:p>
        </w:tc>
        <w:tc>
          <w:tcPr>
            <w:tcW w:w="7200" w:type="dxa"/>
          </w:tcPr>
          <w:p w14:paraId="1303E9E1" w14:textId="1C657939" w:rsidR="00E0758C" w:rsidRPr="00014A1F" w:rsidRDefault="00AE7CD8" w:rsidP="00C33776">
            <w:pPr>
              <w:pStyle w:val="Impressum"/>
              <w:spacing w:line="240" w:lineRule="auto"/>
              <w:jc w:val="left"/>
            </w:pPr>
            <w:r>
              <w:t xml:space="preserve">Claudia Ademmer, Anne Tester, Lena Böing, </w:t>
            </w:r>
            <w:r w:rsidR="001235AD">
              <w:t xml:space="preserve">Kathrin </w:t>
            </w:r>
            <w:proofErr w:type="spellStart"/>
            <w:r w:rsidR="001235AD">
              <w:t>Akinwunmi</w:t>
            </w:r>
            <w:proofErr w:type="spellEnd"/>
            <w:r w:rsidRPr="00495371">
              <w:t xml:space="preserve"> </w:t>
            </w:r>
            <w:r w:rsidR="00E0758C" w:rsidRPr="00AE7CD8">
              <w:t>(202</w:t>
            </w:r>
            <w:r>
              <w:t>4</w:t>
            </w:r>
            <w:r w:rsidR="00E0758C" w:rsidRPr="00AE7CD8">
              <w:t xml:space="preserve">). </w:t>
            </w:r>
            <w:r w:rsidR="00E0758C" w:rsidRPr="0084766C">
              <w:t>Mathe sicher können</w:t>
            </w:r>
            <w:r w:rsidR="00921BBE">
              <w:t xml:space="preserve">: Übungsaufgaben zur Klassenstunde </w:t>
            </w:r>
            <w:r w:rsidR="00E0758C" w:rsidRPr="0084766C">
              <w:t>N</w:t>
            </w:r>
            <w:r w:rsidR="00A70836">
              <w:t>4</w:t>
            </w:r>
            <w:r w:rsidR="00921BBE">
              <w:t>A</w:t>
            </w:r>
            <w:r w:rsidR="00E0758C" w:rsidRPr="0084766C">
              <w:t xml:space="preserve">: </w:t>
            </w:r>
            <w:r w:rsidR="00A70836">
              <w:t>Multiplikation</w:t>
            </w:r>
            <w:r w:rsidR="000B5CA3">
              <w:t xml:space="preserve"> verstehen</w:t>
            </w:r>
            <w:r w:rsidR="00014A1F">
              <w:t xml:space="preserve">. </w:t>
            </w:r>
            <w:r w:rsidR="00E0758C" w:rsidRPr="00014A1F">
              <w:t>Open Educational Resources</w:t>
            </w:r>
            <w:r w:rsidR="009B65FF" w:rsidRPr="00014A1F">
              <w:t xml:space="preserve"> </w:t>
            </w:r>
            <w:r w:rsidR="00E0758C" w:rsidRPr="00014A1F">
              <w:t>unter mathe-sicher-koennen.dzlm.de/</w:t>
            </w:r>
            <w:r w:rsidR="009B65FF" w:rsidRPr="00014A1F">
              <w:t>nz#n</w:t>
            </w:r>
            <w:r w:rsidR="00A70836">
              <w:t>4</w:t>
            </w:r>
          </w:p>
        </w:tc>
      </w:tr>
      <w:tr w:rsidR="00E0758C" w:rsidRPr="00E0758C" w14:paraId="67D06DB5" w14:textId="77777777" w:rsidTr="00F0051A">
        <w:trPr>
          <w:cantSplit/>
          <w:jc w:val="center"/>
        </w:trPr>
        <w:tc>
          <w:tcPr>
            <w:tcW w:w="1871" w:type="dxa"/>
          </w:tcPr>
          <w:p w14:paraId="0580AFF4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 xml:space="preserve">Hinweis zu </w:t>
            </w:r>
          </w:p>
          <w:p w14:paraId="34EAC4D6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verwandtem Material</w:t>
            </w:r>
          </w:p>
        </w:tc>
        <w:tc>
          <w:tcPr>
            <w:tcW w:w="7200" w:type="dxa"/>
          </w:tcPr>
          <w:p w14:paraId="285570E3" w14:textId="37DB8C34" w:rsidR="00921BBE" w:rsidRPr="00921BBE" w:rsidRDefault="00921BBE" w:rsidP="00921BBE">
            <w:pPr>
              <w:pStyle w:val="Impressum"/>
            </w:pPr>
            <w:r w:rsidRPr="00921BBE">
              <w:t>Weitere Materialien unter mathe-sicher-koennen.dzlm.de/nz#n</w:t>
            </w:r>
            <w:r w:rsidR="00A70836">
              <w:t>4</w:t>
            </w:r>
          </w:p>
          <w:p w14:paraId="70D87666" w14:textId="77777777" w:rsidR="00921BBE" w:rsidRPr="00921BBE" w:rsidRDefault="00921BBE" w:rsidP="00781E81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Diagnose- und Förderbaustein als Word und PDF</w:t>
            </w:r>
          </w:p>
          <w:p w14:paraId="3B432143" w14:textId="77777777" w:rsidR="00921BBE" w:rsidRPr="00921BBE" w:rsidRDefault="00921BBE" w:rsidP="00781E81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Link zum MSK-Online-Check (digitale Diagnose)</w:t>
            </w:r>
          </w:p>
          <w:p w14:paraId="195FEB12" w14:textId="77777777" w:rsidR="00921BBE" w:rsidRPr="00921BBE" w:rsidRDefault="00921BBE" w:rsidP="00781E81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vollständige Erklärvideos ohne Unterbrechung (auch für die Eltern)</w:t>
            </w:r>
          </w:p>
          <w:p w14:paraId="0FC9E251" w14:textId="77777777" w:rsidR="00921BBE" w:rsidRPr="00921BBE" w:rsidRDefault="00921BBE" w:rsidP="00781E81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 xml:space="preserve">Film zum didaktischen Hintergrund </w:t>
            </w:r>
          </w:p>
          <w:p w14:paraId="3D4DAC1B" w14:textId="733A8A03" w:rsidR="00E0758C" w:rsidRPr="0084766C" w:rsidRDefault="00921BBE" w:rsidP="00781E81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ausführlicher didaktischer Kommentar zum Diagnose- und Förderbaustein</w:t>
            </w:r>
          </w:p>
        </w:tc>
      </w:tr>
    </w:tbl>
    <w:p w14:paraId="400CE224" w14:textId="0E9D7C56" w:rsidR="00C9163F" w:rsidRDefault="00C9163F" w:rsidP="00E474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ectPr w:rsidR="00C9163F" w:rsidSect="00284348">
          <w:headerReference w:type="default" r:id="rId11"/>
          <w:footerReference w:type="default" r:id="rId12"/>
          <w:pgSz w:w="11906" w:h="16838"/>
          <w:pgMar w:top="1474" w:right="1418" w:bottom="1418" w:left="1418" w:header="227" w:footer="567" w:gutter="0"/>
          <w:cols w:space="708"/>
          <w:docGrid w:linePitch="360"/>
        </w:sect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4744F" w14:paraId="59874D2A" w14:textId="77777777" w:rsidTr="00916BB7">
        <w:tc>
          <w:tcPr>
            <w:tcW w:w="9356" w:type="dxa"/>
          </w:tcPr>
          <w:bookmarkEnd w:id="0"/>
          <w:p w14:paraId="1B1D991A" w14:textId="66283255" w:rsidR="00E4744F" w:rsidRPr="001C0C6A" w:rsidRDefault="00E4744F" w:rsidP="00C33776">
            <w:pPr>
              <w:pStyle w:val="berschrift2"/>
            </w:pPr>
            <w:r>
              <w:lastRenderedPageBreak/>
              <w:t xml:space="preserve">Aufgabe </w:t>
            </w:r>
            <w:r w:rsidR="00AB6367">
              <w:t>zum Üben im</w:t>
            </w:r>
            <w:r>
              <w:t xml:space="preserve"> Basisniveau</w:t>
            </w:r>
          </w:p>
        </w:tc>
      </w:tr>
      <w:tr w:rsidR="00E4744F" w14:paraId="69C36CB3" w14:textId="77777777" w:rsidTr="00916BB7">
        <w:trPr>
          <w:trHeight w:val="1091"/>
        </w:trPr>
        <w:tc>
          <w:tcPr>
            <w:tcW w:w="9356" w:type="dxa"/>
          </w:tcPr>
          <w:p w14:paraId="0641B36B" w14:textId="5CEF1BF2" w:rsidR="00A70836" w:rsidRDefault="00A70836" w:rsidP="00C33776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>
              <w:rPr>
                <w:b/>
                <w:bCs/>
                <w:color w:val="327A86" w:themeColor="text2"/>
                <w:lang w:eastAsia="de-DE"/>
              </w:rPr>
              <w:t xml:space="preserve">Finde zu den Rechteckfeldern verschiedene Mal-Aufgaben. </w:t>
            </w:r>
          </w:p>
          <w:p w14:paraId="4D3C5B5E" w14:textId="11CDB2D5" w:rsidR="00921BBE" w:rsidRDefault="00A70836" w:rsidP="00C33776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>
              <w:rPr>
                <w:b/>
                <w:bCs/>
                <w:color w:val="327A86" w:themeColor="text2"/>
                <w:lang w:eastAsia="de-DE"/>
              </w:rPr>
              <w:t xml:space="preserve">Kreise so ein, dass man deine Aufgabe gut sehen kann. </w:t>
            </w:r>
          </w:p>
          <w:tbl>
            <w:tblPr>
              <w:tblStyle w:val="MSKTabelle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3074"/>
              <w:gridCol w:w="3158"/>
              <w:gridCol w:w="3119"/>
            </w:tblGrid>
            <w:tr w:rsidR="00AB584F" w:rsidRPr="00F43829" w14:paraId="2F3B764A" w14:textId="77777777" w:rsidTr="00B41DD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073"/>
              </w:trPr>
              <w:tc>
                <w:tcPr>
                  <w:tcW w:w="3074" w:type="dxa"/>
                  <w:shd w:val="clear" w:color="auto" w:fill="FFFFFF" w:themeFill="background1"/>
                </w:tcPr>
                <w:p w14:paraId="71B8F8AE" w14:textId="2BD5C894" w:rsidR="00AB584F" w:rsidRPr="00B41DDE" w:rsidRDefault="00B41DDE" w:rsidP="00921BB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923968" behindDoc="0" locked="0" layoutInCell="1" allowOverlap="1" wp14:anchorId="437C954E" wp14:editId="02BEA1F2">
                        <wp:simplePos x="0" y="0"/>
                        <wp:positionH relativeFrom="column">
                          <wp:posOffset>59055</wp:posOffset>
                        </wp:positionH>
                        <wp:positionV relativeFrom="paragraph">
                          <wp:posOffset>46152</wp:posOffset>
                        </wp:positionV>
                        <wp:extent cx="1688400" cy="496800"/>
                        <wp:effectExtent l="0" t="0" r="1270" b="0"/>
                        <wp:wrapNone/>
                        <wp:docPr id="1339873553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39873553" name="Grafik 1339873553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8400" cy="496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2753892B" w14:textId="260123BA" w:rsidR="00A70836" w:rsidRPr="00B41DDE" w:rsidRDefault="00A70836" w:rsidP="00921BB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  <w:p w14:paraId="68065E5D" w14:textId="394A13D4" w:rsidR="00A70836" w:rsidRPr="00B41DDE" w:rsidRDefault="00A70836" w:rsidP="00921BB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  <w:p w14:paraId="62D00138" w14:textId="77777777" w:rsidR="00A70836" w:rsidRDefault="00A70836" w:rsidP="00921BBE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A0E90AD" w14:textId="1EA771BF" w:rsidR="00E04092" w:rsidRPr="00B41DDE" w:rsidRDefault="00E04092" w:rsidP="00921BB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  <w:shd w:val="clear" w:color="auto" w:fill="FFFFFF" w:themeFill="background1"/>
                </w:tcPr>
                <w:p w14:paraId="6BD0FBDC" w14:textId="3A7E826F" w:rsidR="00AB584F" w:rsidRPr="00B41DDE" w:rsidRDefault="00A70836" w:rsidP="00921BB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920896" behindDoc="0" locked="0" layoutInCell="1" allowOverlap="1" wp14:anchorId="225EA8C1" wp14:editId="5AFF7E3E">
                        <wp:simplePos x="0" y="0"/>
                        <wp:positionH relativeFrom="column">
                          <wp:posOffset>85725</wp:posOffset>
                        </wp:positionH>
                        <wp:positionV relativeFrom="paragraph">
                          <wp:posOffset>70485</wp:posOffset>
                        </wp:positionV>
                        <wp:extent cx="1701800" cy="432098"/>
                        <wp:effectExtent l="0" t="0" r="0" b="0"/>
                        <wp:wrapNone/>
                        <wp:docPr id="665342208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1174771" name="Grafik 201174771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01800" cy="4320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119" w:type="dxa"/>
                  <w:shd w:val="clear" w:color="auto" w:fill="FFFFFF" w:themeFill="background1"/>
                </w:tcPr>
                <w:p w14:paraId="00BFFD6F" w14:textId="5C1003FB" w:rsidR="00AB584F" w:rsidRPr="00B41DDE" w:rsidRDefault="00E04092" w:rsidP="00921BB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938304" behindDoc="0" locked="0" layoutInCell="1" allowOverlap="1" wp14:anchorId="351DF5EA" wp14:editId="43E8F4AE">
                        <wp:simplePos x="0" y="0"/>
                        <wp:positionH relativeFrom="column">
                          <wp:posOffset>391795</wp:posOffset>
                        </wp:positionH>
                        <wp:positionV relativeFrom="paragraph">
                          <wp:posOffset>85725</wp:posOffset>
                        </wp:positionV>
                        <wp:extent cx="899810" cy="673100"/>
                        <wp:effectExtent l="0" t="0" r="1905" b="0"/>
                        <wp:wrapNone/>
                        <wp:docPr id="1942635914" name="Grafi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2635914" name="Grafik 1942635914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9810" cy="673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AB584F" w14:paraId="191E1B61" w14:textId="77777777" w:rsidTr="00A70836">
              <w:tc>
                <w:tcPr>
                  <w:tcW w:w="3074" w:type="dxa"/>
                </w:tcPr>
                <w:p w14:paraId="1735B0F1" w14:textId="665E9A7B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6EEA39D6" w14:textId="77777777" w:rsidR="007B2B08" w:rsidRDefault="00B41DDE" w:rsidP="00921BBE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Acht Gruppen mit</w:t>
                  </w:r>
                </w:p>
                <w:p w14:paraId="01D1C44A" w14:textId="46100059" w:rsidR="00AB584F" w:rsidRPr="00B41DDE" w:rsidRDefault="00B41DDE" w:rsidP="00921BBE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 je 2 </w:t>
                  </w:r>
                  <w:r w:rsidR="007B2B08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Kästchen</w:t>
                  </w:r>
                  <w:r w:rsidRPr="00B41DDE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</w:p>
                <w:p w14:paraId="0337449F" w14:textId="77777777" w:rsidR="00AB584F" w:rsidRPr="00B41DDE" w:rsidRDefault="00AB584F" w:rsidP="00B41DD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</w:tcPr>
                <w:p w14:paraId="7A503085" w14:textId="08644D6A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555E098C" w14:textId="7D9E69BA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690058BC" w14:textId="77777777" w:rsidR="00AB584F" w:rsidRPr="00B41DDE" w:rsidRDefault="00AB584F" w:rsidP="00921BB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AB584F" w14:paraId="48A51ACB" w14:textId="77777777" w:rsidTr="00A70836">
              <w:tc>
                <w:tcPr>
                  <w:tcW w:w="3074" w:type="dxa"/>
                </w:tcPr>
                <w:p w14:paraId="330D21F8" w14:textId="141D36A7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19DCF6BF" w14:textId="4644F3D4" w:rsidR="00AB584F" w:rsidRPr="00B41DDE" w:rsidRDefault="00B41DDE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Acht 2er</w:t>
                  </w:r>
                  <w:r w:rsidR="00AE7CD8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-Gruppen</w:t>
                  </w:r>
                </w:p>
                <w:p w14:paraId="4CF2B415" w14:textId="77777777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  <w:vAlign w:val="center"/>
                </w:tcPr>
                <w:p w14:paraId="4E2F0FBB" w14:textId="3295A00A" w:rsidR="00AB584F" w:rsidRPr="00E04092" w:rsidRDefault="00E04092" w:rsidP="00921BBE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sz w:val="24"/>
                      <w:szCs w:val="24"/>
                    </w:rPr>
                  </w:pPr>
                  <w:r w:rsidRPr="00E04092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Zwei 8er. </w:t>
                  </w:r>
                </w:p>
              </w:tc>
              <w:tc>
                <w:tcPr>
                  <w:tcW w:w="3119" w:type="dxa"/>
                </w:tcPr>
                <w:p w14:paraId="6EF41E84" w14:textId="0C845EE9" w:rsidR="00AB584F" w:rsidRPr="00B41DDE" w:rsidRDefault="00AB584F" w:rsidP="00921BB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AB584F" w14:paraId="1DC2E64B" w14:textId="77777777" w:rsidTr="00A70836">
              <w:tc>
                <w:tcPr>
                  <w:tcW w:w="3074" w:type="dxa"/>
                </w:tcPr>
                <w:p w14:paraId="0101C620" w14:textId="6042099B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3C1A6E13" w14:textId="14EF988C" w:rsidR="00AB584F" w:rsidRDefault="00B41DDE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t>Mal-Aufgabe</w:t>
                  </w: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:</w:t>
                  </w:r>
                </w:p>
                <w:p w14:paraId="3590D419" w14:textId="77777777" w:rsidR="00B41DDE" w:rsidRDefault="00B41DDE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0E9754AF" w14:textId="0EFA0801" w:rsidR="00B41DDE" w:rsidRPr="00B41DDE" w:rsidRDefault="00B41DDE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_______________________</w:t>
                  </w:r>
                </w:p>
                <w:p w14:paraId="5CFDAE70" w14:textId="77777777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  <w:vAlign w:val="center"/>
                </w:tcPr>
                <w:p w14:paraId="2DA52AD3" w14:textId="77777777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12C02B9A" w14:textId="284657DB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t>Mal-Aufgabe</w:t>
                  </w: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:</w:t>
                  </w:r>
                </w:p>
                <w:p w14:paraId="71557BB3" w14:textId="0E377FCB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77776A2D" w14:textId="77777777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_______________________</w:t>
                  </w:r>
                </w:p>
                <w:p w14:paraId="3BC173CA" w14:textId="77777777" w:rsidR="00AB584F" w:rsidRPr="00B41DDE" w:rsidRDefault="00AB584F" w:rsidP="00921BB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43E44C0D" w14:textId="77777777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3B312C9F" w14:textId="4E91A142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t>Mal-Aufgabe</w:t>
                  </w: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:</w:t>
                  </w:r>
                </w:p>
                <w:p w14:paraId="6889955E" w14:textId="77777777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01342D8A" w14:textId="70BDB398" w:rsidR="00B41DDE" w:rsidRPr="00B41DDE" w:rsidRDefault="00E04092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3 · 4 = 12</w:t>
                  </w:r>
                </w:p>
                <w:p w14:paraId="0B15E1F5" w14:textId="77777777" w:rsidR="00AB584F" w:rsidRPr="00B41DDE" w:rsidRDefault="00AB584F" w:rsidP="00921BB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142C41E7" w14:textId="77777777" w:rsidR="00921BBE" w:rsidRDefault="00921BBE" w:rsidP="00921BBE">
            <w:pPr>
              <w:spacing w:line="240" w:lineRule="auto"/>
            </w:pPr>
          </w:p>
          <w:tbl>
            <w:tblPr>
              <w:tblStyle w:val="MSKTabelle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3074"/>
              <w:gridCol w:w="3158"/>
              <w:gridCol w:w="3119"/>
            </w:tblGrid>
            <w:tr w:rsidR="00B41DDE" w:rsidRPr="00F43829" w14:paraId="2847A782" w14:textId="77777777" w:rsidTr="0054415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073"/>
              </w:trPr>
              <w:tc>
                <w:tcPr>
                  <w:tcW w:w="3074" w:type="dxa"/>
                  <w:shd w:val="clear" w:color="auto" w:fill="FFFFFF" w:themeFill="background1"/>
                </w:tcPr>
                <w:p w14:paraId="088967E9" w14:textId="4FF1DC3C" w:rsidR="00B41DDE" w:rsidRPr="00B41DDE" w:rsidRDefault="00B41DDE" w:rsidP="00B41DD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  <w:p w14:paraId="1A64114A" w14:textId="77777777" w:rsidR="00B41DDE" w:rsidRPr="00B41DDE" w:rsidRDefault="00B41DDE" w:rsidP="00B41DD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  <w:p w14:paraId="0BF80DD7" w14:textId="77777777" w:rsidR="00B41DDE" w:rsidRDefault="00B41DDE" w:rsidP="00B41DDE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4109A543" w14:textId="77777777" w:rsidR="00B41DDE" w:rsidRDefault="00B41DDE" w:rsidP="00B41DDE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688BC9D3" w14:textId="77777777" w:rsidR="00B41DDE" w:rsidRPr="00B41DDE" w:rsidRDefault="00B41DDE" w:rsidP="00B41DD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  <w:p w14:paraId="4637AF4C" w14:textId="77777777" w:rsidR="00B41DDE" w:rsidRPr="00B41DDE" w:rsidRDefault="00B41DDE" w:rsidP="00B41DD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  <w:shd w:val="clear" w:color="auto" w:fill="FFFFFF" w:themeFill="background1"/>
                </w:tcPr>
                <w:p w14:paraId="614CC74E" w14:textId="34ED0B8C" w:rsidR="00B41DDE" w:rsidRPr="00B41DDE" w:rsidRDefault="00B41DDE" w:rsidP="00B41DD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shd w:val="clear" w:color="auto" w:fill="FFFFFF" w:themeFill="background1"/>
                </w:tcPr>
                <w:p w14:paraId="5986ED3A" w14:textId="7082E9CB" w:rsidR="00B41DDE" w:rsidRPr="00B41DDE" w:rsidRDefault="00B41DDE" w:rsidP="00B41DDE">
                  <w:pPr>
                    <w:rPr>
                      <w:rFonts w:cstheme="minorHAnsi"/>
                      <w:b w:val="0"/>
                      <w:sz w:val="24"/>
                      <w:szCs w:val="24"/>
                    </w:rPr>
                  </w:pPr>
                </w:p>
              </w:tc>
            </w:tr>
            <w:tr w:rsidR="00B41DDE" w14:paraId="1BD5F2D5" w14:textId="77777777" w:rsidTr="00544150">
              <w:tc>
                <w:tcPr>
                  <w:tcW w:w="3074" w:type="dxa"/>
                </w:tcPr>
                <w:p w14:paraId="5FF1ED1B" w14:textId="77777777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6CB38F90" w14:textId="77777777" w:rsidR="007B2B08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Drei Gruppen mit </w:t>
                  </w:r>
                </w:p>
                <w:p w14:paraId="5F221E91" w14:textId="2829F548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je 4 </w:t>
                  </w:r>
                  <w:r w:rsidR="007B2B08"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>Kästchen</w:t>
                  </w:r>
                </w:p>
                <w:p w14:paraId="3AFB80E2" w14:textId="3A144764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</w:tcPr>
                <w:p w14:paraId="5D8C40A1" w14:textId="77777777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68985B38" w14:textId="77777777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4050A452" w14:textId="77777777" w:rsidR="00B41DDE" w:rsidRDefault="00B41DDE" w:rsidP="00B41DD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14:paraId="1EDD3AEA" w14:textId="77777777" w:rsidR="007B2B08" w:rsidRDefault="00E04092" w:rsidP="00B41DDE">
                  <w:pPr>
                    <w:pStyle w:val="SprechbaseBeschreibung"/>
                    <w:rPr>
                      <w:rFonts w:asciiTheme="minorHAnsi" w:hAnsiTheme="minorHAnsi" w:cstheme="minorHAnsi"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E04092">
                    <w:rPr>
                      <w:rFonts w:asciiTheme="minorHAnsi" w:hAnsiTheme="minorHAnsi"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6 Gruppen mit </w:t>
                  </w:r>
                </w:p>
                <w:p w14:paraId="37F0616A" w14:textId="1E3CD5A7" w:rsidR="00E04092" w:rsidRPr="00E04092" w:rsidRDefault="00E04092" w:rsidP="00B41DDE">
                  <w:pPr>
                    <w:pStyle w:val="SprechbaseBeschreibung"/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</w:pPr>
                  <w:r w:rsidRPr="00E04092">
                    <w:rPr>
                      <w:rFonts w:asciiTheme="minorHAnsi" w:hAnsiTheme="minorHAnsi"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je 3 </w:t>
                  </w:r>
                  <w:r w:rsidR="007B2B08">
                    <w:rPr>
                      <w:rFonts w:asciiTheme="minorHAnsi" w:hAnsiTheme="minorHAnsi" w:cstheme="minorHAnsi"/>
                      <w:i/>
                      <w:iCs/>
                      <w:color w:val="0070C0"/>
                      <w:sz w:val="24"/>
                      <w:szCs w:val="24"/>
                    </w:rPr>
                    <w:t>Kästchen</w:t>
                  </w:r>
                </w:p>
              </w:tc>
            </w:tr>
            <w:tr w:rsidR="00B41DDE" w14:paraId="18E8A49A" w14:textId="77777777" w:rsidTr="00544150">
              <w:tc>
                <w:tcPr>
                  <w:tcW w:w="3074" w:type="dxa"/>
                </w:tcPr>
                <w:p w14:paraId="79D18841" w14:textId="7C85CBA6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1D9460B3" w14:textId="4BA997E5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>
                    <w:rPr>
                      <w:rFonts w:cstheme="minorHAnsi"/>
                      <w:i/>
                      <w:iCs/>
                      <w:color w:val="0070C0"/>
                      <w:sz w:val="24"/>
                      <w:szCs w:val="24"/>
                    </w:rPr>
                    <w:t xml:space="preserve">Drei 4er. </w:t>
                  </w:r>
                </w:p>
                <w:p w14:paraId="604E7E54" w14:textId="2449F04B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  <w:vAlign w:val="center"/>
                </w:tcPr>
                <w:p w14:paraId="3E514B69" w14:textId="77777777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4FC6CE64" w14:textId="77777777" w:rsidR="00B41DDE" w:rsidRPr="00B41DDE" w:rsidRDefault="00B41DDE" w:rsidP="00B41DD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B41DDE" w14:paraId="63908141" w14:textId="77777777" w:rsidTr="00544150">
              <w:tc>
                <w:tcPr>
                  <w:tcW w:w="3074" w:type="dxa"/>
                </w:tcPr>
                <w:p w14:paraId="2FFF6C5B" w14:textId="5E6720CE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74ECB2AD" w14:textId="43899948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t>Mal-Aufgabe</w:t>
                  </w: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:</w:t>
                  </w:r>
                </w:p>
                <w:p w14:paraId="378F8BF6" w14:textId="0581CD08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18F9329D" w14:textId="31346F0A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_______________________</w:t>
                  </w:r>
                </w:p>
                <w:p w14:paraId="2B176723" w14:textId="348F3E05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3158" w:type="dxa"/>
                  <w:vAlign w:val="center"/>
                </w:tcPr>
                <w:p w14:paraId="2B64DBDE" w14:textId="77777777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3468B852" w14:textId="6C203A2E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t>Mal-Aufgabe</w:t>
                  </w: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:</w:t>
                  </w:r>
                </w:p>
                <w:p w14:paraId="3073E932" w14:textId="77777777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23D89803" w14:textId="555E31CA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4 · 5</w:t>
                  </w: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 = 20 </w:t>
                  </w:r>
                </w:p>
                <w:p w14:paraId="3BDC62BC" w14:textId="531EC2E2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14:paraId="3BAFDA12" w14:textId="77777777" w:rsidR="00B41DDE" w:rsidRDefault="00B41DDE" w:rsidP="00B41DD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14:paraId="644DC4F8" w14:textId="77777777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 w:rsidRPr="00B41DDE">
                    <w:rPr>
                      <w:rFonts w:cstheme="minorHAnsi"/>
                      <w:noProof/>
                      <w:sz w:val="24"/>
                      <w:szCs w:val="24"/>
                    </w:rPr>
                    <w:t>Mal-Aufgabe</w:t>
                  </w: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:</w:t>
                  </w:r>
                </w:p>
                <w:p w14:paraId="168A5588" w14:textId="77777777" w:rsid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</w:p>
                <w:p w14:paraId="54000A69" w14:textId="77777777" w:rsidR="00B41DDE" w:rsidRPr="00B41DDE" w:rsidRDefault="00B41DDE" w:rsidP="00B41DDE">
                  <w:pPr>
                    <w:widowControl w:val="0"/>
                    <w:spacing w:line="240" w:lineRule="auto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>
                    <w:rPr>
                      <w:rFonts w:cstheme="minorHAnsi"/>
                      <w:noProof/>
                      <w:sz w:val="24"/>
                      <w:szCs w:val="24"/>
                    </w:rPr>
                    <w:t>_______________________</w:t>
                  </w:r>
                </w:p>
                <w:p w14:paraId="10C4A8E8" w14:textId="77777777" w:rsidR="00B41DDE" w:rsidRPr="00B41DDE" w:rsidRDefault="00B41DDE" w:rsidP="00B41DDE">
                  <w:pPr>
                    <w:pStyle w:val="SprechbaseBeschreibung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0484198E" w14:textId="389FBC84" w:rsidR="00921BBE" w:rsidRDefault="00921BBE" w:rsidP="00AB584F">
            <w:pPr>
              <w:spacing w:line="240" w:lineRule="auto"/>
            </w:pPr>
            <w:r>
              <w:t xml:space="preserve">            </w:t>
            </w:r>
          </w:p>
          <w:p w14:paraId="4A7E4900" w14:textId="1FFF3579" w:rsidR="00C33776" w:rsidRPr="00E4744F" w:rsidRDefault="00C33776" w:rsidP="00C33776">
            <w:pPr>
              <w:spacing w:after="240"/>
              <w:rPr>
                <w:b/>
                <w:bCs/>
                <w:lang w:eastAsia="de-DE"/>
              </w:rPr>
            </w:pPr>
          </w:p>
        </w:tc>
      </w:tr>
    </w:tbl>
    <w:p w14:paraId="33E8DFDF" w14:textId="77777777" w:rsidR="00C33776" w:rsidRDefault="00C33776">
      <w:r>
        <w:rPr>
          <w:b/>
        </w:rPr>
        <w:br w:type="page"/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33776" w:rsidRPr="001C0C6A" w14:paraId="5A1DC5C4" w14:textId="77777777" w:rsidTr="00C83C29">
        <w:trPr>
          <w:trHeight w:val="817"/>
        </w:trPr>
        <w:tc>
          <w:tcPr>
            <w:tcW w:w="9356" w:type="dxa"/>
          </w:tcPr>
          <w:p w14:paraId="4D97F84F" w14:textId="2CFA994B" w:rsidR="00921BBE" w:rsidRPr="00921BBE" w:rsidRDefault="00C33776" w:rsidP="00C83C29">
            <w:pPr>
              <w:pStyle w:val="berschrift2"/>
            </w:pPr>
            <w:r>
              <w:lastRenderedPageBreak/>
              <w:t>Aufgabe zum Üben im Regelniveau</w:t>
            </w:r>
          </w:p>
        </w:tc>
      </w:tr>
      <w:tr w:rsidR="00D03EB4" w:rsidRPr="001C0C6A" w14:paraId="34A6E103" w14:textId="77777777" w:rsidTr="00D03EB4">
        <w:trPr>
          <w:trHeight w:val="417"/>
        </w:trPr>
        <w:tc>
          <w:tcPr>
            <w:tcW w:w="9356" w:type="dxa"/>
          </w:tcPr>
          <w:p w14:paraId="1CF1B3B3" w14:textId="77777777" w:rsidR="00D03EB4" w:rsidRDefault="00D03EB4" w:rsidP="00D03EB4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>
              <w:rPr>
                <w:b/>
                <w:bCs/>
                <w:color w:val="327A86" w:themeColor="text2"/>
                <w:lang w:eastAsia="de-DE"/>
              </w:rPr>
              <w:t xml:space="preserve">Finde zu den Rechteckfeldern verschiedene Mal-Aufgaben. </w:t>
            </w:r>
          </w:p>
          <w:p w14:paraId="6169D896" w14:textId="1300C95A" w:rsidR="00D03EB4" w:rsidRPr="00D03EB4" w:rsidRDefault="00D03EB4" w:rsidP="00D03EB4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>
              <w:rPr>
                <w:b/>
                <w:bCs/>
                <w:color w:val="327A86" w:themeColor="text2"/>
                <w:lang w:eastAsia="de-DE"/>
              </w:rPr>
              <w:t xml:space="preserve">Kreise so ein, dass man deine Aufgabe gut sehen kann. </w:t>
            </w:r>
          </w:p>
        </w:tc>
      </w:tr>
    </w:tbl>
    <w:tbl>
      <w:tblPr>
        <w:tblStyle w:val="MSKTabelle"/>
        <w:tblW w:w="9351" w:type="dxa"/>
        <w:tblLayout w:type="fixed"/>
        <w:tblLook w:val="04A0" w:firstRow="1" w:lastRow="0" w:firstColumn="1" w:lastColumn="0" w:noHBand="0" w:noVBand="1"/>
      </w:tblPr>
      <w:tblGrid>
        <w:gridCol w:w="3074"/>
        <w:gridCol w:w="3158"/>
        <w:gridCol w:w="3119"/>
      </w:tblGrid>
      <w:tr w:rsidR="00E04092" w:rsidRPr="00F43829" w14:paraId="30C06A88" w14:textId="77777777" w:rsidTr="00544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3"/>
        </w:trPr>
        <w:tc>
          <w:tcPr>
            <w:tcW w:w="3074" w:type="dxa"/>
            <w:shd w:val="clear" w:color="auto" w:fill="FFFFFF" w:themeFill="background1"/>
          </w:tcPr>
          <w:p w14:paraId="1493480A" w14:textId="0FAA1FD8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937280" behindDoc="0" locked="0" layoutInCell="1" allowOverlap="1" wp14:anchorId="5C5D3A1F" wp14:editId="0517F27F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182245</wp:posOffset>
                  </wp:positionV>
                  <wp:extent cx="1688400" cy="496800"/>
                  <wp:effectExtent l="0" t="0" r="1270" b="0"/>
                  <wp:wrapNone/>
                  <wp:docPr id="105359824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9873553" name="Grafik 133987355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400" cy="49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3F5171" w14:textId="26AB2B55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</w:p>
          <w:p w14:paraId="25244387" w14:textId="1194CC80" w:rsidR="00E04092" w:rsidRDefault="00E04092" w:rsidP="00544150">
            <w:pPr>
              <w:rPr>
                <w:rFonts w:cstheme="minorHAnsi"/>
                <w:sz w:val="24"/>
                <w:szCs w:val="24"/>
              </w:rPr>
            </w:pPr>
          </w:p>
          <w:p w14:paraId="7B3F6609" w14:textId="77777777" w:rsidR="00E04092" w:rsidRDefault="00E04092" w:rsidP="00544150">
            <w:pPr>
              <w:rPr>
                <w:rFonts w:cstheme="minorHAnsi"/>
                <w:sz w:val="24"/>
                <w:szCs w:val="24"/>
              </w:rPr>
            </w:pPr>
          </w:p>
          <w:p w14:paraId="3B6FD7D9" w14:textId="77777777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3158" w:type="dxa"/>
            <w:shd w:val="clear" w:color="auto" w:fill="FFFFFF" w:themeFill="background1"/>
          </w:tcPr>
          <w:p w14:paraId="4CB87733" w14:textId="77777777" w:rsidR="00E04092" w:rsidRPr="00E04092" w:rsidRDefault="00E04092" w:rsidP="00544150">
            <w:pPr>
              <w:rPr>
                <w:rFonts w:cstheme="minorHAnsi"/>
                <w:b w:val="0"/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5BC1B16C" w14:textId="621A2177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</w:tr>
      <w:tr w:rsidR="00E04092" w14:paraId="548161D7" w14:textId="77777777" w:rsidTr="00544150">
        <w:tc>
          <w:tcPr>
            <w:tcW w:w="3074" w:type="dxa"/>
          </w:tcPr>
          <w:p w14:paraId="0C6624FA" w14:textId="77777777" w:rsidR="007B2B08" w:rsidRDefault="00E04092" w:rsidP="00E04092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Acht Gruppen mit </w:t>
            </w:r>
          </w:p>
          <w:p w14:paraId="42148CFC" w14:textId="6961DA66" w:rsidR="00E04092" w:rsidRPr="00E04092" w:rsidRDefault="00E04092" w:rsidP="00E04092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je 2 </w:t>
            </w:r>
            <w:r w:rsidR="007B2B08">
              <w:rPr>
                <w:rFonts w:cstheme="minorHAnsi"/>
                <w:i/>
                <w:iCs/>
                <w:color w:val="0070C0"/>
                <w:sz w:val="24"/>
                <w:szCs w:val="24"/>
              </w:rPr>
              <w:t>Kästchen</w:t>
            </w: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>.</w:t>
            </w:r>
          </w:p>
          <w:p w14:paraId="67384953" w14:textId="77777777" w:rsidR="00E04092" w:rsidRPr="00E04092" w:rsidRDefault="00E04092" w:rsidP="00E04092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158" w:type="dxa"/>
          </w:tcPr>
          <w:p w14:paraId="07D30936" w14:textId="77777777" w:rsidR="007B2B08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>Drei Gruppen mit</w:t>
            </w:r>
          </w:p>
          <w:p w14:paraId="5AD02D64" w14:textId="42CA63C2" w:rsidR="00E04092" w:rsidRPr="00E04092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 je _____</w:t>
            </w:r>
            <w:r w:rsidR="007B2B08"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 Kästchen</w:t>
            </w:r>
          </w:p>
          <w:p w14:paraId="4798F20D" w14:textId="77777777" w:rsidR="00E04092" w:rsidRPr="00E04092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43FC0B7" w14:textId="77777777" w:rsidR="007B2B08" w:rsidRDefault="00E04092" w:rsidP="00E04092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0070C0"/>
                <w:sz w:val="24"/>
                <w:szCs w:val="24"/>
              </w:rPr>
              <w:t>_____</w:t>
            </w: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 Gruppen mit</w:t>
            </w:r>
          </w:p>
          <w:p w14:paraId="5C7BDA9B" w14:textId="315C7392" w:rsidR="00E04092" w:rsidRPr="00E04092" w:rsidRDefault="00E04092" w:rsidP="00E04092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 je </w:t>
            </w:r>
            <w:r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6 </w:t>
            </w:r>
            <w:r w:rsidR="007B2B08">
              <w:rPr>
                <w:rFonts w:cstheme="minorHAnsi"/>
                <w:i/>
                <w:iCs/>
                <w:color w:val="0070C0"/>
                <w:sz w:val="24"/>
                <w:szCs w:val="24"/>
              </w:rPr>
              <w:t>Kästchen</w:t>
            </w:r>
          </w:p>
          <w:p w14:paraId="518ACA58" w14:textId="77777777" w:rsidR="00E04092" w:rsidRPr="00B41DDE" w:rsidRDefault="00E04092" w:rsidP="00544150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4092" w14:paraId="5745C739" w14:textId="77777777" w:rsidTr="00544150">
        <w:tc>
          <w:tcPr>
            <w:tcW w:w="3074" w:type="dxa"/>
          </w:tcPr>
          <w:p w14:paraId="553D04C0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</w:p>
          <w:p w14:paraId="02936713" w14:textId="64D5FAE4" w:rsidR="00E04092" w:rsidRPr="00E04092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Acht 2er</w:t>
            </w:r>
            <w:r w:rsidR="00AE7CD8"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-Gruppen</w:t>
            </w:r>
          </w:p>
          <w:p w14:paraId="71E563AD" w14:textId="77777777" w:rsidR="00E04092" w:rsidRPr="00E04092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082DCEA0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05C7D74" w14:textId="77777777" w:rsidR="00E04092" w:rsidRPr="00B41DDE" w:rsidRDefault="00E04092" w:rsidP="00544150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4092" w14:paraId="40243B6C" w14:textId="77777777" w:rsidTr="00544150">
        <w:tc>
          <w:tcPr>
            <w:tcW w:w="3074" w:type="dxa"/>
          </w:tcPr>
          <w:p w14:paraId="2AF8A7C1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20486CFC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1589B92B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5F91743F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_______________________</w:t>
            </w:r>
          </w:p>
          <w:p w14:paraId="6A25759E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3A1E1B58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300BDCDB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522487E3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5E7DF07F" w14:textId="198EB7DA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_____ · _____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>=  24</w:t>
            </w:r>
            <w:proofErr w:type="gramEnd"/>
          </w:p>
          <w:p w14:paraId="20801A98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89069E" w14:textId="77777777" w:rsidR="00E04092" w:rsidRDefault="00E04092" w:rsidP="00544150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A0FC68" w14:textId="77777777" w:rsidR="00E04092" w:rsidRDefault="00E04092" w:rsidP="00E04092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5AFFD328" w14:textId="77777777" w:rsidR="00E04092" w:rsidRDefault="00E04092" w:rsidP="00E04092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23549A46" w14:textId="77777777" w:rsidR="00E04092" w:rsidRPr="00B41DDE" w:rsidRDefault="00E04092" w:rsidP="00E04092">
            <w:pPr>
              <w:widowControl w:val="0"/>
              <w:spacing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_____ · _____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>=  24</w:t>
            </w:r>
            <w:proofErr w:type="gramEnd"/>
          </w:p>
          <w:p w14:paraId="38FC3FB1" w14:textId="77777777" w:rsidR="00E04092" w:rsidRPr="00B41DDE" w:rsidRDefault="00E04092" w:rsidP="00544150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50DA2F2" w14:textId="1DC0E79E" w:rsidR="00E4744F" w:rsidRDefault="00E4744F" w:rsidP="00E04092"/>
    <w:tbl>
      <w:tblPr>
        <w:tblStyle w:val="MSKTabelle"/>
        <w:tblW w:w="9351" w:type="dxa"/>
        <w:tblLayout w:type="fixed"/>
        <w:tblLook w:val="04A0" w:firstRow="1" w:lastRow="0" w:firstColumn="1" w:lastColumn="0" w:noHBand="0" w:noVBand="1"/>
      </w:tblPr>
      <w:tblGrid>
        <w:gridCol w:w="3074"/>
        <w:gridCol w:w="3158"/>
        <w:gridCol w:w="3119"/>
      </w:tblGrid>
      <w:tr w:rsidR="00E04092" w:rsidRPr="00F43829" w14:paraId="63CAF936" w14:textId="77777777" w:rsidTr="00544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3"/>
        </w:trPr>
        <w:tc>
          <w:tcPr>
            <w:tcW w:w="3074" w:type="dxa"/>
            <w:shd w:val="clear" w:color="auto" w:fill="FFFFFF" w:themeFill="background1"/>
          </w:tcPr>
          <w:p w14:paraId="058FA1F9" w14:textId="2A545CF3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935232" behindDoc="0" locked="0" layoutInCell="1" allowOverlap="1" wp14:anchorId="26EFD5E8" wp14:editId="2560B619">
                  <wp:simplePos x="0" y="0"/>
                  <wp:positionH relativeFrom="column">
                    <wp:posOffset>199441</wp:posOffset>
                  </wp:positionH>
                  <wp:positionV relativeFrom="paragraph">
                    <wp:posOffset>72517</wp:posOffset>
                  </wp:positionV>
                  <wp:extent cx="1385537" cy="929031"/>
                  <wp:effectExtent l="0" t="0" r="0" b="0"/>
                  <wp:wrapNone/>
                  <wp:docPr id="27656167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326863" name="Grafik 54332686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37" cy="929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4586D9" w14:textId="0F076903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</w:p>
          <w:p w14:paraId="70533847" w14:textId="77777777" w:rsidR="00E04092" w:rsidRDefault="00E04092" w:rsidP="00544150">
            <w:pPr>
              <w:rPr>
                <w:rFonts w:cstheme="minorHAnsi"/>
                <w:sz w:val="24"/>
                <w:szCs w:val="24"/>
              </w:rPr>
            </w:pPr>
          </w:p>
          <w:p w14:paraId="43A2E8F7" w14:textId="77777777" w:rsidR="00E04092" w:rsidRDefault="00E04092" w:rsidP="00544150">
            <w:pPr>
              <w:rPr>
                <w:rFonts w:cstheme="minorHAnsi"/>
                <w:sz w:val="24"/>
                <w:szCs w:val="24"/>
              </w:rPr>
            </w:pPr>
          </w:p>
          <w:p w14:paraId="5BD0183B" w14:textId="77777777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</w:p>
          <w:p w14:paraId="593E7ABB" w14:textId="77777777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3158" w:type="dxa"/>
            <w:shd w:val="clear" w:color="auto" w:fill="FFFFFF" w:themeFill="background1"/>
          </w:tcPr>
          <w:p w14:paraId="4CF735F8" w14:textId="2DE1688D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933184" behindDoc="0" locked="0" layoutInCell="1" allowOverlap="1" wp14:anchorId="3B74C024" wp14:editId="2716C1AB">
                  <wp:simplePos x="0" y="0"/>
                  <wp:positionH relativeFrom="column">
                    <wp:posOffset>280213</wp:posOffset>
                  </wp:positionH>
                  <wp:positionV relativeFrom="paragraph">
                    <wp:posOffset>70660</wp:posOffset>
                  </wp:positionV>
                  <wp:extent cx="1385537" cy="929031"/>
                  <wp:effectExtent l="0" t="0" r="0" b="0"/>
                  <wp:wrapNone/>
                  <wp:docPr id="173209345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326863" name="Grafik 54332686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37" cy="929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  <w:shd w:val="clear" w:color="auto" w:fill="FFFFFF" w:themeFill="background1"/>
          </w:tcPr>
          <w:p w14:paraId="42DE435C" w14:textId="6F3220C1" w:rsidR="00E04092" w:rsidRPr="00B41DDE" w:rsidRDefault="00E04092" w:rsidP="00544150">
            <w:pPr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931136" behindDoc="0" locked="0" layoutInCell="1" allowOverlap="1" wp14:anchorId="3FCE1852" wp14:editId="6E535778">
                  <wp:simplePos x="0" y="0"/>
                  <wp:positionH relativeFrom="column">
                    <wp:posOffset>227736</wp:posOffset>
                  </wp:positionH>
                  <wp:positionV relativeFrom="paragraph">
                    <wp:posOffset>70282</wp:posOffset>
                  </wp:positionV>
                  <wp:extent cx="1385537" cy="929031"/>
                  <wp:effectExtent l="0" t="0" r="0" b="0"/>
                  <wp:wrapNone/>
                  <wp:docPr id="99454364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326863" name="Grafik 54332686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37" cy="929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04092" w14:paraId="7516C458" w14:textId="77777777" w:rsidTr="00544150">
        <w:tc>
          <w:tcPr>
            <w:tcW w:w="3074" w:type="dxa"/>
          </w:tcPr>
          <w:p w14:paraId="7CC76FD2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  <w:p w14:paraId="2F943764" w14:textId="77777777" w:rsidR="007B2B08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0070C0"/>
                <w:sz w:val="24"/>
                <w:szCs w:val="24"/>
              </w:rPr>
              <w:t>Drei Gruppen mit</w:t>
            </w:r>
          </w:p>
          <w:p w14:paraId="0A19B803" w14:textId="2AB9A8FA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 je 6 </w:t>
            </w:r>
            <w:r w:rsidR="007B2B08">
              <w:rPr>
                <w:rFonts w:cstheme="minorHAnsi"/>
                <w:i/>
                <w:iCs/>
                <w:color w:val="0070C0"/>
                <w:sz w:val="24"/>
                <w:szCs w:val="24"/>
              </w:rPr>
              <w:t>Kästchen</w:t>
            </w:r>
          </w:p>
          <w:p w14:paraId="17B51426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58" w:type="dxa"/>
          </w:tcPr>
          <w:p w14:paraId="18D2AD1B" w14:textId="77777777" w:rsidR="00E04092" w:rsidRPr="00E04092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  <w:p w14:paraId="67BA471C" w14:textId="77777777" w:rsidR="007B2B08" w:rsidRDefault="00E04092" w:rsidP="00E04092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>Sechs Gruppen mit</w:t>
            </w:r>
          </w:p>
          <w:p w14:paraId="59C914AF" w14:textId="641DD67C" w:rsidR="00E04092" w:rsidRPr="00E04092" w:rsidRDefault="00E04092" w:rsidP="00E04092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color w:val="0070C0"/>
                <w:sz w:val="24"/>
                <w:szCs w:val="24"/>
              </w:rPr>
              <w:t xml:space="preserve"> je _____ </w:t>
            </w:r>
            <w:r w:rsidR="007B2B08">
              <w:rPr>
                <w:rFonts w:cstheme="minorHAnsi"/>
                <w:i/>
                <w:iCs/>
                <w:color w:val="0070C0"/>
                <w:sz w:val="24"/>
                <w:szCs w:val="24"/>
              </w:rPr>
              <w:t>Kästchen</w:t>
            </w:r>
          </w:p>
          <w:p w14:paraId="65479A3B" w14:textId="77777777" w:rsidR="00E04092" w:rsidRPr="00E04092" w:rsidRDefault="00E04092" w:rsidP="00544150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203C0D" w14:textId="77777777" w:rsidR="00E04092" w:rsidRPr="00E04092" w:rsidRDefault="00E04092" w:rsidP="00544150">
            <w:pPr>
              <w:pStyle w:val="SprechbaseBeschreibung"/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</w:pPr>
          </w:p>
          <w:p w14:paraId="44369B7C" w14:textId="77777777" w:rsidR="007B2B08" w:rsidRDefault="00E04092" w:rsidP="00544150">
            <w:pPr>
              <w:pStyle w:val="SprechbaseBeschreibung"/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</w:pPr>
            <w:r w:rsidRPr="00E04092"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  <w:t xml:space="preserve">__________ Gruppen mit </w:t>
            </w:r>
          </w:p>
          <w:p w14:paraId="06F4B6D5" w14:textId="6AC727D6" w:rsidR="00E04092" w:rsidRPr="00E04092" w:rsidRDefault="007B2B08" w:rsidP="007B2B08">
            <w:pPr>
              <w:pStyle w:val="SprechbaseBeschreibung"/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  <w:t>j</w:t>
            </w:r>
            <w:r w:rsidR="00E04092" w:rsidRPr="00E04092"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  <w:t xml:space="preserve"> </w:t>
            </w:r>
            <w:r w:rsidR="00E04092" w:rsidRPr="00E04092"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  <w:t xml:space="preserve">2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  <w:szCs w:val="24"/>
              </w:rPr>
              <w:t>Kästchen</w:t>
            </w:r>
          </w:p>
        </w:tc>
      </w:tr>
      <w:tr w:rsidR="00E04092" w14:paraId="4A5F7914" w14:textId="77777777" w:rsidTr="00544150">
        <w:tc>
          <w:tcPr>
            <w:tcW w:w="3074" w:type="dxa"/>
          </w:tcPr>
          <w:p w14:paraId="0577624D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197A5828" w14:textId="77777777" w:rsidR="00E04092" w:rsidRPr="00B41DDE" w:rsidRDefault="00E04092" w:rsidP="00E04092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0594BB65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E5C265" w14:textId="77777777" w:rsidR="00E04092" w:rsidRPr="00B41DDE" w:rsidRDefault="00E04092" w:rsidP="00544150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4092" w14:paraId="636E807A" w14:textId="77777777" w:rsidTr="00544150">
        <w:tc>
          <w:tcPr>
            <w:tcW w:w="3074" w:type="dxa"/>
          </w:tcPr>
          <w:p w14:paraId="4BB4CCAE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721D15EF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60DF7326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77516646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_______________________</w:t>
            </w:r>
          </w:p>
          <w:p w14:paraId="08CD73BC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4CDDA0C7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6D6DD5F2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250F53AA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622B965F" w14:textId="77777777" w:rsidR="00E04092" w:rsidRPr="00B41DDE" w:rsidRDefault="00E04092" w:rsidP="00E04092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_______________________</w:t>
            </w:r>
          </w:p>
          <w:p w14:paraId="48E2B2B2" w14:textId="77777777" w:rsidR="00E04092" w:rsidRPr="00B41DDE" w:rsidRDefault="00E04092" w:rsidP="00E04092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EE43AF" w14:textId="77777777" w:rsidR="00E04092" w:rsidRDefault="00E04092" w:rsidP="00544150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A7756E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3950C32B" w14:textId="77777777" w:rsidR="00E04092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6A5C2A07" w14:textId="77777777" w:rsidR="00E04092" w:rsidRPr="00B41DDE" w:rsidRDefault="00E04092" w:rsidP="00544150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_______________________</w:t>
            </w:r>
          </w:p>
          <w:p w14:paraId="6CC52D7A" w14:textId="77777777" w:rsidR="00E04092" w:rsidRPr="00B41DDE" w:rsidRDefault="00E04092" w:rsidP="00544150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BBF415" w14:textId="77777777" w:rsidR="00E04092" w:rsidRDefault="00E04092" w:rsidP="00E04092"/>
    <w:p w14:paraId="2E6419B1" w14:textId="77777777" w:rsidR="00D03EB4" w:rsidRDefault="00D03EB4" w:rsidP="00E04092"/>
    <w:p w14:paraId="5F3AA1B8" w14:textId="77777777" w:rsidR="00D03EB4" w:rsidRDefault="00D03EB4" w:rsidP="00E04092"/>
    <w:p w14:paraId="4B4AD0A3" w14:textId="77777777" w:rsidR="00D03EB4" w:rsidRDefault="00D03EB4" w:rsidP="00E04092"/>
    <w:tbl>
      <w:tblPr>
        <w:tblStyle w:val="MSKTabelle"/>
        <w:tblW w:w="9351" w:type="dxa"/>
        <w:tblLayout w:type="fixed"/>
        <w:tblLook w:val="04A0" w:firstRow="1" w:lastRow="0" w:firstColumn="1" w:lastColumn="0" w:noHBand="0" w:noVBand="1"/>
      </w:tblPr>
      <w:tblGrid>
        <w:gridCol w:w="3074"/>
        <w:gridCol w:w="3158"/>
        <w:gridCol w:w="3119"/>
      </w:tblGrid>
      <w:tr w:rsidR="00D03EB4" w:rsidRPr="00F43829" w14:paraId="716AD12C" w14:textId="77777777" w:rsidTr="00D03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3"/>
        </w:trPr>
        <w:tc>
          <w:tcPr>
            <w:tcW w:w="3074" w:type="dxa"/>
            <w:shd w:val="clear" w:color="auto" w:fill="FFFFFF" w:themeFill="background1"/>
          </w:tcPr>
          <w:p w14:paraId="547F1FEB" w14:textId="60FFF400" w:rsidR="00D03EB4" w:rsidRPr="00B41DDE" w:rsidRDefault="00D03EB4" w:rsidP="00434CFD">
            <w:pPr>
              <w:rPr>
                <w:rFonts w:cstheme="minorHAnsi"/>
                <w:b w:val="0"/>
                <w:sz w:val="24"/>
                <w:szCs w:val="24"/>
              </w:rPr>
            </w:pPr>
          </w:p>
          <w:p w14:paraId="2BF86CF0" w14:textId="77777777" w:rsidR="00D03EB4" w:rsidRPr="00B41DDE" w:rsidRDefault="00D03EB4" w:rsidP="00434CFD">
            <w:pPr>
              <w:rPr>
                <w:rFonts w:cstheme="minorHAnsi"/>
                <w:b w:val="0"/>
                <w:sz w:val="24"/>
                <w:szCs w:val="24"/>
              </w:rPr>
            </w:pPr>
          </w:p>
          <w:p w14:paraId="74780E13" w14:textId="77777777" w:rsidR="00D03EB4" w:rsidRDefault="00D03EB4" w:rsidP="00434CFD">
            <w:pPr>
              <w:rPr>
                <w:rFonts w:cstheme="minorHAnsi"/>
                <w:b w:val="0"/>
                <w:sz w:val="24"/>
                <w:szCs w:val="24"/>
              </w:rPr>
            </w:pPr>
          </w:p>
          <w:p w14:paraId="15DFA13C" w14:textId="77777777" w:rsidR="00403404" w:rsidRDefault="00403404" w:rsidP="00434CFD">
            <w:pPr>
              <w:rPr>
                <w:rFonts w:cstheme="minorHAnsi"/>
                <w:sz w:val="24"/>
                <w:szCs w:val="24"/>
              </w:rPr>
            </w:pPr>
          </w:p>
          <w:p w14:paraId="3CC0D568" w14:textId="77777777" w:rsidR="00D03EB4" w:rsidRDefault="00D03EB4" w:rsidP="00434CFD">
            <w:pPr>
              <w:rPr>
                <w:rFonts w:cstheme="minorHAnsi"/>
                <w:sz w:val="24"/>
                <w:szCs w:val="24"/>
              </w:rPr>
            </w:pPr>
          </w:p>
          <w:p w14:paraId="4CC7BCD7" w14:textId="77777777" w:rsidR="00D03EB4" w:rsidRPr="00B41DDE" w:rsidRDefault="00D03EB4" w:rsidP="00434CFD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3158" w:type="dxa"/>
            <w:shd w:val="clear" w:color="auto" w:fill="FFFFFF" w:themeFill="background1"/>
          </w:tcPr>
          <w:p w14:paraId="25A45794" w14:textId="77777777" w:rsidR="00D03EB4" w:rsidRPr="00E04092" w:rsidRDefault="00D03EB4" w:rsidP="00434CFD">
            <w:pPr>
              <w:rPr>
                <w:rFonts w:cstheme="minorHAnsi"/>
                <w:b w:val="0"/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2CC08995" w14:textId="77777777" w:rsidR="00D03EB4" w:rsidRPr="00B41DDE" w:rsidRDefault="00D03EB4" w:rsidP="00434CFD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</w:tr>
      <w:tr w:rsidR="00D03EB4" w14:paraId="7D95C2C8" w14:textId="77777777" w:rsidTr="00D03EB4">
        <w:tc>
          <w:tcPr>
            <w:tcW w:w="3074" w:type="dxa"/>
          </w:tcPr>
          <w:p w14:paraId="4E850063" w14:textId="77777777" w:rsidR="00D03EB4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  <w:p w14:paraId="67B5629A" w14:textId="77777777" w:rsidR="005E3530" w:rsidRDefault="005E3530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  <w:p w14:paraId="4285CC0B" w14:textId="77777777" w:rsidR="005E3530" w:rsidRDefault="005E3530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  <w:p w14:paraId="2E0F4EDE" w14:textId="77777777" w:rsidR="005E3530" w:rsidRPr="00E04092" w:rsidRDefault="005E3530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158" w:type="dxa"/>
          </w:tcPr>
          <w:p w14:paraId="3098942D" w14:textId="77777777" w:rsidR="00D03EB4" w:rsidRPr="00E04092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8AF760" w14:textId="77777777" w:rsidR="00D03EB4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  <w:p w14:paraId="20AEEFBB" w14:textId="77777777" w:rsidR="00D03EB4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color w:val="0070C0"/>
                <w:sz w:val="24"/>
                <w:szCs w:val="24"/>
              </w:rPr>
            </w:pPr>
          </w:p>
          <w:p w14:paraId="7F5F142B" w14:textId="1391CC2F" w:rsidR="00D03EB4" w:rsidRPr="00B41DDE" w:rsidRDefault="00D03EB4" w:rsidP="00D03EB4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03EB4" w14:paraId="64BF3C24" w14:textId="77777777" w:rsidTr="00D03EB4">
        <w:tc>
          <w:tcPr>
            <w:tcW w:w="3074" w:type="dxa"/>
          </w:tcPr>
          <w:p w14:paraId="755E7AF3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</w:p>
          <w:p w14:paraId="449FA5B4" w14:textId="24F774A2" w:rsidR="00D03EB4" w:rsidRPr="00E04092" w:rsidRDefault="00D03EB4" w:rsidP="00434CFD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  <w:r w:rsidRPr="00E04092"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 xml:space="preserve">Acht </w:t>
            </w:r>
            <w:r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5</w:t>
            </w:r>
            <w:r w:rsidRPr="00E04092"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er</w:t>
            </w:r>
          </w:p>
          <w:p w14:paraId="3BA4B3BF" w14:textId="77777777" w:rsidR="00D03EB4" w:rsidRPr="00E04092" w:rsidRDefault="00D03EB4" w:rsidP="00434CFD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</w:p>
        </w:tc>
        <w:tc>
          <w:tcPr>
            <w:tcW w:w="3158" w:type="dxa"/>
          </w:tcPr>
          <w:p w14:paraId="10DB9925" w14:textId="77777777" w:rsidR="00D03EB4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</w:p>
          <w:p w14:paraId="28B4CE5D" w14:textId="791160D4" w:rsidR="00D03EB4" w:rsidRPr="00E04092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  <w:r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Fünf</w:t>
            </w:r>
            <w:r w:rsidRPr="00E04092"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1</w:t>
            </w:r>
            <w:r w:rsidRPr="00E04092"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2er</w:t>
            </w:r>
          </w:p>
          <w:p w14:paraId="3890798F" w14:textId="77777777" w:rsidR="00D03EB4" w:rsidRPr="00B41DDE" w:rsidRDefault="00D03EB4" w:rsidP="00434CFD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B9B2CD" w14:textId="77777777" w:rsidR="00D03EB4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</w:p>
          <w:p w14:paraId="538EEA3F" w14:textId="38F04D8E" w:rsidR="00D03EB4" w:rsidRPr="00E04092" w:rsidRDefault="00D03EB4" w:rsidP="00D03EB4">
            <w:pPr>
              <w:widowControl w:val="0"/>
              <w:spacing w:line="240" w:lineRule="auto"/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</w:pPr>
            <w:r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Drei 5</w:t>
            </w:r>
            <w:r w:rsidRPr="00E04092"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>er</w:t>
            </w:r>
            <w:r>
              <w:rPr>
                <w:rFonts w:cstheme="minorHAnsi"/>
                <w:i/>
                <w:iCs/>
                <w:noProof/>
                <w:color w:val="0070C0"/>
                <w:sz w:val="24"/>
                <w:szCs w:val="24"/>
              </w:rPr>
              <w:t xml:space="preserve"> und zwei 5er</w:t>
            </w:r>
          </w:p>
          <w:p w14:paraId="19942E41" w14:textId="77777777" w:rsidR="00D03EB4" w:rsidRPr="00B41DDE" w:rsidRDefault="00D03EB4" w:rsidP="00434CFD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3EB4" w14:paraId="7E146F02" w14:textId="77777777" w:rsidTr="00D03EB4">
        <w:tc>
          <w:tcPr>
            <w:tcW w:w="3074" w:type="dxa"/>
          </w:tcPr>
          <w:p w14:paraId="17732AB1" w14:textId="77777777" w:rsidR="00D03EB4" w:rsidRPr="00B41DDE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38397436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0F2C0008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2609E02A" w14:textId="77777777" w:rsidR="00D03EB4" w:rsidRPr="00B41DDE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_______________________</w:t>
            </w:r>
          </w:p>
          <w:p w14:paraId="63E97A01" w14:textId="77777777" w:rsidR="00D03EB4" w:rsidRPr="00B41DDE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</w:tc>
        <w:tc>
          <w:tcPr>
            <w:tcW w:w="3158" w:type="dxa"/>
          </w:tcPr>
          <w:p w14:paraId="0EFA74E6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39634AAF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3134FF15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4F29DAFF" w14:textId="647EDC3D" w:rsidR="00D03EB4" w:rsidRPr="00D03EB4" w:rsidRDefault="00D03EB4" w:rsidP="00D03EB4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  <w:r w:rsidRPr="00D03EB4">
              <w:rPr>
                <w:rFonts w:cstheme="minorHAnsi"/>
                <w:sz w:val="24"/>
                <w:szCs w:val="24"/>
              </w:rPr>
              <w:t>________________________</w:t>
            </w:r>
          </w:p>
        </w:tc>
        <w:tc>
          <w:tcPr>
            <w:tcW w:w="3119" w:type="dxa"/>
          </w:tcPr>
          <w:p w14:paraId="13C340D5" w14:textId="77777777" w:rsidR="00D03EB4" w:rsidRDefault="00D03EB4" w:rsidP="00434CFD">
            <w:pPr>
              <w:pStyle w:val="SprechbaseBeschreibu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9AD6D6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  <w:r w:rsidRPr="00B41DDE">
              <w:rPr>
                <w:rFonts w:cstheme="minorHAnsi"/>
                <w:noProof/>
                <w:sz w:val="24"/>
                <w:szCs w:val="24"/>
              </w:rPr>
              <w:t>Mal-Aufgabe</w:t>
            </w:r>
            <w:r>
              <w:rPr>
                <w:rFonts w:cstheme="minorHAnsi"/>
                <w:noProof/>
                <w:sz w:val="24"/>
                <w:szCs w:val="24"/>
              </w:rPr>
              <w:t>:</w:t>
            </w:r>
          </w:p>
          <w:p w14:paraId="0330B713" w14:textId="77777777" w:rsidR="00D03EB4" w:rsidRDefault="00D03EB4" w:rsidP="00434CFD">
            <w:pPr>
              <w:widowControl w:val="0"/>
              <w:spacing w:line="240" w:lineRule="auto"/>
              <w:rPr>
                <w:rFonts w:cstheme="minorHAnsi"/>
                <w:noProof/>
                <w:sz w:val="24"/>
                <w:szCs w:val="24"/>
              </w:rPr>
            </w:pPr>
          </w:p>
          <w:p w14:paraId="3CEA282F" w14:textId="4EB06AD9" w:rsidR="00D03EB4" w:rsidRPr="00D03EB4" w:rsidRDefault="00D03EB4" w:rsidP="00D03EB4">
            <w:pPr>
              <w:widowControl w:val="0"/>
              <w:spacing w:line="240" w:lineRule="auto"/>
              <w:rPr>
                <w:rFonts w:cstheme="minorHAnsi"/>
                <w:sz w:val="24"/>
                <w:szCs w:val="24"/>
              </w:rPr>
            </w:pPr>
            <w:r w:rsidRPr="00D03EB4">
              <w:rPr>
                <w:rFonts w:cstheme="minorHAnsi"/>
                <w:sz w:val="24"/>
                <w:szCs w:val="24"/>
              </w:rPr>
              <w:t>________________________</w:t>
            </w:r>
          </w:p>
        </w:tc>
      </w:tr>
    </w:tbl>
    <w:p w14:paraId="5374AFC5" w14:textId="77777777" w:rsidR="007B2B08" w:rsidRDefault="007B2B08" w:rsidP="007B2B08"/>
    <w:sectPr w:rsidR="007B2B08" w:rsidSect="00284348">
      <w:headerReference w:type="default" r:id="rId17"/>
      <w:pgSz w:w="11906" w:h="16838"/>
      <w:pgMar w:top="1474" w:right="1418" w:bottom="1418" w:left="1418" w:header="284" w:footer="567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2618F" w14:textId="77777777" w:rsidR="00284348" w:rsidRDefault="00284348" w:rsidP="00F56440">
      <w:r>
        <w:separator/>
      </w:r>
    </w:p>
    <w:p w14:paraId="1DB587F0" w14:textId="77777777" w:rsidR="00284348" w:rsidRDefault="00284348" w:rsidP="00F56440"/>
    <w:p w14:paraId="582CC59F" w14:textId="77777777" w:rsidR="00284348" w:rsidRDefault="00284348" w:rsidP="00F56440"/>
    <w:p w14:paraId="48A650E2" w14:textId="77777777" w:rsidR="00284348" w:rsidRDefault="00284348" w:rsidP="00F56440"/>
    <w:p w14:paraId="2F79CC10" w14:textId="77777777" w:rsidR="00284348" w:rsidRDefault="00284348"/>
    <w:p w14:paraId="6E96531B" w14:textId="77777777" w:rsidR="00284348" w:rsidRDefault="00284348"/>
    <w:p w14:paraId="17FF3616" w14:textId="77777777" w:rsidR="00284348" w:rsidRDefault="00284348"/>
  </w:endnote>
  <w:endnote w:type="continuationSeparator" w:id="0">
    <w:p w14:paraId="5D60C6BF" w14:textId="77777777" w:rsidR="00284348" w:rsidRDefault="00284348" w:rsidP="00F56440">
      <w:r>
        <w:continuationSeparator/>
      </w:r>
    </w:p>
    <w:p w14:paraId="64B56AF8" w14:textId="77777777" w:rsidR="00284348" w:rsidRDefault="00284348" w:rsidP="00F56440"/>
    <w:p w14:paraId="1ED5A747" w14:textId="77777777" w:rsidR="00284348" w:rsidRDefault="00284348" w:rsidP="00F56440"/>
    <w:p w14:paraId="057F19F3" w14:textId="77777777" w:rsidR="00284348" w:rsidRDefault="00284348" w:rsidP="00F56440"/>
    <w:p w14:paraId="781339DE" w14:textId="77777777" w:rsidR="00284348" w:rsidRDefault="00284348"/>
    <w:p w14:paraId="149FFB81" w14:textId="77777777" w:rsidR="00284348" w:rsidRDefault="00284348"/>
    <w:p w14:paraId="58802F19" w14:textId="77777777" w:rsidR="00284348" w:rsidRDefault="002843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21AE" w14:textId="77777777" w:rsidR="001E7D7B" w:rsidRDefault="001E7D7B" w:rsidP="003F0902">
    <w:pPr>
      <w:pStyle w:val="Fuzeil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775A0" w14:textId="77777777" w:rsidR="00284348" w:rsidRDefault="00284348" w:rsidP="00F56440">
      <w:r>
        <w:separator/>
      </w:r>
    </w:p>
    <w:p w14:paraId="7FC86106" w14:textId="77777777" w:rsidR="00284348" w:rsidRDefault="00284348" w:rsidP="00F56440"/>
    <w:p w14:paraId="453F2495" w14:textId="77777777" w:rsidR="00284348" w:rsidRDefault="00284348" w:rsidP="00F56440"/>
    <w:p w14:paraId="226B3648" w14:textId="77777777" w:rsidR="00284348" w:rsidRDefault="00284348" w:rsidP="00F56440"/>
    <w:p w14:paraId="060E2CF2" w14:textId="77777777" w:rsidR="00284348" w:rsidRDefault="00284348"/>
    <w:p w14:paraId="68DEE9A6" w14:textId="77777777" w:rsidR="00284348" w:rsidRDefault="00284348"/>
    <w:p w14:paraId="4AB665D0" w14:textId="77777777" w:rsidR="00284348" w:rsidRDefault="00284348"/>
  </w:footnote>
  <w:footnote w:type="continuationSeparator" w:id="0">
    <w:p w14:paraId="2F596232" w14:textId="77777777" w:rsidR="00284348" w:rsidRDefault="00284348" w:rsidP="00F56440">
      <w:r>
        <w:continuationSeparator/>
      </w:r>
    </w:p>
    <w:p w14:paraId="1318E15F" w14:textId="77777777" w:rsidR="00284348" w:rsidRDefault="00284348" w:rsidP="00F56440"/>
    <w:p w14:paraId="3C8ABEBF" w14:textId="77777777" w:rsidR="00284348" w:rsidRDefault="00284348" w:rsidP="00F56440"/>
    <w:p w14:paraId="31C478EF" w14:textId="77777777" w:rsidR="00284348" w:rsidRDefault="00284348" w:rsidP="00F56440"/>
    <w:p w14:paraId="5960309B" w14:textId="77777777" w:rsidR="00284348" w:rsidRDefault="00284348"/>
    <w:p w14:paraId="5A358499" w14:textId="77777777" w:rsidR="00284348" w:rsidRDefault="00284348"/>
    <w:p w14:paraId="522CB6B3" w14:textId="77777777" w:rsidR="00284348" w:rsidRDefault="002843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F28FF" w14:textId="77777777" w:rsidR="001E7D7B" w:rsidRPr="00E0758C" w:rsidRDefault="001E7D7B" w:rsidP="00E0758C"/>
  <w:tbl>
    <w:tblPr>
      <w:tblW w:w="9469" w:type="dxa"/>
      <w:jc w:val="center"/>
      <w:tblCellMar>
        <w:top w:w="57" w:type="dxa"/>
        <w:left w:w="170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1357"/>
      <w:gridCol w:w="6190"/>
      <w:gridCol w:w="1003"/>
      <w:gridCol w:w="919"/>
    </w:tblGrid>
    <w:tr w:rsidR="001E7D7B" w:rsidRPr="00E0758C" w14:paraId="5FD372D2" w14:textId="77777777" w:rsidTr="003F0902">
      <w:trPr>
        <w:trHeight w:val="510"/>
        <w:jc w:val="center"/>
      </w:trPr>
      <w:tc>
        <w:tcPr>
          <w:tcW w:w="134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6849866" w14:textId="4BD8B727" w:rsidR="001E7D7B" w:rsidRPr="00E0758C" w:rsidRDefault="001E7D7B" w:rsidP="00E0758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</w:p>
      </w:tc>
      <w:tc>
        <w:tcPr>
          <w:tcW w:w="615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57D7721F" w14:textId="0F956A29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97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7F41ECD8" w14:textId="77777777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1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1F2815A7" w14:textId="7FC2A7CE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</w:p>
      </w:tc>
    </w:tr>
  </w:tbl>
  <w:p w14:paraId="5FC49138" w14:textId="142871C3" w:rsidR="001E7D7B" w:rsidRPr="00E17AE8" w:rsidRDefault="001E7D7B" w:rsidP="008476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D9F2" w14:textId="0CA69890" w:rsidR="001E7D7B" w:rsidRDefault="001E7D7B" w:rsidP="003C704E"/>
  <w:tbl>
    <w:tblPr>
      <w:tblW w:w="9469" w:type="dxa"/>
      <w:jc w:val="center"/>
      <w:tblCellMar>
        <w:top w:w="57" w:type="dxa"/>
        <w:left w:w="57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851"/>
      <w:gridCol w:w="6696"/>
      <w:gridCol w:w="1003"/>
      <w:gridCol w:w="919"/>
    </w:tblGrid>
    <w:tr w:rsidR="001E7D7B" w:rsidRPr="00E0758C" w14:paraId="3DEC54E8" w14:textId="77777777" w:rsidTr="00F0051A">
      <w:trPr>
        <w:trHeight w:val="510"/>
        <w:jc w:val="center"/>
      </w:trPr>
      <w:tc>
        <w:tcPr>
          <w:tcW w:w="851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82E2E2C" w14:textId="6F59B36C" w:rsidR="001E7D7B" w:rsidRPr="00E0758C" w:rsidRDefault="00C83C29" w:rsidP="003E26A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  <w:r w:rsidRPr="00E0758C">
            <w:rPr>
              <w:rFonts w:asciiTheme="majorHAnsi" w:eastAsiaTheme="majorEastAsia" w:hAnsiTheme="majorHAnsi" w:cstheme="majorBidi"/>
              <w:noProof/>
              <w:color w:val="737373" w:themeColor="accent3"/>
              <w:sz w:val="17"/>
              <w:szCs w:val="18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F452E58" wp14:editId="7C0FC666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360000" cy="169985"/>
                <wp:effectExtent l="0" t="0" r="0" b="0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Zeichenfläche 1 Kopie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169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96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E457F" w14:textId="0AE3B033" w:rsidR="001E7D7B" w:rsidRPr="00E0758C" w:rsidRDefault="00A70836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>
            <w:rPr>
              <w:color w:val="706F6F"/>
              <w:sz w:val="20"/>
              <w:szCs w:val="20"/>
            </w:rPr>
            <w:t>Multiplikationsaufgaben verstehen und erklären</w:t>
          </w:r>
          <w:r w:rsidR="00C83C29">
            <w:rPr>
              <w:color w:val="706F6F"/>
              <w:sz w:val="20"/>
              <w:szCs w:val="20"/>
            </w:rPr>
            <w:t xml:space="preserve"> – Klassenstunde</w:t>
          </w:r>
        </w:p>
      </w:tc>
      <w:tc>
        <w:tcPr>
          <w:tcW w:w="100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CE830" w14:textId="4FAE032E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 w:rsidRPr="00E0758C">
            <w:rPr>
              <w:color w:val="737373" w:themeColor="accent3"/>
              <w:sz w:val="18"/>
              <w:szCs w:val="18"/>
            </w:rPr>
            <w:t>N</w:t>
          </w:r>
          <w:r w:rsidR="00A70836">
            <w:rPr>
              <w:color w:val="737373" w:themeColor="accent3"/>
              <w:sz w:val="18"/>
              <w:szCs w:val="18"/>
            </w:rPr>
            <w:t>4A</w:t>
          </w:r>
          <w:r w:rsidRPr="00E0758C">
            <w:rPr>
              <w:color w:val="737373" w:themeColor="accent3"/>
              <w:sz w:val="18"/>
              <w:szCs w:val="18"/>
            </w:rPr>
            <w:t>-</w:t>
          </w:r>
          <w:r w:rsidRPr="00E0758C">
            <w:rPr>
              <w:color w:val="737373" w:themeColor="accent3"/>
              <w:sz w:val="18"/>
              <w:szCs w:val="18"/>
            </w:rPr>
            <w:fldChar w:fldCharType="begin"/>
          </w:r>
          <w:r w:rsidRPr="00E0758C">
            <w:rPr>
              <w:color w:val="737373" w:themeColor="accent3"/>
              <w:sz w:val="18"/>
              <w:szCs w:val="18"/>
            </w:rPr>
            <w:instrText xml:space="preserve"> PAGE  \* Arabic  \* MERGEFORMAT </w:instrText>
          </w:r>
          <w:r w:rsidRPr="00E0758C">
            <w:rPr>
              <w:color w:val="737373" w:themeColor="accent3"/>
              <w:sz w:val="18"/>
              <w:szCs w:val="18"/>
            </w:rPr>
            <w:fldChar w:fldCharType="separate"/>
          </w:r>
          <w:r>
            <w:rPr>
              <w:color w:val="737373" w:themeColor="accent3"/>
              <w:sz w:val="18"/>
              <w:szCs w:val="18"/>
            </w:rPr>
            <w:t>1</w:t>
          </w:r>
          <w:r w:rsidRPr="00E0758C">
            <w:rPr>
              <w:color w:val="737373" w:themeColor="accent3"/>
              <w:sz w:val="18"/>
              <w:szCs w:val="18"/>
            </w:rPr>
            <w:fldChar w:fldCharType="end"/>
          </w:r>
        </w:p>
      </w:tc>
      <w:tc>
        <w:tcPr>
          <w:tcW w:w="91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6A54451D" w14:textId="77777777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  <w:r w:rsidRPr="00E0758C">
            <w:rPr>
              <w:noProof/>
              <w:color w:val="706F6F"/>
              <w:sz w:val="20"/>
              <w:szCs w:val="20"/>
            </w:rPr>
            <w:drawing>
              <wp:inline distT="0" distB="0" distL="0" distR="0" wp14:anchorId="2C4EDBED" wp14:editId="6857CC6A">
                <wp:extent cx="337235" cy="324000"/>
                <wp:effectExtent l="0" t="0" r="5715" b="0"/>
                <wp:docPr id="40" name="Grafik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35" cy="324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23EE302" w14:textId="77777777" w:rsidR="00C83C29" w:rsidRDefault="00C83C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43893"/>
    <w:multiLevelType w:val="hybridMultilevel"/>
    <w:tmpl w:val="52AC2B48"/>
    <w:lvl w:ilvl="0" w:tplc="F1DC39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342CE0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20C4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3D8CF6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64A19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9AE0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3E011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E1843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26068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2A2E63C3"/>
    <w:multiLevelType w:val="hybridMultilevel"/>
    <w:tmpl w:val="FAFC4244"/>
    <w:lvl w:ilvl="0" w:tplc="7E585ED6">
      <w:start w:val="1"/>
      <w:numFmt w:val="bullet"/>
      <w:pStyle w:val="Listenabsatz"/>
      <w:lvlText w:val=""/>
      <w:lvlJc w:val="left"/>
      <w:pPr>
        <w:ind w:left="8156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C0756"/>
    <w:multiLevelType w:val="hybridMultilevel"/>
    <w:tmpl w:val="D0501056"/>
    <w:lvl w:ilvl="0" w:tplc="1DACC342">
      <w:start w:val="1"/>
      <w:numFmt w:val="decimal"/>
      <w:pStyle w:val="Verzeichnis1"/>
      <w:lvlText w:val="(%1)"/>
      <w:lvlJc w:val="left"/>
      <w:pPr>
        <w:ind w:left="720" w:hanging="360"/>
      </w:pPr>
      <w:rPr>
        <w:rFonts w:hint="default"/>
        <w:b w:val="0"/>
        <w:sz w:val="20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75100">
    <w:abstractNumId w:val="1"/>
  </w:num>
  <w:num w:numId="2" w16cid:durableId="1357342241">
    <w:abstractNumId w:val="2"/>
  </w:num>
  <w:num w:numId="3" w16cid:durableId="19477784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consecutiveHyphenLimit w:val="3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EA"/>
    <w:rsid w:val="00001908"/>
    <w:rsid w:val="00004F79"/>
    <w:rsid w:val="000052CA"/>
    <w:rsid w:val="00010863"/>
    <w:rsid w:val="00011C8C"/>
    <w:rsid w:val="00013060"/>
    <w:rsid w:val="00013062"/>
    <w:rsid w:val="00014A1F"/>
    <w:rsid w:val="00015F19"/>
    <w:rsid w:val="00020370"/>
    <w:rsid w:val="00021B05"/>
    <w:rsid w:val="00024CED"/>
    <w:rsid w:val="00026F34"/>
    <w:rsid w:val="00030B49"/>
    <w:rsid w:val="00035105"/>
    <w:rsid w:val="000358FA"/>
    <w:rsid w:val="0003654F"/>
    <w:rsid w:val="000425FD"/>
    <w:rsid w:val="00042F87"/>
    <w:rsid w:val="00045C57"/>
    <w:rsid w:val="00047413"/>
    <w:rsid w:val="0005096B"/>
    <w:rsid w:val="0005153C"/>
    <w:rsid w:val="00051DD5"/>
    <w:rsid w:val="00054B8E"/>
    <w:rsid w:val="000600D0"/>
    <w:rsid w:val="00063430"/>
    <w:rsid w:val="00066298"/>
    <w:rsid w:val="00075A3F"/>
    <w:rsid w:val="00076180"/>
    <w:rsid w:val="00076A10"/>
    <w:rsid w:val="000771BD"/>
    <w:rsid w:val="00081AEE"/>
    <w:rsid w:val="000829E6"/>
    <w:rsid w:val="00085A82"/>
    <w:rsid w:val="00091B11"/>
    <w:rsid w:val="0009400B"/>
    <w:rsid w:val="000959F5"/>
    <w:rsid w:val="00095D18"/>
    <w:rsid w:val="000970F9"/>
    <w:rsid w:val="00097784"/>
    <w:rsid w:val="000A2473"/>
    <w:rsid w:val="000A412F"/>
    <w:rsid w:val="000A468E"/>
    <w:rsid w:val="000B5CA3"/>
    <w:rsid w:val="000B7134"/>
    <w:rsid w:val="000C56AC"/>
    <w:rsid w:val="000C648E"/>
    <w:rsid w:val="000C7083"/>
    <w:rsid w:val="000D30D1"/>
    <w:rsid w:val="000D488F"/>
    <w:rsid w:val="000E1DE9"/>
    <w:rsid w:val="000E2765"/>
    <w:rsid w:val="000F13CD"/>
    <w:rsid w:val="000F1545"/>
    <w:rsid w:val="000F32C4"/>
    <w:rsid w:val="000F3516"/>
    <w:rsid w:val="000F7F6B"/>
    <w:rsid w:val="00101357"/>
    <w:rsid w:val="001029C2"/>
    <w:rsid w:val="001030F4"/>
    <w:rsid w:val="00104F4B"/>
    <w:rsid w:val="00110ED7"/>
    <w:rsid w:val="00112BD0"/>
    <w:rsid w:val="00114F3B"/>
    <w:rsid w:val="00115A09"/>
    <w:rsid w:val="00120536"/>
    <w:rsid w:val="00120E67"/>
    <w:rsid w:val="001235AD"/>
    <w:rsid w:val="0012488A"/>
    <w:rsid w:val="001312A6"/>
    <w:rsid w:val="00132A72"/>
    <w:rsid w:val="00133C95"/>
    <w:rsid w:val="00133CDA"/>
    <w:rsid w:val="001369FE"/>
    <w:rsid w:val="00140BC5"/>
    <w:rsid w:val="0014695C"/>
    <w:rsid w:val="00146ED1"/>
    <w:rsid w:val="00146F2A"/>
    <w:rsid w:val="00150886"/>
    <w:rsid w:val="001531AB"/>
    <w:rsid w:val="001559BE"/>
    <w:rsid w:val="001610F3"/>
    <w:rsid w:val="001662C7"/>
    <w:rsid w:val="00170589"/>
    <w:rsid w:val="001735AF"/>
    <w:rsid w:val="00177A63"/>
    <w:rsid w:val="00180775"/>
    <w:rsid w:val="00180EC4"/>
    <w:rsid w:val="00183265"/>
    <w:rsid w:val="0018492B"/>
    <w:rsid w:val="001853AA"/>
    <w:rsid w:val="001858C2"/>
    <w:rsid w:val="0018699D"/>
    <w:rsid w:val="00186D3C"/>
    <w:rsid w:val="00187223"/>
    <w:rsid w:val="001921E2"/>
    <w:rsid w:val="00192D9F"/>
    <w:rsid w:val="001948F0"/>
    <w:rsid w:val="001A1780"/>
    <w:rsid w:val="001B249B"/>
    <w:rsid w:val="001B3139"/>
    <w:rsid w:val="001B43D2"/>
    <w:rsid w:val="001B547C"/>
    <w:rsid w:val="001C0814"/>
    <w:rsid w:val="001C0C6A"/>
    <w:rsid w:val="001C2751"/>
    <w:rsid w:val="001C3EE1"/>
    <w:rsid w:val="001C4682"/>
    <w:rsid w:val="001C691E"/>
    <w:rsid w:val="001C6C3A"/>
    <w:rsid w:val="001D6674"/>
    <w:rsid w:val="001D7B44"/>
    <w:rsid w:val="001E08C7"/>
    <w:rsid w:val="001E0E31"/>
    <w:rsid w:val="001E402C"/>
    <w:rsid w:val="001E4845"/>
    <w:rsid w:val="001E7430"/>
    <w:rsid w:val="001E7D7B"/>
    <w:rsid w:val="001F2A76"/>
    <w:rsid w:val="001F6D00"/>
    <w:rsid w:val="001F6F57"/>
    <w:rsid w:val="00202DAA"/>
    <w:rsid w:val="002040DF"/>
    <w:rsid w:val="00204695"/>
    <w:rsid w:val="002061FE"/>
    <w:rsid w:val="00206256"/>
    <w:rsid w:val="00206AA9"/>
    <w:rsid w:val="0021237C"/>
    <w:rsid w:val="002150E8"/>
    <w:rsid w:val="00227411"/>
    <w:rsid w:val="002274BA"/>
    <w:rsid w:val="00230A99"/>
    <w:rsid w:val="002330F5"/>
    <w:rsid w:val="00235B6C"/>
    <w:rsid w:val="00240CAD"/>
    <w:rsid w:val="00243737"/>
    <w:rsid w:val="00252562"/>
    <w:rsid w:val="0025263D"/>
    <w:rsid w:val="00261CE3"/>
    <w:rsid w:val="00264112"/>
    <w:rsid w:val="00264D79"/>
    <w:rsid w:val="00273BC7"/>
    <w:rsid w:val="00273C8A"/>
    <w:rsid w:val="0027657E"/>
    <w:rsid w:val="00276E7E"/>
    <w:rsid w:val="00281B10"/>
    <w:rsid w:val="00284348"/>
    <w:rsid w:val="002869C0"/>
    <w:rsid w:val="002906BF"/>
    <w:rsid w:val="00294B96"/>
    <w:rsid w:val="002969B0"/>
    <w:rsid w:val="00297993"/>
    <w:rsid w:val="002A3358"/>
    <w:rsid w:val="002A7BF1"/>
    <w:rsid w:val="002B7422"/>
    <w:rsid w:val="002C1315"/>
    <w:rsid w:val="002C381B"/>
    <w:rsid w:val="002D1257"/>
    <w:rsid w:val="002D1886"/>
    <w:rsid w:val="002D33EA"/>
    <w:rsid w:val="002D3D06"/>
    <w:rsid w:val="002E0053"/>
    <w:rsid w:val="002E55B9"/>
    <w:rsid w:val="002E6140"/>
    <w:rsid w:val="002F2B43"/>
    <w:rsid w:val="002F4885"/>
    <w:rsid w:val="003006A2"/>
    <w:rsid w:val="00300EA0"/>
    <w:rsid w:val="0030347F"/>
    <w:rsid w:val="00305887"/>
    <w:rsid w:val="003079FB"/>
    <w:rsid w:val="003105B6"/>
    <w:rsid w:val="00315877"/>
    <w:rsid w:val="0032057B"/>
    <w:rsid w:val="0032289E"/>
    <w:rsid w:val="00324169"/>
    <w:rsid w:val="003244CA"/>
    <w:rsid w:val="0033091D"/>
    <w:rsid w:val="00332BA3"/>
    <w:rsid w:val="00333312"/>
    <w:rsid w:val="00335B6E"/>
    <w:rsid w:val="0033677C"/>
    <w:rsid w:val="00337E6F"/>
    <w:rsid w:val="0034350A"/>
    <w:rsid w:val="00346AC2"/>
    <w:rsid w:val="00347946"/>
    <w:rsid w:val="003518F2"/>
    <w:rsid w:val="00352164"/>
    <w:rsid w:val="00353BDB"/>
    <w:rsid w:val="00354A18"/>
    <w:rsid w:val="00354D8C"/>
    <w:rsid w:val="00357CE4"/>
    <w:rsid w:val="0036197D"/>
    <w:rsid w:val="00362FA9"/>
    <w:rsid w:val="00363327"/>
    <w:rsid w:val="003647FB"/>
    <w:rsid w:val="003654EE"/>
    <w:rsid w:val="003655ED"/>
    <w:rsid w:val="00365D85"/>
    <w:rsid w:val="00367D3E"/>
    <w:rsid w:val="0037445F"/>
    <w:rsid w:val="00376C2F"/>
    <w:rsid w:val="003773CD"/>
    <w:rsid w:val="00386976"/>
    <w:rsid w:val="00386A12"/>
    <w:rsid w:val="00387E4E"/>
    <w:rsid w:val="00387E96"/>
    <w:rsid w:val="003908B0"/>
    <w:rsid w:val="00391A4E"/>
    <w:rsid w:val="00391BC6"/>
    <w:rsid w:val="00393206"/>
    <w:rsid w:val="003A52AE"/>
    <w:rsid w:val="003A591E"/>
    <w:rsid w:val="003A744F"/>
    <w:rsid w:val="003B03AF"/>
    <w:rsid w:val="003B04ED"/>
    <w:rsid w:val="003B04FD"/>
    <w:rsid w:val="003B28B1"/>
    <w:rsid w:val="003B54C2"/>
    <w:rsid w:val="003B5F33"/>
    <w:rsid w:val="003B6076"/>
    <w:rsid w:val="003B6095"/>
    <w:rsid w:val="003C3680"/>
    <w:rsid w:val="003C704E"/>
    <w:rsid w:val="003C7B7B"/>
    <w:rsid w:val="003D17F3"/>
    <w:rsid w:val="003D2DC6"/>
    <w:rsid w:val="003D3CF9"/>
    <w:rsid w:val="003D5798"/>
    <w:rsid w:val="003D6C2F"/>
    <w:rsid w:val="003E26AC"/>
    <w:rsid w:val="003E6872"/>
    <w:rsid w:val="003E7964"/>
    <w:rsid w:val="003F00BC"/>
    <w:rsid w:val="003F014F"/>
    <w:rsid w:val="003F0902"/>
    <w:rsid w:val="003F2680"/>
    <w:rsid w:val="003F3BD6"/>
    <w:rsid w:val="003F625D"/>
    <w:rsid w:val="003F6BF5"/>
    <w:rsid w:val="003F7237"/>
    <w:rsid w:val="00403404"/>
    <w:rsid w:val="004041C4"/>
    <w:rsid w:val="00405B3A"/>
    <w:rsid w:val="00406E9D"/>
    <w:rsid w:val="00415ECC"/>
    <w:rsid w:val="00421399"/>
    <w:rsid w:val="00421559"/>
    <w:rsid w:val="004221C0"/>
    <w:rsid w:val="00423975"/>
    <w:rsid w:val="00423B88"/>
    <w:rsid w:val="00427CE9"/>
    <w:rsid w:val="004410FB"/>
    <w:rsid w:val="00441287"/>
    <w:rsid w:val="004430E4"/>
    <w:rsid w:val="004443AB"/>
    <w:rsid w:val="00450EDC"/>
    <w:rsid w:val="00451907"/>
    <w:rsid w:val="00456630"/>
    <w:rsid w:val="004616AF"/>
    <w:rsid w:val="004629EB"/>
    <w:rsid w:val="00463F5D"/>
    <w:rsid w:val="00467290"/>
    <w:rsid w:val="00473B71"/>
    <w:rsid w:val="00477539"/>
    <w:rsid w:val="004806B4"/>
    <w:rsid w:val="0048537F"/>
    <w:rsid w:val="00485714"/>
    <w:rsid w:val="00485E67"/>
    <w:rsid w:val="0048721E"/>
    <w:rsid w:val="00487AC0"/>
    <w:rsid w:val="004A2630"/>
    <w:rsid w:val="004B006A"/>
    <w:rsid w:val="004B1E4C"/>
    <w:rsid w:val="004B2961"/>
    <w:rsid w:val="004B43D8"/>
    <w:rsid w:val="004B66BA"/>
    <w:rsid w:val="004C0EFA"/>
    <w:rsid w:val="004C0FF9"/>
    <w:rsid w:val="004D01A4"/>
    <w:rsid w:val="004D033C"/>
    <w:rsid w:val="004D5108"/>
    <w:rsid w:val="004D52BC"/>
    <w:rsid w:val="004D537D"/>
    <w:rsid w:val="004E07B3"/>
    <w:rsid w:val="004E1347"/>
    <w:rsid w:val="004E5545"/>
    <w:rsid w:val="004E5F18"/>
    <w:rsid w:val="004E68F0"/>
    <w:rsid w:val="004E6E5D"/>
    <w:rsid w:val="004E7EF5"/>
    <w:rsid w:val="004F6B97"/>
    <w:rsid w:val="004F78EA"/>
    <w:rsid w:val="004F797A"/>
    <w:rsid w:val="004F7D54"/>
    <w:rsid w:val="005066F4"/>
    <w:rsid w:val="00506BFA"/>
    <w:rsid w:val="00510AEF"/>
    <w:rsid w:val="00512E4A"/>
    <w:rsid w:val="005131AB"/>
    <w:rsid w:val="0051334C"/>
    <w:rsid w:val="00513F2E"/>
    <w:rsid w:val="00514104"/>
    <w:rsid w:val="00515E04"/>
    <w:rsid w:val="00516206"/>
    <w:rsid w:val="0052085C"/>
    <w:rsid w:val="005256C6"/>
    <w:rsid w:val="00525E77"/>
    <w:rsid w:val="005306EE"/>
    <w:rsid w:val="00530B72"/>
    <w:rsid w:val="00533B76"/>
    <w:rsid w:val="0053554B"/>
    <w:rsid w:val="00536918"/>
    <w:rsid w:val="00536F5D"/>
    <w:rsid w:val="0054212E"/>
    <w:rsid w:val="00545929"/>
    <w:rsid w:val="00550488"/>
    <w:rsid w:val="005513D5"/>
    <w:rsid w:val="00551D37"/>
    <w:rsid w:val="00553FDA"/>
    <w:rsid w:val="005551AE"/>
    <w:rsid w:val="005570FE"/>
    <w:rsid w:val="00557355"/>
    <w:rsid w:val="00557A27"/>
    <w:rsid w:val="0056041E"/>
    <w:rsid w:val="00560A32"/>
    <w:rsid w:val="00561FC1"/>
    <w:rsid w:val="00563011"/>
    <w:rsid w:val="00564563"/>
    <w:rsid w:val="005659A1"/>
    <w:rsid w:val="0056638C"/>
    <w:rsid w:val="00575518"/>
    <w:rsid w:val="0057597F"/>
    <w:rsid w:val="0057608C"/>
    <w:rsid w:val="00576703"/>
    <w:rsid w:val="00577C8D"/>
    <w:rsid w:val="00577DDC"/>
    <w:rsid w:val="00582922"/>
    <w:rsid w:val="005879A7"/>
    <w:rsid w:val="00587F2C"/>
    <w:rsid w:val="00593427"/>
    <w:rsid w:val="005948D3"/>
    <w:rsid w:val="005962E0"/>
    <w:rsid w:val="00596FF7"/>
    <w:rsid w:val="005A1B94"/>
    <w:rsid w:val="005B0745"/>
    <w:rsid w:val="005B080D"/>
    <w:rsid w:val="005B181B"/>
    <w:rsid w:val="005B2316"/>
    <w:rsid w:val="005B2620"/>
    <w:rsid w:val="005C24F6"/>
    <w:rsid w:val="005C26AF"/>
    <w:rsid w:val="005C56C1"/>
    <w:rsid w:val="005D1C13"/>
    <w:rsid w:val="005D3530"/>
    <w:rsid w:val="005D3569"/>
    <w:rsid w:val="005D3B6F"/>
    <w:rsid w:val="005D410F"/>
    <w:rsid w:val="005D4751"/>
    <w:rsid w:val="005D794B"/>
    <w:rsid w:val="005E0251"/>
    <w:rsid w:val="005E3530"/>
    <w:rsid w:val="005E619C"/>
    <w:rsid w:val="005F0A6D"/>
    <w:rsid w:val="005F22E4"/>
    <w:rsid w:val="005F23A0"/>
    <w:rsid w:val="005F772D"/>
    <w:rsid w:val="006015F6"/>
    <w:rsid w:val="006056F7"/>
    <w:rsid w:val="00605734"/>
    <w:rsid w:val="006130B5"/>
    <w:rsid w:val="00614F05"/>
    <w:rsid w:val="0061706D"/>
    <w:rsid w:val="00617C84"/>
    <w:rsid w:val="00624F74"/>
    <w:rsid w:val="006259AD"/>
    <w:rsid w:val="006347EC"/>
    <w:rsid w:val="00634C61"/>
    <w:rsid w:val="0063560B"/>
    <w:rsid w:val="00636D7F"/>
    <w:rsid w:val="00637B96"/>
    <w:rsid w:val="006410D6"/>
    <w:rsid w:val="00643F9F"/>
    <w:rsid w:val="00644F56"/>
    <w:rsid w:val="00647092"/>
    <w:rsid w:val="00651822"/>
    <w:rsid w:val="006518F9"/>
    <w:rsid w:val="00655EF1"/>
    <w:rsid w:val="00661A9A"/>
    <w:rsid w:val="0066281B"/>
    <w:rsid w:val="00662B5B"/>
    <w:rsid w:val="00664421"/>
    <w:rsid w:val="00667BB0"/>
    <w:rsid w:val="00675072"/>
    <w:rsid w:val="0067534A"/>
    <w:rsid w:val="006756A9"/>
    <w:rsid w:val="00676B57"/>
    <w:rsid w:val="00681F02"/>
    <w:rsid w:val="00685007"/>
    <w:rsid w:val="00685B0E"/>
    <w:rsid w:val="00685B7A"/>
    <w:rsid w:val="00686C67"/>
    <w:rsid w:val="00686FC0"/>
    <w:rsid w:val="00696B7F"/>
    <w:rsid w:val="006A253B"/>
    <w:rsid w:val="006A7431"/>
    <w:rsid w:val="006B1E07"/>
    <w:rsid w:val="006B5344"/>
    <w:rsid w:val="006C3538"/>
    <w:rsid w:val="006C7499"/>
    <w:rsid w:val="006D05DA"/>
    <w:rsid w:val="006D25D9"/>
    <w:rsid w:val="006D3390"/>
    <w:rsid w:val="006E162A"/>
    <w:rsid w:val="006E5DEC"/>
    <w:rsid w:val="006E700D"/>
    <w:rsid w:val="006F0F14"/>
    <w:rsid w:val="006F3B1C"/>
    <w:rsid w:val="006F3F4C"/>
    <w:rsid w:val="006F4727"/>
    <w:rsid w:val="006F5451"/>
    <w:rsid w:val="00700B74"/>
    <w:rsid w:val="00705357"/>
    <w:rsid w:val="00705AE4"/>
    <w:rsid w:val="0071032F"/>
    <w:rsid w:val="00712580"/>
    <w:rsid w:val="007159EB"/>
    <w:rsid w:val="00716ED1"/>
    <w:rsid w:val="00723A1E"/>
    <w:rsid w:val="00723E53"/>
    <w:rsid w:val="00724BEB"/>
    <w:rsid w:val="00727114"/>
    <w:rsid w:val="007306C0"/>
    <w:rsid w:val="00734981"/>
    <w:rsid w:val="0073796D"/>
    <w:rsid w:val="00737D8D"/>
    <w:rsid w:val="00740831"/>
    <w:rsid w:val="00740CAE"/>
    <w:rsid w:val="0074113F"/>
    <w:rsid w:val="00750506"/>
    <w:rsid w:val="00751A89"/>
    <w:rsid w:val="00753CFE"/>
    <w:rsid w:val="00757F0F"/>
    <w:rsid w:val="007610A9"/>
    <w:rsid w:val="00761338"/>
    <w:rsid w:val="0076139C"/>
    <w:rsid w:val="00764711"/>
    <w:rsid w:val="00765286"/>
    <w:rsid w:val="0076674D"/>
    <w:rsid w:val="007674C3"/>
    <w:rsid w:val="007723C1"/>
    <w:rsid w:val="007751B1"/>
    <w:rsid w:val="00776C43"/>
    <w:rsid w:val="00781E81"/>
    <w:rsid w:val="00782287"/>
    <w:rsid w:val="00784962"/>
    <w:rsid w:val="00786812"/>
    <w:rsid w:val="00790F21"/>
    <w:rsid w:val="00791C77"/>
    <w:rsid w:val="00792FE3"/>
    <w:rsid w:val="0079477A"/>
    <w:rsid w:val="00795F88"/>
    <w:rsid w:val="0079608D"/>
    <w:rsid w:val="007A0104"/>
    <w:rsid w:val="007A149C"/>
    <w:rsid w:val="007A1C42"/>
    <w:rsid w:val="007A5C5C"/>
    <w:rsid w:val="007A605F"/>
    <w:rsid w:val="007A6CB2"/>
    <w:rsid w:val="007A7B97"/>
    <w:rsid w:val="007B19C9"/>
    <w:rsid w:val="007B2454"/>
    <w:rsid w:val="007B2B08"/>
    <w:rsid w:val="007B726E"/>
    <w:rsid w:val="007C3B5B"/>
    <w:rsid w:val="007C7809"/>
    <w:rsid w:val="007D3998"/>
    <w:rsid w:val="007D62DE"/>
    <w:rsid w:val="007D723D"/>
    <w:rsid w:val="007E2ED3"/>
    <w:rsid w:val="007E35DA"/>
    <w:rsid w:val="007E6AC7"/>
    <w:rsid w:val="007F025F"/>
    <w:rsid w:val="007F2662"/>
    <w:rsid w:val="007F4209"/>
    <w:rsid w:val="008026EF"/>
    <w:rsid w:val="00803F58"/>
    <w:rsid w:val="008077BF"/>
    <w:rsid w:val="00807CF4"/>
    <w:rsid w:val="00811D2D"/>
    <w:rsid w:val="008123DF"/>
    <w:rsid w:val="00812B0E"/>
    <w:rsid w:val="00814EAA"/>
    <w:rsid w:val="00816C34"/>
    <w:rsid w:val="00817132"/>
    <w:rsid w:val="00824C43"/>
    <w:rsid w:val="00824E78"/>
    <w:rsid w:val="00825CEC"/>
    <w:rsid w:val="0082727E"/>
    <w:rsid w:val="00830DD1"/>
    <w:rsid w:val="0083575B"/>
    <w:rsid w:val="00835983"/>
    <w:rsid w:val="00835C0B"/>
    <w:rsid w:val="008368C8"/>
    <w:rsid w:val="00841EB1"/>
    <w:rsid w:val="00844A02"/>
    <w:rsid w:val="008454DC"/>
    <w:rsid w:val="008456A0"/>
    <w:rsid w:val="00846EE1"/>
    <w:rsid w:val="0084766C"/>
    <w:rsid w:val="00851046"/>
    <w:rsid w:val="00851CEC"/>
    <w:rsid w:val="00852F68"/>
    <w:rsid w:val="00854D4E"/>
    <w:rsid w:val="00860BF7"/>
    <w:rsid w:val="00860DDC"/>
    <w:rsid w:val="008616E5"/>
    <w:rsid w:val="008619E9"/>
    <w:rsid w:val="00867A6B"/>
    <w:rsid w:val="00867FEB"/>
    <w:rsid w:val="00871C2C"/>
    <w:rsid w:val="008738EB"/>
    <w:rsid w:val="00880305"/>
    <w:rsid w:val="008821AE"/>
    <w:rsid w:val="00895250"/>
    <w:rsid w:val="008A17D3"/>
    <w:rsid w:val="008B0829"/>
    <w:rsid w:val="008B083A"/>
    <w:rsid w:val="008B08C3"/>
    <w:rsid w:val="008C1C05"/>
    <w:rsid w:val="008C4891"/>
    <w:rsid w:val="008C6C14"/>
    <w:rsid w:val="008C767A"/>
    <w:rsid w:val="008D6498"/>
    <w:rsid w:val="008D6BF7"/>
    <w:rsid w:val="008D7103"/>
    <w:rsid w:val="008E0035"/>
    <w:rsid w:val="008E1743"/>
    <w:rsid w:val="008E1F56"/>
    <w:rsid w:val="008E2563"/>
    <w:rsid w:val="008E408B"/>
    <w:rsid w:val="008E4D3C"/>
    <w:rsid w:val="008E6EEC"/>
    <w:rsid w:val="008F06F9"/>
    <w:rsid w:val="008F4B5F"/>
    <w:rsid w:val="008F521D"/>
    <w:rsid w:val="00906263"/>
    <w:rsid w:val="009073CA"/>
    <w:rsid w:val="00911328"/>
    <w:rsid w:val="009117E0"/>
    <w:rsid w:val="00911EDF"/>
    <w:rsid w:val="00914E01"/>
    <w:rsid w:val="00916BB7"/>
    <w:rsid w:val="0092067B"/>
    <w:rsid w:val="00921BBE"/>
    <w:rsid w:val="0092281D"/>
    <w:rsid w:val="009270B6"/>
    <w:rsid w:val="0092716D"/>
    <w:rsid w:val="00927D4F"/>
    <w:rsid w:val="0093552E"/>
    <w:rsid w:val="00937676"/>
    <w:rsid w:val="0094004C"/>
    <w:rsid w:val="009409A9"/>
    <w:rsid w:val="00942DC5"/>
    <w:rsid w:val="0094435B"/>
    <w:rsid w:val="00944924"/>
    <w:rsid w:val="00950ED3"/>
    <w:rsid w:val="00951D37"/>
    <w:rsid w:val="00956CFC"/>
    <w:rsid w:val="00960613"/>
    <w:rsid w:val="00963FC5"/>
    <w:rsid w:val="00964E33"/>
    <w:rsid w:val="009675DF"/>
    <w:rsid w:val="009701AC"/>
    <w:rsid w:val="00971B1C"/>
    <w:rsid w:val="00974ACA"/>
    <w:rsid w:val="00983C41"/>
    <w:rsid w:val="0099425F"/>
    <w:rsid w:val="009A1673"/>
    <w:rsid w:val="009A660E"/>
    <w:rsid w:val="009A767B"/>
    <w:rsid w:val="009B1745"/>
    <w:rsid w:val="009B2082"/>
    <w:rsid w:val="009B2B28"/>
    <w:rsid w:val="009B65FF"/>
    <w:rsid w:val="009C07AB"/>
    <w:rsid w:val="009C2627"/>
    <w:rsid w:val="009C4E47"/>
    <w:rsid w:val="009D30C8"/>
    <w:rsid w:val="009D3469"/>
    <w:rsid w:val="009D47D3"/>
    <w:rsid w:val="009E2ABB"/>
    <w:rsid w:val="009E5DC5"/>
    <w:rsid w:val="009F0699"/>
    <w:rsid w:val="009F0C21"/>
    <w:rsid w:val="009F555C"/>
    <w:rsid w:val="00A00AC8"/>
    <w:rsid w:val="00A00F20"/>
    <w:rsid w:val="00A04869"/>
    <w:rsid w:val="00A05FEB"/>
    <w:rsid w:val="00A06C41"/>
    <w:rsid w:val="00A07BB3"/>
    <w:rsid w:val="00A07FE3"/>
    <w:rsid w:val="00A147B9"/>
    <w:rsid w:val="00A1590E"/>
    <w:rsid w:val="00A161B2"/>
    <w:rsid w:val="00A2208A"/>
    <w:rsid w:val="00A225A3"/>
    <w:rsid w:val="00A24996"/>
    <w:rsid w:val="00A27870"/>
    <w:rsid w:val="00A32041"/>
    <w:rsid w:val="00A3296A"/>
    <w:rsid w:val="00A34C62"/>
    <w:rsid w:val="00A36A05"/>
    <w:rsid w:val="00A42FF1"/>
    <w:rsid w:val="00A47116"/>
    <w:rsid w:val="00A53AC6"/>
    <w:rsid w:val="00A53FD1"/>
    <w:rsid w:val="00A55DEC"/>
    <w:rsid w:val="00A561C8"/>
    <w:rsid w:val="00A563F1"/>
    <w:rsid w:val="00A565E3"/>
    <w:rsid w:val="00A57412"/>
    <w:rsid w:val="00A6056F"/>
    <w:rsid w:val="00A611F5"/>
    <w:rsid w:val="00A614C9"/>
    <w:rsid w:val="00A6279D"/>
    <w:rsid w:val="00A637F6"/>
    <w:rsid w:val="00A65D64"/>
    <w:rsid w:val="00A6622F"/>
    <w:rsid w:val="00A678FC"/>
    <w:rsid w:val="00A70836"/>
    <w:rsid w:val="00A709C2"/>
    <w:rsid w:val="00A72E24"/>
    <w:rsid w:val="00A73563"/>
    <w:rsid w:val="00A77C0C"/>
    <w:rsid w:val="00A82B32"/>
    <w:rsid w:val="00A83021"/>
    <w:rsid w:val="00A862D3"/>
    <w:rsid w:val="00A955F6"/>
    <w:rsid w:val="00AA0750"/>
    <w:rsid w:val="00AA0AF3"/>
    <w:rsid w:val="00AA1F9C"/>
    <w:rsid w:val="00AA2AFA"/>
    <w:rsid w:val="00AA6944"/>
    <w:rsid w:val="00AA7BE7"/>
    <w:rsid w:val="00AB041C"/>
    <w:rsid w:val="00AB4734"/>
    <w:rsid w:val="00AB584F"/>
    <w:rsid w:val="00AB6367"/>
    <w:rsid w:val="00AC7674"/>
    <w:rsid w:val="00AD027D"/>
    <w:rsid w:val="00AD13C3"/>
    <w:rsid w:val="00AD1C72"/>
    <w:rsid w:val="00AD1ED2"/>
    <w:rsid w:val="00AD4EE8"/>
    <w:rsid w:val="00AD623E"/>
    <w:rsid w:val="00AD791E"/>
    <w:rsid w:val="00AE3E32"/>
    <w:rsid w:val="00AE4B56"/>
    <w:rsid w:val="00AE4BEA"/>
    <w:rsid w:val="00AE5AA9"/>
    <w:rsid w:val="00AE6358"/>
    <w:rsid w:val="00AE6615"/>
    <w:rsid w:val="00AE6F87"/>
    <w:rsid w:val="00AE7CD8"/>
    <w:rsid w:val="00AF5403"/>
    <w:rsid w:val="00AF7A3F"/>
    <w:rsid w:val="00B00EE2"/>
    <w:rsid w:val="00B00F42"/>
    <w:rsid w:val="00B01E3A"/>
    <w:rsid w:val="00B055C4"/>
    <w:rsid w:val="00B0709F"/>
    <w:rsid w:val="00B114AE"/>
    <w:rsid w:val="00B126D2"/>
    <w:rsid w:val="00B12921"/>
    <w:rsid w:val="00B1324A"/>
    <w:rsid w:val="00B15FFB"/>
    <w:rsid w:val="00B20B30"/>
    <w:rsid w:val="00B21930"/>
    <w:rsid w:val="00B2197A"/>
    <w:rsid w:val="00B2327C"/>
    <w:rsid w:val="00B24DE1"/>
    <w:rsid w:val="00B262C5"/>
    <w:rsid w:val="00B27756"/>
    <w:rsid w:val="00B30199"/>
    <w:rsid w:val="00B3542D"/>
    <w:rsid w:val="00B37647"/>
    <w:rsid w:val="00B41DDE"/>
    <w:rsid w:val="00B41FF9"/>
    <w:rsid w:val="00B427B8"/>
    <w:rsid w:val="00B475FB"/>
    <w:rsid w:val="00B53DD7"/>
    <w:rsid w:val="00B54EF4"/>
    <w:rsid w:val="00B56F51"/>
    <w:rsid w:val="00B577E2"/>
    <w:rsid w:val="00B60530"/>
    <w:rsid w:val="00B65000"/>
    <w:rsid w:val="00B65561"/>
    <w:rsid w:val="00B66771"/>
    <w:rsid w:val="00B70CFD"/>
    <w:rsid w:val="00B740C4"/>
    <w:rsid w:val="00B74344"/>
    <w:rsid w:val="00B843D5"/>
    <w:rsid w:val="00B849BA"/>
    <w:rsid w:val="00B84D5A"/>
    <w:rsid w:val="00B94F2C"/>
    <w:rsid w:val="00B953E6"/>
    <w:rsid w:val="00BA119B"/>
    <w:rsid w:val="00BA2A29"/>
    <w:rsid w:val="00BA3285"/>
    <w:rsid w:val="00BA3EB1"/>
    <w:rsid w:val="00BB05E4"/>
    <w:rsid w:val="00BB456F"/>
    <w:rsid w:val="00BB4735"/>
    <w:rsid w:val="00BB543D"/>
    <w:rsid w:val="00BB588F"/>
    <w:rsid w:val="00BB6FAC"/>
    <w:rsid w:val="00BB762D"/>
    <w:rsid w:val="00BC2170"/>
    <w:rsid w:val="00BC35DB"/>
    <w:rsid w:val="00BC4F1A"/>
    <w:rsid w:val="00BC74AF"/>
    <w:rsid w:val="00BD1B41"/>
    <w:rsid w:val="00BD4139"/>
    <w:rsid w:val="00BD5277"/>
    <w:rsid w:val="00BE1EF5"/>
    <w:rsid w:val="00BE336E"/>
    <w:rsid w:val="00BE43DC"/>
    <w:rsid w:val="00BE6AC7"/>
    <w:rsid w:val="00BF0B52"/>
    <w:rsid w:val="00BF309C"/>
    <w:rsid w:val="00BF43AC"/>
    <w:rsid w:val="00BF62C0"/>
    <w:rsid w:val="00BF7225"/>
    <w:rsid w:val="00C05056"/>
    <w:rsid w:val="00C056A1"/>
    <w:rsid w:val="00C06056"/>
    <w:rsid w:val="00C06312"/>
    <w:rsid w:val="00C069FF"/>
    <w:rsid w:val="00C06E18"/>
    <w:rsid w:val="00C12690"/>
    <w:rsid w:val="00C12B19"/>
    <w:rsid w:val="00C12D86"/>
    <w:rsid w:val="00C2193A"/>
    <w:rsid w:val="00C25120"/>
    <w:rsid w:val="00C25A75"/>
    <w:rsid w:val="00C25B28"/>
    <w:rsid w:val="00C31EC7"/>
    <w:rsid w:val="00C33776"/>
    <w:rsid w:val="00C37BC0"/>
    <w:rsid w:val="00C43751"/>
    <w:rsid w:val="00C4398E"/>
    <w:rsid w:val="00C46951"/>
    <w:rsid w:val="00C46C9B"/>
    <w:rsid w:val="00C506B3"/>
    <w:rsid w:val="00C507AD"/>
    <w:rsid w:val="00C51BE4"/>
    <w:rsid w:val="00C66483"/>
    <w:rsid w:val="00C67509"/>
    <w:rsid w:val="00C80E7B"/>
    <w:rsid w:val="00C8286F"/>
    <w:rsid w:val="00C82C61"/>
    <w:rsid w:val="00C83338"/>
    <w:rsid w:val="00C836CF"/>
    <w:rsid w:val="00C83C21"/>
    <w:rsid w:val="00C83C29"/>
    <w:rsid w:val="00C84303"/>
    <w:rsid w:val="00C863C9"/>
    <w:rsid w:val="00C90693"/>
    <w:rsid w:val="00C9163F"/>
    <w:rsid w:val="00C94274"/>
    <w:rsid w:val="00CA03D2"/>
    <w:rsid w:val="00CA387B"/>
    <w:rsid w:val="00CA45C1"/>
    <w:rsid w:val="00CB1226"/>
    <w:rsid w:val="00CB2196"/>
    <w:rsid w:val="00CB24D7"/>
    <w:rsid w:val="00CB38B1"/>
    <w:rsid w:val="00CB491C"/>
    <w:rsid w:val="00CB673F"/>
    <w:rsid w:val="00CB72F3"/>
    <w:rsid w:val="00CC77F0"/>
    <w:rsid w:val="00CD338A"/>
    <w:rsid w:val="00CD3715"/>
    <w:rsid w:val="00CD44E2"/>
    <w:rsid w:val="00CD4FD7"/>
    <w:rsid w:val="00CD60DB"/>
    <w:rsid w:val="00CD70B2"/>
    <w:rsid w:val="00CD7D00"/>
    <w:rsid w:val="00CD7EA4"/>
    <w:rsid w:val="00CF1364"/>
    <w:rsid w:val="00CF2749"/>
    <w:rsid w:val="00CF28DA"/>
    <w:rsid w:val="00CF2F07"/>
    <w:rsid w:val="00CF3F6C"/>
    <w:rsid w:val="00D03EB4"/>
    <w:rsid w:val="00D10355"/>
    <w:rsid w:val="00D12349"/>
    <w:rsid w:val="00D1727F"/>
    <w:rsid w:val="00D35B2E"/>
    <w:rsid w:val="00D4245A"/>
    <w:rsid w:val="00D461FB"/>
    <w:rsid w:val="00D47BA6"/>
    <w:rsid w:val="00D5145C"/>
    <w:rsid w:val="00D521C6"/>
    <w:rsid w:val="00D53628"/>
    <w:rsid w:val="00D53CEA"/>
    <w:rsid w:val="00D61806"/>
    <w:rsid w:val="00D67EB7"/>
    <w:rsid w:val="00D7375E"/>
    <w:rsid w:val="00D75894"/>
    <w:rsid w:val="00D86395"/>
    <w:rsid w:val="00D90FD1"/>
    <w:rsid w:val="00D919CC"/>
    <w:rsid w:val="00D92625"/>
    <w:rsid w:val="00D92A02"/>
    <w:rsid w:val="00D92F05"/>
    <w:rsid w:val="00D972C7"/>
    <w:rsid w:val="00DA1000"/>
    <w:rsid w:val="00DA1AD4"/>
    <w:rsid w:val="00DA581C"/>
    <w:rsid w:val="00DA7DEA"/>
    <w:rsid w:val="00DB0585"/>
    <w:rsid w:val="00DB0C59"/>
    <w:rsid w:val="00DB1293"/>
    <w:rsid w:val="00DB28DE"/>
    <w:rsid w:val="00DB2E8D"/>
    <w:rsid w:val="00DC60D7"/>
    <w:rsid w:val="00DD1212"/>
    <w:rsid w:val="00DD37C2"/>
    <w:rsid w:val="00DD5F0C"/>
    <w:rsid w:val="00DE01CB"/>
    <w:rsid w:val="00DE31E6"/>
    <w:rsid w:val="00DE56BE"/>
    <w:rsid w:val="00DF140D"/>
    <w:rsid w:val="00E008F0"/>
    <w:rsid w:val="00E012B4"/>
    <w:rsid w:val="00E022BD"/>
    <w:rsid w:val="00E03C38"/>
    <w:rsid w:val="00E04092"/>
    <w:rsid w:val="00E0515E"/>
    <w:rsid w:val="00E0758C"/>
    <w:rsid w:val="00E07631"/>
    <w:rsid w:val="00E076C1"/>
    <w:rsid w:val="00E077E2"/>
    <w:rsid w:val="00E11E75"/>
    <w:rsid w:val="00E14506"/>
    <w:rsid w:val="00E14F0A"/>
    <w:rsid w:val="00E17AE8"/>
    <w:rsid w:val="00E22D64"/>
    <w:rsid w:val="00E23BE6"/>
    <w:rsid w:val="00E24481"/>
    <w:rsid w:val="00E3056F"/>
    <w:rsid w:val="00E3244B"/>
    <w:rsid w:val="00E34202"/>
    <w:rsid w:val="00E34AD9"/>
    <w:rsid w:val="00E403B6"/>
    <w:rsid w:val="00E44ED6"/>
    <w:rsid w:val="00E456FD"/>
    <w:rsid w:val="00E4601D"/>
    <w:rsid w:val="00E4744F"/>
    <w:rsid w:val="00E540AB"/>
    <w:rsid w:val="00E57476"/>
    <w:rsid w:val="00E61159"/>
    <w:rsid w:val="00E6633C"/>
    <w:rsid w:val="00E6658B"/>
    <w:rsid w:val="00E7003F"/>
    <w:rsid w:val="00E704D4"/>
    <w:rsid w:val="00E71967"/>
    <w:rsid w:val="00E71F93"/>
    <w:rsid w:val="00E7596F"/>
    <w:rsid w:val="00E75FBC"/>
    <w:rsid w:val="00E76BB7"/>
    <w:rsid w:val="00E855E8"/>
    <w:rsid w:val="00E91C8C"/>
    <w:rsid w:val="00EA153E"/>
    <w:rsid w:val="00EA4189"/>
    <w:rsid w:val="00EA501D"/>
    <w:rsid w:val="00EA578E"/>
    <w:rsid w:val="00EB02E9"/>
    <w:rsid w:val="00EB0F6A"/>
    <w:rsid w:val="00EB0FED"/>
    <w:rsid w:val="00EB5E35"/>
    <w:rsid w:val="00EC0A91"/>
    <w:rsid w:val="00EC1D0E"/>
    <w:rsid w:val="00EC2020"/>
    <w:rsid w:val="00EC36D5"/>
    <w:rsid w:val="00EC3730"/>
    <w:rsid w:val="00ED4B91"/>
    <w:rsid w:val="00EE2D5D"/>
    <w:rsid w:val="00EE61B2"/>
    <w:rsid w:val="00EF2EED"/>
    <w:rsid w:val="00EF6C83"/>
    <w:rsid w:val="00F0051A"/>
    <w:rsid w:val="00F02F68"/>
    <w:rsid w:val="00F03149"/>
    <w:rsid w:val="00F05E24"/>
    <w:rsid w:val="00F10ADA"/>
    <w:rsid w:val="00F11B13"/>
    <w:rsid w:val="00F138ED"/>
    <w:rsid w:val="00F15181"/>
    <w:rsid w:val="00F15EEA"/>
    <w:rsid w:val="00F167F1"/>
    <w:rsid w:val="00F16823"/>
    <w:rsid w:val="00F209BF"/>
    <w:rsid w:val="00F378CB"/>
    <w:rsid w:val="00F40330"/>
    <w:rsid w:val="00F4325B"/>
    <w:rsid w:val="00F43A93"/>
    <w:rsid w:val="00F44094"/>
    <w:rsid w:val="00F5002D"/>
    <w:rsid w:val="00F515D5"/>
    <w:rsid w:val="00F51A0D"/>
    <w:rsid w:val="00F51F4A"/>
    <w:rsid w:val="00F520EE"/>
    <w:rsid w:val="00F52123"/>
    <w:rsid w:val="00F536FB"/>
    <w:rsid w:val="00F56440"/>
    <w:rsid w:val="00F70D1B"/>
    <w:rsid w:val="00F7120E"/>
    <w:rsid w:val="00F73335"/>
    <w:rsid w:val="00F73FFC"/>
    <w:rsid w:val="00F754B6"/>
    <w:rsid w:val="00F776E7"/>
    <w:rsid w:val="00F80DC9"/>
    <w:rsid w:val="00F86491"/>
    <w:rsid w:val="00F86BCD"/>
    <w:rsid w:val="00F86E63"/>
    <w:rsid w:val="00F91536"/>
    <w:rsid w:val="00F93689"/>
    <w:rsid w:val="00F96B1A"/>
    <w:rsid w:val="00F97093"/>
    <w:rsid w:val="00FA176D"/>
    <w:rsid w:val="00FA36C0"/>
    <w:rsid w:val="00FA3E8E"/>
    <w:rsid w:val="00FA7568"/>
    <w:rsid w:val="00FB0762"/>
    <w:rsid w:val="00FB188E"/>
    <w:rsid w:val="00FB40B8"/>
    <w:rsid w:val="00FB47AA"/>
    <w:rsid w:val="00FB59EF"/>
    <w:rsid w:val="00FB5B67"/>
    <w:rsid w:val="00FC1570"/>
    <w:rsid w:val="00FC65F8"/>
    <w:rsid w:val="00FD2D28"/>
    <w:rsid w:val="00FD59BF"/>
    <w:rsid w:val="00FD6552"/>
    <w:rsid w:val="00FE27F5"/>
    <w:rsid w:val="00FE2CD3"/>
    <w:rsid w:val="00FE517F"/>
    <w:rsid w:val="00FE6AD8"/>
    <w:rsid w:val="00FF0856"/>
    <w:rsid w:val="00FF087C"/>
    <w:rsid w:val="00FF12B3"/>
    <w:rsid w:val="00FF155A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0F980"/>
  <w15:chartTrackingRefBased/>
  <w15:docId w15:val="{FB338483-A3CC-4369-86E8-8D0C3476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BE"/>
    <w:pPr>
      <w:spacing w:after="0" w:line="280" w:lineRule="exac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C3680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3680"/>
    <w:pPr>
      <w:keepLines/>
      <w:spacing w:before="240" w:after="240" w:line="240" w:lineRule="auto"/>
      <w:outlineLvl w:val="1"/>
    </w:pPr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3680"/>
    <w:pPr>
      <w:keepLines/>
      <w:spacing w:before="240" w:after="120" w:line="240" w:lineRule="auto"/>
      <w:outlineLvl w:val="2"/>
    </w:pPr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E0763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E07631"/>
    <w:pPr>
      <w:keepNext/>
      <w:keepLines/>
      <w:outlineLvl w:val="4"/>
    </w:pPr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berschrift6">
    <w:name w:val="heading 6"/>
    <w:basedOn w:val="Nummerierung"/>
    <w:next w:val="Standard"/>
    <w:link w:val="berschrift6Zchn"/>
    <w:uiPriority w:val="9"/>
    <w:semiHidden/>
    <w:rsid w:val="00441287"/>
    <w:pPr>
      <w:outlineLvl w:val="5"/>
    </w:pPr>
  </w:style>
  <w:style w:type="paragraph" w:styleId="berschrift9">
    <w:name w:val="heading 9"/>
    <w:basedOn w:val="Standard"/>
    <w:next w:val="Standard"/>
    <w:link w:val="berschrift9Zchn"/>
    <w:uiPriority w:val="9"/>
    <w:semiHidden/>
    <w:rsid w:val="002B74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3680"/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3680"/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3680"/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53AA"/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53AA"/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67534A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706F6F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67534A"/>
    <w:rPr>
      <w:color w:val="706F6F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50488"/>
    <w:pPr>
      <w:tabs>
        <w:tab w:val="center" w:pos="4536"/>
        <w:tab w:val="right" w:pos="9072"/>
      </w:tabs>
      <w:spacing w:line="240" w:lineRule="auto"/>
      <w:jc w:val="right"/>
    </w:pPr>
    <w:rPr>
      <w:noProof/>
    </w:rPr>
  </w:style>
  <w:style w:type="character" w:customStyle="1" w:styleId="FuzeileZchn">
    <w:name w:val="Fußzeile Zchn"/>
    <w:basedOn w:val="Absatz-Standardschriftart"/>
    <w:link w:val="Fuzeile"/>
    <w:uiPriority w:val="99"/>
    <w:rsid w:val="00AB041C"/>
    <w:rPr>
      <w:noProof/>
    </w:rPr>
  </w:style>
  <w:style w:type="paragraph" w:customStyle="1" w:styleId="Quelle">
    <w:name w:val="Quelle"/>
    <w:basedOn w:val="Standard"/>
    <w:link w:val="QuelleZchn"/>
    <w:qFormat/>
    <w:rsid w:val="005659A1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808080" w:themeColor="background1" w:themeShade="80"/>
      <w:sz w:val="15"/>
      <w:szCs w:val="15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rsid w:val="00BB456F"/>
    <w:pPr>
      <w:numPr>
        <w:numId w:val="1"/>
      </w:numPr>
      <w:ind w:left="284" w:hanging="284"/>
      <w:contextualSpacing/>
    </w:p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  <w:rsid w:val="00BB456F"/>
  </w:style>
  <w:style w:type="paragraph" w:styleId="Zitat">
    <w:name w:val="Quote"/>
    <w:basedOn w:val="Standard"/>
    <w:next w:val="Standard"/>
    <w:link w:val="ZitatZchn"/>
    <w:uiPriority w:val="29"/>
    <w:rsid w:val="00AD027D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D027D"/>
    <w:rPr>
      <w:i/>
    </w:rPr>
  </w:style>
  <w:style w:type="table" w:styleId="EinfacheTabelle4">
    <w:name w:val="Plain Table 4"/>
    <w:basedOn w:val="NormaleTabelle"/>
    <w:uiPriority w:val="44"/>
    <w:rsid w:val="00824E78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mpressum">
    <w:name w:val="Impressum"/>
    <w:basedOn w:val="Standard"/>
    <w:link w:val="ImpressumZchn"/>
    <w:qFormat/>
    <w:rsid w:val="0084766C"/>
    <w:pPr>
      <w:spacing w:line="220" w:lineRule="exact"/>
      <w:jc w:val="both"/>
    </w:pPr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character" w:customStyle="1" w:styleId="ImpressumZchn">
    <w:name w:val="Impressum Zchn"/>
    <w:basedOn w:val="Absatz-Standardschriftart"/>
    <w:link w:val="Impressum"/>
    <w:rsid w:val="0084766C"/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4734"/>
    <w:pPr>
      <w:spacing w:after="120" w:line="240" w:lineRule="auto"/>
    </w:pPr>
    <w:rPr>
      <w:b/>
      <w:color w:val="327A86" w:themeColor="text2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B4734"/>
    <w:rPr>
      <w:b/>
      <w:color w:val="327A86" w:themeColor="text2"/>
      <w:sz w:val="56"/>
      <w:szCs w:val="56"/>
      <w:lang w:eastAsia="de-DE"/>
    </w:rPr>
  </w:style>
  <w:style w:type="table" w:styleId="Tabellenraster">
    <w:name w:val="Table Grid"/>
    <w:basedOn w:val="NormaleTabelle"/>
    <w:uiPriority w:val="59"/>
    <w:rsid w:val="00AD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sflltext">
    <w:name w:val="Ausfülltext"/>
    <w:basedOn w:val="Standard"/>
    <w:link w:val="AusflltextZchn"/>
    <w:qFormat/>
    <w:rsid w:val="00AC7674"/>
    <w:pPr>
      <w:spacing w:line="360" w:lineRule="auto"/>
    </w:pPr>
  </w:style>
  <w:style w:type="character" w:customStyle="1" w:styleId="AusflltextZchn">
    <w:name w:val="Ausfülltext Zchn"/>
    <w:basedOn w:val="Absatz-Standardschriftart"/>
    <w:link w:val="Ausflltext"/>
    <w:rsid w:val="00AC7674"/>
  </w:style>
  <w:style w:type="character" w:customStyle="1" w:styleId="QuelleZchn">
    <w:name w:val="Quelle Zchn"/>
    <w:basedOn w:val="Absatz-Standardschriftart"/>
    <w:link w:val="Quelle"/>
    <w:rsid w:val="005659A1"/>
    <w:rPr>
      <w:color w:val="808080" w:themeColor="background1" w:themeShade="80"/>
      <w:sz w:val="15"/>
      <w:szCs w:val="15"/>
    </w:rPr>
  </w:style>
  <w:style w:type="paragraph" w:customStyle="1" w:styleId="Nummerierung">
    <w:name w:val="Nummerierung"/>
    <w:basedOn w:val="Standard"/>
    <w:link w:val="NummerierungZchn"/>
    <w:qFormat/>
    <w:rsid w:val="007A149C"/>
    <w:rPr>
      <w:b/>
      <w:color w:val="327A86" w:themeColor="text2"/>
    </w:rPr>
  </w:style>
  <w:style w:type="character" w:customStyle="1" w:styleId="NummerierungZchn">
    <w:name w:val="Nummerierung Zchn"/>
    <w:basedOn w:val="Absatz-Standardschriftart"/>
    <w:link w:val="Nummerierung"/>
    <w:rsid w:val="007A149C"/>
    <w:rPr>
      <w:b/>
      <w:color w:val="327A86" w:themeColor="text2"/>
    </w:rPr>
  </w:style>
  <w:style w:type="character" w:styleId="Fett">
    <w:name w:val="Strong"/>
    <w:basedOn w:val="Absatz-Standardschriftart"/>
    <w:uiPriority w:val="22"/>
    <w:rsid w:val="0034350A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5256C6"/>
    <w:pPr>
      <w:tabs>
        <w:tab w:val="left" w:pos="198"/>
      </w:tabs>
      <w:spacing w:line="240" w:lineRule="auto"/>
      <w:ind w:left="198" w:hanging="198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B04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3CF9"/>
    <w:rPr>
      <w:vertAlign w:val="superscript"/>
    </w:rPr>
  </w:style>
  <w:style w:type="paragraph" w:customStyle="1" w:styleId="SprechbaseBeschreibung">
    <w:name w:val="Sprechbase/Beschreibung"/>
    <w:basedOn w:val="Transcript"/>
    <w:link w:val="SprechbaseBeschreibungZchn"/>
    <w:qFormat/>
    <w:rsid w:val="005D3530"/>
    <w:pPr>
      <w:spacing w:line="240" w:lineRule="auto"/>
    </w:pPr>
    <w:rPr>
      <w:sz w:val="20"/>
      <w:szCs w:val="18"/>
    </w:rPr>
  </w:style>
  <w:style w:type="character" w:customStyle="1" w:styleId="SprechbaseBeschreibungZchn">
    <w:name w:val="Sprechbase/Beschreibung Zchn"/>
    <w:basedOn w:val="Absatz-Standardschriftart"/>
    <w:link w:val="SprechbaseBeschreibung"/>
    <w:rsid w:val="005D3530"/>
    <w:rPr>
      <w:rFonts w:ascii="Calibri" w:eastAsia="Times New Roman" w:hAnsi="Calibri" w:cs="Times New Roman"/>
      <w:color w:val="000000"/>
      <w:sz w:val="20"/>
      <w:szCs w:val="18"/>
      <w:lang w:eastAsia="de-DE"/>
    </w:rPr>
  </w:style>
  <w:style w:type="paragraph" w:customStyle="1" w:styleId="bershrift5">
    <w:name w:val="Übershrift 5"/>
    <w:basedOn w:val="berschrift5"/>
    <w:semiHidden/>
    <w:rsid w:val="009A767B"/>
    <w:rPr>
      <w:color w:val="auto"/>
      <w:sz w:val="14"/>
      <w:szCs w:val="14"/>
    </w:rPr>
  </w:style>
  <w:style w:type="paragraph" w:styleId="Verzeichnis1">
    <w:name w:val="toc 1"/>
    <w:basedOn w:val="Standard"/>
    <w:next w:val="Standard"/>
    <w:autoRedefine/>
    <w:uiPriority w:val="39"/>
    <w:unhideWhenUsed/>
    <w:rsid w:val="000F13CD"/>
    <w:pPr>
      <w:numPr>
        <w:numId w:val="2"/>
      </w:numPr>
      <w:tabs>
        <w:tab w:val="left" w:pos="442"/>
        <w:tab w:val="right" w:pos="9072"/>
      </w:tabs>
      <w:spacing w:before="120" w:line="240" w:lineRule="exact"/>
      <w:ind w:left="340" w:hanging="340"/>
    </w:pPr>
    <w:rPr>
      <w:noProof/>
      <w:color w:val="000000" w:themeColor="text1"/>
      <w:sz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DB28DE"/>
    <w:pPr>
      <w:tabs>
        <w:tab w:val="left" w:pos="0"/>
        <w:tab w:val="right" w:leader="dot" w:pos="9070"/>
      </w:tabs>
      <w:ind w:left="340" w:hanging="340"/>
    </w:pPr>
    <w:rPr>
      <w:color w:val="000000" w:themeColor="text1"/>
      <w:sz w:val="18"/>
    </w:rPr>
  </w:style>
  <w:style w:type="character" w:styleId="Hyperlink">
    <w:name w:val="Hyperlink"/>
    <w:basedOn w:val="Absatz-Standardschriftart"/>
    <w:uiPriority w:val="99"/>
    <w:unhideWhenUsed/>
    <w:rsid w:val="00206AA9"/>
    <w:rPr>
      <w:color w:val="327A86" w:themeColor="hyperlink"/>
      <w:u w:val="single"/>
    </w:rPr>
  </w:style>
  <w:style w:type="paragraph" w:styleId="Verzeichnis3">
    <w:name w:val="toc 3"/>
    <w:basedOn w:val="Standard"/>
    <w:next w:val="Standard"/>
    <w:autoRedefine/>
    <w:uiPriority w:val="39"/>
    <w:semiHidden/>
    <w:rsid w:val="008C6C14"/>
    <w:pPr>
      <w:tabs>
        <w:tab w:val="left" w:pos="442"/>
        <w:tab w:val="right" w:leader="dot" w:pos="4536"/>
      </w:tabs>
      <w:spacing w:after="120" w:line="240" w:lineRule="exact"/>
      <w:ind w:left="680" w:hanging="340"/>
      <w:contextualSpacing/>
    </w:pPr>
    <w:rPr>
      <w:rFonts w:eastAsiaTheme="minorEastAsia" w:cs="Times New Roman"/>
      <w:sz w:val="18"/>
      <w:lang w:eastAsia="de-DE"/>
    </w:rPr>
  </w:style>
  <w:style w:type="paragraph" w:styleId="Verzeichnis4">
    <w:name w:val="toc 4"/>
    <w:basedOn w:val="Standard"/>
    <w:next w:val="Standard"/>
    <w:autoRedefine/>
    <w:uiPriority w:val="39"/>
    <w:semiHidden/>
    <w:rsid w:val="006A253B"/>
    <w:pPr>
      <w:spacing w:after="100"/>
      <w:ind w:left="6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66771"/>
    <w:pPr>
      <w:spacing w:after="100"/>
      <w:ind w:left="176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0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486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869"/>
    <w:rPr>
      <w:rFonts w:ascii="Segoe UI" w:hAnsi="Segoe UI" w:cs="Segoe UI"/>
      <w:sz w:val="18"/>
      <w:szCs w:val="18"/>
    </w:rPr>
  </w:style>
  <w:style w:type="table" w:customStyle="1" w:styleId="EinfacheTabelle41">
    <w:name w:val="Einfache Tabelle 41"/>
    <w:basedOn w:val="NormaleTabelle"/>
    <w:next w:val="EinfacheTabelle4"/>
    <w:uiPriority w:val="44"/>
    <w:rsid w:val="00387E96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rarbeitung">
    <w:name w:val="Revision"/>
    <w:hidden/>
    <w:uiPriority w:val="99"/>
    <w:semiHidden/>
    <w:rsid w:val="00EA578E"/>
    <w:pPr>
      <w:spacing w:after="0" w:line="240" w:lineRule="auto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53AA"/>
    <w:rPr>
      <w:b/>
      <w:color w:val="327A86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53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MSKTabelle">
    <w:name w:val="MSK_Tabelle"/>
    <w:basedOn w:val="NormaleTabelle"/>
    <w:uiPriority w:val="99"/>
    <w:rsid w:val="001E402C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D9D9D9" w:themeFill="background1" w:themeFillShade="D9"/>
      </w:tcPr>
    </w:tblStylePr>
  </w:style>
  <w:style w:type="paragraph" w:customStyle="1" w:styleId="Transcript">
    <w:name w:val="Transcript"/>
    <w:basedOn w:val="Standard"/>
    <w:qFormat/>
    <w:rsid w:val="009D3469"/>
    <w:pPr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Calibri" w:eastAsia="Times New Roman" w:hAnsi="Calibri" w:cs="Times New Roman"/>
      <w:color w:val="000000"/>
      <w:sz w:val="18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078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367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59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17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0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\Documents\Benutzerdefinierte%20Office-Vorlagen\Sima.dotx" TargetMode="External"/></Relationships>
</file>

<file path=word/theme/theme1.xml><?xml version="1.0" encoding="utf-8"?>
<a:theme xmlns:a="http://schemas.openxmlformats.org/drawingml/2006/main" name="Office">
  <a:themeElements>
    <a:clrScheme name="Design_DZLM">
      <a:dk1>
        <a:sysClr val="windowText" lastClr="000000"/>
      </a:dk1>
      <a:lt1>
        <a:srgbClr val="FFFFFF"/>
      </a:lt1>
      <a:dk2>
        <a:srgbClr val="327A86"/>
      </a:dk2>
      <a:lt2>
        <a:srgbClr val="F8B44F"/>
      </a:lt2>
      <a:accent1>
        <a:srgbClr val="327A86"/>
      </a:accent1>
      <a:accent2>
        <a:srgbClr val="F8B44F"/>
      </a:accent2>
      <a:accent3>
        <a:srgbClr val="737373"/>
      </a:accent3>
      <a:accent4>
        <a:srgbClr val="F8B44F"/>
      </a:accent4>
      <a:accent5>
        <a:srgbClr val="A44168"/>
      </a:accent5>
      <a:accent6>
        <a:srgbClr val="FFFFFF"/>
      </a:accent6>
      <a:hlink>
        <a:srgbClr val="327A86"/>
      </a:hlink>
      <a:folHlink>
        <a:srgbClr val="327A86"/>
      </a:folHlink>
    </a:clrScheme>
    <a:fontScheme name="DZLM_Schrif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CB64-C31C-4F05-8BC9-1E5731EE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Sima</Template>
  <TotalTime>0</TotalTime>
  <Pages>4</Pages>
  <Words>368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</dc:creator>
  <cp:keywords/>
  <dc:description/>
  <cp:lastModifiedBy>Prisca Theißen</cp:lastModifiedBy>
  <cp:revision>3</cp:revision>
  <dcterms:created xsi:type="dcterms:W3CDTF">2024-04-18T12:12:00Z</dcterms:created>
  <dcterms:modified xsi:type="dcterms:W3CDTF">2024-04-18T12:12:00Z</dcterms:modified>
</cp:coreProperties>
</file>