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61043" w14:textId="541AB9AB" w:rsidR="00E0758C" w:rsidRPr="00E0758C" w:rsidRDefault="00F0051A" w:rsidP="00AB6367">
      <w:pPr>
        <w:rPr>
          <w:lang w:eastAsia="de-DE"/>
        </w:rPr>
      </w:pPr>
      <w:bookmarkStart w:id="0" w:name="_Hlk116917551"/>
      <w:r w:rsidRPr="00E0758C">
        <w:rPr>
          <w:b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603456" behindDoc="1" locked="0" layoutInCell="1" allowOverlap="1" wp14:anchorId="0059447E" wp14:editId="70B01148">
            <wp:simplePos x="0" y="0"/>
            <wp:positionH relativeFrom="margin">
              <wp:posOffset>5005614</wp:posOffset>
            </wp:positionH>
            <wp:positionV relativeFrom="page">
              <wp:posOffset>1064260</wp:posOffset>
            </wp:positionV>
            <wp:extent cx="854888" cy="850165"/>
            <wp:effectExtent l="0" t="0" r="0" b="0"/>
            <wp:wrapTight wrapText="bothSides">
              <wp:wrapPolygon edited="0">
                <wp:start x="9949" y="0"/>
                <wp:lineTo x="7061" y="969"/>
                <wp:lineTo x="2568" y="4197"/>
                <wp:lineTo x="1284" y="10332"/>
                <wp:lineTo x="1284" y="10655"/>
                <wp:lineTo x="3210" y="15498"/>
                <wp:lineTo x="3210" y="16143"/>
                <wp:lineTo x="8666" y="19372"/>
                <wp:lineTo x="12838" y="19372"/>
                <wp:lineTo x="18936" y="15821"/>
                <wp:lineTo x="18936" y="15498"/>
                <wp:lineTo x="21183" y="12592"/>
                <wp:lineTo x="21183" y="6780"/>
                <wp:lineTo x="20862" y="3552"/>
                <wp:lineTo x="18615" y="646"/>
                <wp:lineTo x="16368" y="0"/>
                <wp:lineTo x="9949" y="0"/>
              </wp:wrapPolygon>
            </wp:wrapTight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-MSK-kurz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12" t="1" b="-15148"/>
                    <a:stretch/>
                  </pic:blipFill>
                  <pic:spPr bwMode="auto">
                    <a:xfrm>
                      <a:off x="0" y="0"/>
                      <a:ext cx="854888" cy="850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2C2B3" w14:textId="77777777" w:rsidR="00C33776" w:rsidRDefault="00E0758C" w:rsidP="00AB6367">
      <w:pPr>
        <w:spacing w:after="120" w:line="240" w:lineRule="auto"/>
        <w:rPr>
          <w:b/>
          <w:color w:val="000000"/>
          <w:sz w:val="48"/>
          <w:szCs w:val="48"/>
          <w:lang w:eastAsia="de-DE"/>
        </w:rPr>
      </w:pPr>
      <w:r w:rsidRPr="00E0758C">
        <w:rPr>
          <w:b/>
          <w:color w:val="000000"/>
          <w:sz w:val="72"/>
          <w:szCs w:val="72"/>
          <w:lang w:eastAsia="de-DE"/>
        </w:rPr>
        <w:t>Mathe sicher können</w:t>
      </w:r>
      <w:r w:rsidRPr="00E0758C">
        <w:rPr>
          <w:b/>
          <w:color w:val="000000"/>
          <w:sz w:val="72"/>
          <w:szCs w:val="72"/>
          <w:lang w:eastAsia="de-DE"/>
        </w:rPr>
        <w:br/>
      </w:r>
    </w:p>
    <w:p w14:paraId="154AD740" w14:textId="02FE328B" w:rsidR="00E0758C" w:rsidRPr="00E0758C" w:rsidRDefault="00C33776" w:rsidP="00AB6367">
      <w:pPr>
        <w:spacing w:after="120" w:line="240" w:lineRule="auto"/>
        <w:rPr>
          <w:b/>
          <w:color w:val="000000"/>
          <w:sz w:val="72"/>
          <w:szCs w:val="72"/>
          <w:lang w:eastAsia="de-DE"/>
        </w:rPr>
      </w:pPr>
      <w:r w:rsidRPr="00C33776">
        <w:rPr>
          <w:b/>
          <w:color w:val="000000"/>
          <w:sz w:val="48"/>
          <w:szCs w:val="48"/>
          <w:lang w:eastAsia="de-DE"/>
        </w:rPr>
        <w:t>Differenzierte Übungs</w:t>
      </w:r>
      <w:r>
        <w:rPr>
          <w:b/>
          <w:color w:val="000000"/>
          <w:sz w:val="48"/>
          <w:szCs w:val="48"/>
          <w:lang w:eastAsia="de-DE"/>
        </w:rPr>
        <w:t>aufgaben</w:t>
      </w:r>
      <w:r>
        <w:rPr>
          <w:b/>
          <w:color w:val="000000"/>
          <w:sz w:val="48"/>
          <w:szCs w:val="48"/>
          <w:lang w:eastAsia="de-DE"/>
        </w:rPr>
        <w:br/>
      </w:r>
      <w:r w:rsidRPr="00C33776">
        <w:rPr>
          <w:b/>
          <w:color w:val="000000"/>
          <w:sz w:val="48"/>
          <w:szCs w:val="48"/>
          <w:lang w:eastAsia="de-DE"/>
        </w:rPr>
        <w:t>zur Klassenstunde</w:t>
      </w:r>
    </w:p>
    <w:p w14:paraId="73305DEE" w14:textId="77777777" w:rsidR="00E0758C" w:rsidRDefault="00E0758C" w:rsidP="00AB6367">
      <w:pPr>
        <w:spacing w:after="120" w:line="240" w:lineRule="auto"/>
        <w:rPr>
          <w:b/>
          <w:color w:val="327A86" w:themeColor="text2"/>
          <w:sz w:val="56"/>
          <w:szCs w:val="56"/>
          <w:lang w:eastAsia="de-DE"/>
        </w:rPr>
      </w:pPr>
    </w:p>
    <w:p w14:paraId="21906FB2" w14:textId="432925CC" w:rsidR="00E0758C" w:rsidRPr="00F0051A" w:rsidRDefault="00E0758C" w:rsidP="00AB6367">
      <w:pPr>
        <w:tabs>
          <w:tab w:val="left" w:pos="8020"/>
        </w:tabs>
        <w:spacing w:after="120" w:line="240" w:lineRule="auto"/>
        <w:rPr>
          <w:b/>
          <w:color w:val="327A86" w:themeColor="text2"/>
          <w:sz w:val="48"/>
          <w:szCs w:val="48"/>
          <w:lang w:eastAsia="de-DE"/>
        </w:rPr>
      </w:pPr>
      <w:r w:rsidRPr="00F0051A">
        <w:rPr>
          <w:b/>
          <w:color w:val="327A86" w:themeColor="text2"/>
          <w:sz w:val="48"/>
          <w:szCs w:val="48"/>
          <w:lang w:eastAsia="de-DE"/>
        </w:rPr>
        <w:t>N1 Stellenwert</w:t>
      </w:r>
      <w:r w:rsidR="00D7375E" w:rsidRPr="00F0051A">
        <w:rPr>
          <w:b/>
          <w:color w:val="327A86" w:themeColor="text2"/>
          <w:sz w:val="48"/>
          <w:szCs w:val="48"/>
          <w:lang w:eastAsia="de-DE"/>
        </w:rPr>
        <w:t>e verstehen</w:t>
      </w:r>
    </w:p>
    <w:p w14:paraId="3D19B96F" w14:textId="77777777" w:rsidR="00E0758C" w:rsidRPr="00E0758C" w:rsidRDefault="00E0758C" w:rsidP="00AB6367">
      <w:pPr>
        <w:rPr>
          <w:lang w:eastAsia="de-DE"/>
        </w:rPr>
      </w:pPr>
    </w:p>
    <w:p w14:paraId="5D9C26BE" w14:textId="77777777" w:rsidR="00956CFC" w:rsidRPr="00E0758C" w:rsidRDefault="00956CFC" w:rsidP="00AB6367">
      <w:pPr>
        <w:rPr>
          <w:lang w:eastAsia="de-DE"/>
        </w:rPr>
      </w:pPr>
    </w:p>
    <w:tbl>
      <w:tblPr>
        <w:tblStyle w:val="EinfacheTabelle41"/>
        <w:tblW w:w="9071" w:type="dxa"/>
        <w:jc w:val="center"/>
        <w:tblCellMar>
          <w:left w:w="0" w:type="dxa"/>
          <w:bottom w:w="170" w:type="dxa"/>
          <w:right w:w="0" w:type="dxa"/>
        </w:tblCellMar>
        <w:tblLook w:val="0600" w:firstRow="0" w:lastRow="0" w:firstColumn="0" w:lastColumn="0" w:noHBand="1" w:noVBand="1"/>
      </w:tblPr>
      <w:tblGrid>
        <w:gridCol w:w="1870"/>
        <w:gridCol w:w="3670"/>
        <w:gridCol w:w="3531"/>
      </w:tblGrid>
      <w:tr w:rsidR="00E0758C" w:rsidRPr="00E0758C" w14:paraId="2965D3BD" w14:textId="77777777" w:rsidTr="007A1C42">
        <w:trPr>
          <w:cantSplit/>
          <w:trHeight w:val="838"/>
          <w:jc w:val="center"/>
        </w:trPr>
        <w:tc>
          <w:tcPr>
            <w:tcW w:w="1870" w:type="dxa"/>
          </w:tcPr>
          <w:p w14:paraId="533A86F4" w14:textId="77777777" w:rsidR="00E0758C" w:rsidRPr="00E0758C" w:rsidRDefault="00E0758C" w:rsidP="00AB636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670" w:type="dxa"/>
          </w:tcPr>
          <w:p w14:paraId="07582C57" w14:textId="16567279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  <w:r w:rsidRPr="00E0758C">
              <w:rPr>
                <w:b/>
                <w:noProof/>
                <w:color w:val="327A86" w:themeColor="text2"/>
              </w:rPr>
              <w:drawing>
                <wp:inline distT="0" distB="0" distL="0" distR="0" wp14:anchorId="0E2057A0" wp14:editId="7886A2DC">
                  <wp:extent cx="2330833" cy="1165417"/>
                  <wp:effectExtent l="0" t="0" r="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con-MSK-N1- Stellenwerte verstehe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833" cy="1165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A9B615" w14:textId="77777777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75BB3179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E0758C" w:rsidRPr="00E0758C" w14:paraId="4ABE7552" w14:textId="77777777" w:rsidTr="007A1C42">
        <w:trPr>
          <w:cantSplit/>
          <w:trHeight w:val="68"/>
          <w:jc w:val="center"/>
        </w:trPr>
        <w:tc>
          <w:tcPr>
            <w:tcW w:w="1870" w:type="dxa"/>
          </w:tcPr>
          <w:p w14:paraId="4278B8FA" w14:textId="77777777" w:rsidR="00E0758C" w:rsidRPr="00E0758C" w:rsidRDefault="00E0758C" w:rsidP="00AB6367">
            <w:pPr>
              <w:pStyle w:val="berschrift1"/>
              <w:rPr>
                <w:lang w:eastAsia="en-US"/>
              </w:rPr>
            </w:pPr>
            <w:r w:rsidRPr="00644F56">
              <w:rPr>
                <w:color w:val="327A86" w:themeColor="text2"/>
              </w:rPr>
              <w:t>Inhalt</w:t>
            </w:r>
          </w:p>
        </w:tc>
        <w:tc>
          <w:tcPr>
            <w:tcW w:w="3670" w:type="dxa"/>
          </w:tcPr>
          <w:p w14:paraId="2C5D14F4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09F9AF15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D7375E" w:rsidRPr="00E0758C" w14:paraId="006D8E01" w14:textId="77777777" w:rsidTr="00F309CF">
        <w:trPr>
          <w:cantSplit/>
          <w:jc w:val="center"/>
        </w:trPr>
        <w:tc>
          <w:tcPr>
            <w:tcW w:w="1870" w:type="dxa"/>
          </w:tcPr>
          <w:p w14:paraId="2FC61CC2" w14:textId="4477CF2C" w:rsidR="00D7375E" w:rsidRPr="00E0758C" w:rsidRDefault="00D7375E" w:rsidP="00AB6367">
            <w:pPr>
              <w:pStyle w:val="Nummerierung"/>
              <w:rPr>
                <w:rFonts w:eastAsiaTheme="minorHAnsi"/>
                <w:lang w:eastAsia="en-US"/>
              </w:rPr>
            </w:pPr>
            <w:r w:rsidRPr="00E0758C">
              <w:rPr>
                <w:rFonts w:eastAsiaTheme="minorHAnsi"/>
                <w:lang w:eastAsia="en-US"/>
              </w:rPr>
              <w:t>Baustein N1</w:t>
            </w:r>
            <w:r w:rsidR="00AB584F">
              <w:rPr>
                <w:rFonts w:eastAsiaTheme="minorHAnsi"/>
                <w:lang w:eastAsia="en-US"/>
              </w:rPr>
              <w:t>B</w:t>
            </w:r>
            <w:r w:rsidRPr="00E0758C">
              <w:rPr>
                <w:rFonts w:eastAsiaTheme="minorHAnsi"/>
                <w:lang w:eastAsia="en-US"/>
              </w:rPr>
              <w:t xml:space="preserve"> </w:t>
            </w:r>
          </w:p>
          <w:p w14:paraId="7F6CAE88" w14:textId="0E7E3357" w:rsidR="00D7375E" w:rsidRPr="00E0758C" w:rsidRDefault="00D7375E" w:rsidP="00AB6367">
            <w:pPr>
              <w:pStyle w:val="Nummerierung"/>
            </w:pPr>
          </w:p>
        </w:tc>
        <w:tc>
          <w:tcPr>
            <w:tcW w:w="7201" w:type="dxa"/>
            <w:gridSpan w:val="2"/>
          </w:tcPr>
          <w:p w14:paraId="0412AB02" w14:textId="7D28FAEC" w:rsidR="00D7375E" w:rsidRDefault="00D7375E" w:rsidP="00AB6367">
            <w:pPr>
              <w:pStyle w:val="Nummerierung"/>
              <w:rPr>
                <w:rFonts w:eastAsiaTheme="minorHAnsi"/>
                <w:color w:val="000000" w:themeColor="text1"/>
                <w:lang w:eastAsia="en-US"/>
              </w:rPr>
            </w:pPr>
            <w:r w:rsidRPr="00751A89">
              <w:rPr>
                <w:rFonts w:eastAsiaTheme="minorHAnsi"/>
                <w:color w:val="000000" w:themeColor="text1"/>
                <w:lang w:eastAsia="en-US"/>
              </w:rPr>
              <w:t xml:space="preserve">Ich kann </w:t>
            </w:r>
            <w:r w:rsidR="00AB584F">
              <w:rPr>
                <w:rFonts w:eastAsiaTheme="minorHAnsi"/>
                <w:color w:val="000000" w:themeColor="text1"/>
                <w:lang w:eastAsia="en-US"/>
              </w:rPr>
              <w:t>bündeln und entbündeln</w:t>
            </w:r>
          </w:p>
          <w:p w14:paraId="207F7E91" w14:textId="6515B91A" w:rsidR="00D7375E" w:rsidRDefault="00D7375E" w:rsidP="00AB6367">
            <w:pPr>
              <w:rPr>
                <w:rFonts w:eastAsiaTheme="minorHAnsi"/>
                <w:color w:val="70BCC9" w:themeColor="text2" w:themeTint="99"/>
                <w:lang w:eastAsia="en-US"/>
              </w:rPr>
            </w:pPr>
            <w:r>
              <w:rPr>
                <w:rFonts w:eastAsiaTheme="minorHAnsi"/>
                <w:color w:val="70BCC9" w:themeColor="text2" w:themeTint="99"/>
                <w:lang w:eastAsia="en-US"/>
              </w:rPr>
              <w:sym w:font="Wingdings" w:char="F06E"/>
            </w:r>
            <w:r>
              <w:rPr>
                <w:rFonts w:eastAsiaTheme="minorHAnsi"/>
                <w:color w:val="70BCC9" w:themeColor="text2" w:themeTint="99"/>
                <w:lang w:eastAsia="en-US"/>
              </w:rPr>
              <w:t xml:space="preserve"> </w:t>
            </w:r>
            <w:r w:rsidR="00AB6367">
              <w:rPr>
                <w:rFonts w:eastAsiaTheme="minorHAnsi"/>
                <w:lang w:eastAsia="en-US"/>
              </w:rPr>
              <w:t>Aufgaben</w:t>
            </w:r>
            <w:r w:rsidR="00E4744F">
              <w:rPr>
                <w:rFonts w:eastAsiaTheme="minorHAnsi"/>
                <w:lang w:eastAsia="en-US"/>
              </w:rPr>
              <w:t xml:space="preserve"> für das Üben im </w:t>
            </w:r>
            <w:r w:rsidR="00C33776">
              <w:rPr>
                <w:rFonts w:eastAsiaTheme="minorHAnsi"/>
                <w:lang w:eastAsia="en-US"/>
              </w:rPr>
              <w:t>Basis</w:t>
            </w:r>
            <w:r w:rsidR="00E4744F">
              <w:rPr>
                <w:rFonts w:eastAsiaTheme="minorHAnsi"/>
                <w:lang w:eastAsia="en-US"/>
              </w:rPr>
              <w:t>niveau</w:t>
            </w:r>
          </w:p>
          <w:p w14:paraId="183A7CD7" w14:textId="04581D35" w:rsidR="00D7375E" w:rsidRPr="00014A1F" w:rsidRDefault="00D7375E" w:rsidP="00AB6367">
            <w:pPr>
              <w:pStyle w:val="Nummerierung"/>
              <w:rPr>
                <w:b w:val="0"/>
                <w:bCs/>
                <w:color w:val="000000"/>
              </w:rPr>
            </w:pPr>
            <w:r w:rsidRPr="00751A89">
              <w:rPr>
                <w:rFonts w:eastAsiaTheme="minorHAnsi"/>
                <w:lang w:eastAsia="en-US"/>
              </w:rPr>
              <w:sym w:font="Wingdings" w:char="F06E"/>
            </w:r>
            <w:r w:rsidRPr="00751A89">
              <w:rPr>
                <w:rFonts w:eastAsiaTheme="minorHAnsi"/>
                <w:lang w:eastAsia="en-US"/>
              </w:rPr>
              <w:t xml:space="preserve"> </w:t>
            </w:r>
            <w:r w:rsidR="00AB6367">
              <w:rPr>
                <w:b w:val="0"/>
                <w:bCs/>
                <w:color w:val="000000" w:themeColor="text1"/>
              </w:rPr>
              <w:t>Aufgaben</w:t>
            </w:r>
            <w:r w:rsidR="00E4744F">
              <w:rPr>
                <w:b w:val="0"/>
                <w:bCs/>
                <w:color w:val="000000" w:themeColor="text1"/>
              </w:rPr>
              <w:t xml:space="preserve"> für das Üben im </w:t>
            </w:r>
            <w:r w:rsidR="00C33776">
              <w:rPr>
                <w:b w:val="0"/>
                <w:bCs/>
                <w:color w:val="000000" w:themeColor="text1"/>
              </w:rPr>
              <w:t>Regel</w:t>
            </w:r>
            <w:r w:rsidR="00E4744F">
              <w:rPr>
                <w:b w:val="0"/>
                <w:bCs/>
                <w:color w:val="000000" w:themeColor="text1"/>
              </w:rPr>
              <w:t>n</w:t>
            </w:r>
            <w:r w:rsidR="00AB6367">
              <w:rPr>
                <w:b w:val="0"/>
                <w:bCs/>
                <w:color w:val="000000" w:themeColor="text1"/>
              </w:rPr>
              <w:t>i</w:t>
            </w:r>
            <w:r w:rsidR="00E4744F">
              <w:rPr>
                <w:b w:val="0"/>
                <w:bCs/>
                <w:color w:val="000000" w:themeColor="text1"/>
              </w:rPr>
              <w:t>veau</w:t>
            </w:r>
          </w:p>
          <w:p w14:paraId="0549EF4A" w14:textId="609531E9" w:rsidR="00D7375E" w:rsidRPr="00751A89" w:rsidRDefault="00D7375E" w:rsidP="00AB6367">
            <w:pPr>
              <w:pStyle w:val="Nummerierung"/>
            </w:pPr>
          </w:p>
        </w:tc>
      </w:tr>
    </w:tbl>
    <w:p w14:paraId="269FCA3A" w14:textId="77777777" w:rsidR="00AB6367" w:rsidRDefault="00AB6367" w:rsidP="00AB6367"/>
    <w:p w14:paraId="209E974D" w14:textId="77777777" w:rsidR="00AB6367" w:rsidRDefault="00AB6367" w:rsidP="00AB6367"/>
    <w:p w14:paraId="68B75167" w14:textId="77777777" w:rsidR="00AB6367" w:rsidRDefault="00AB6367" w:rsidP="00AB6367"/>
    <w:p w14:paraId="26E2FD26" w14:textId="77777777" w:rsidR="00AB6367" w:rsidRDefault="00AB6367" w:rsidP="00AB6367"/>
    <w:p w14:paraId="0D7ADE2D" w14:textId="77777777" w:rsidR="00AB6367" w:rsidRPr="00E0758C" w:rsidRDefault="00AB6367" w:rsidP="00AB6367"/>
    <w:tbl>
      <w:tblPr>
        <w:tblStyle w:val="EinfacheTabelle41"/>
        <w:tblW w:w="9071" w:type="dxa"/>
        <w:jc w:val="center"/>
        <w:tblCellMar>
          <w:top w:w="57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71"/>
        <w:gridCol w:w="7200"/>
      </w:tblGrid>
      <w:tr w:rsidR="00E0758C" w:rsidRPr="00E0758C" w14:paraId="4A65FB65" w14:textId="77777777" w:rsidTr="00C33776">
        <w:trPr>
          <w:cantSplit/>
          <w:jc w:val="center"/>
        </w:trPr>
        <w:tc>
          <w:tcPr>
            <w:tcW w:w="1871" w:type="dxa"/>
          </w:tcPr>
          <w:p w14:paraId="03DAD279" w14:textId="7933FBB7" w:rsidR="00E0758C" w:rsidRPr="00E0758C" w:rsidRDefault="00E0758C" w:rsidP="00C33776">
            <w:pPr>
              <w:spacing w:line="240" w:lineRule="auto"/>
              <w:jc w:val="both"/>
              <w:rPr>
                <w:color w:val="737373" w:themeColor="accent3"/>
                <w:sz w:val="17"/>
                <w:szCs w:val="18"/>
              </w:rPr>
            </w:pPr>
            <w:r w:rsidRPr="00E0758C">
              <w:rPr>
                <w:noProof/>
                <w:color w:val="737373" w:themeColor="accent3"/>
                <w:sz w:val="17"/>
                <w:szCs w:val="18"/>
              </w:rPr>
              <w:drawing>
                <wp:inline distT="0" distB="0" distL="0" distR="0" wp14:anchorId="4C30F1AF" wp14:editId="6022D8A4">
                  <wp:extent cx="829310" cy="292735"/>
                  <wp:effectExtent l="0" t="0" r="889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</w:tcPr>
          <w:p w14:paraId="7CC91CE2" w14:textId="701B889F" w:rsidR="00E0758C" w:rsidRPr="009B65FF" w:rsidRDefault="00E0758C" w:rsidP="00C33776">
            <w:pPr>
              <w:pStyle w:val="Impressum"/>
              <w:spacing w:line="240" w:lineRule="auto"/>
            </w:pPr>
            <w:r w:rsidRPr="009B65FF">
              <w:t xml:space="preserve">Dieses Material wurde durch </w:t>
            </w:r>
            <w:r w:rsidR="00921BBE">
              <w:t xml:space="preserve">Claudia Ademmer, Anne Tester, Lena Böing und Susanne Prediger aufbauend auf den Förderbaustein von </w:t>
            </w:r>
            <w:r w:rsidR="003647FB" w:rsidRPr="009B65FF">
              <w:t xml:space="preserve">Corinna Mosandl &amp; Marcus </w:t>
            </w:r>
            <w:proofErr w:type="spellStart"/>
            <w:r w:rsidR="003647FB" w:rsidRPr="009B65FF">
              <w:t>Nührenbörger</w:t>
            </w:r>
            <w:proofErr w:type="spellEnd"/>
            <w:r w:rsidR="003647FB" w:rsidRPr="009B65FF">
              <w:t xml:space="preserve"> </w:t>
            </w:r>
            <w:r w:rsidRPr="009B65FF">
              <w:t xml:space="preserve">konzipiert Es kann unter der Creative Commons Lizenz BY-NC-SA (Namensnennung – Nicht </w:t>
            </w:r>
            <w:r w:rsidR="008F18F7">
              <w:t>k</w:t>
            </w:r>
            <w:r w:rsidRPr="009B65FF">
              <w:t>ommerziell – Weitergabe unter gleichen Bedingungen) 4.0 International weiterverwendet werden.</w:t>
            </w:r>
          </w:p>
        </w:tc>
      </w:tr>
      <w:tr w:rsidR="00E0758C" w:rsidRPr="003F2680" w14:paraId="183006C7" w14:textId="77777777" w:rsidTr="00F0051A">
        <w:trPr>
          <w:cantSplit/>
          <w:jc w:val="center"/>
        </w:trPr>
        <w:tc>
          <w:tcPr>
            <w:tcW w:w="1871" w:type="dxa"/>
          </w:tcPr>
          <w:p w14:paraId="456A1DBE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Zitierbar als</w:t>
            </w:r>
          </w:p>
        </w:tc>
        <w:tc>
          <w:tcPr>
            <w:tcW w:w="7200" w:type="dxa"/>
          </w:tcPr>
          <w:p w14:paraId="1303E9E1" w14:textId="49F93489" w:rsidR="00E0758C" w:rsidRPr="00014A1F" w:rsidRDefault="00BC05EC" w:rsidP="00C33776">
            <w:pPr>
              <w:pStyle w:val="Impressum"/>
              <w:spacing w:line="240" w:lineRule="auto"/>
              <w:jc w:val="left"/>
            </w:pPr>
            <w:r>
              <w:rPr>
                <w:lang w:val="it-IT"/>
              </w:rPr>
              <w:t xml:space="preserve">Claudia </w:t>
            </w:r>
            <w:proofErr w:type="spellStart"/>
            <w:r>
              <w:rPr>
                <w:lang w:val="it-IT"/>
              </w:rPr>
              <w:t>Ademmer</w:t>
            </w:r>
            <w:proofErr w:type="spellEnd"/>
            <w:r>
              <w:rPr>
                <w:lang w:val="it-IT"/>
              </w:rPr>
              <w:t xml:space="preserve">, Anne Tester, Lena </w:t>
            </w:r>
            <w:proofErr w:type="spellStart"/>
            <w:r>
              <w:rPr>
                <w:lang w:val="it-IT"/>
              </w:rPr>
              <w:t>Böing</w:t>
            </w:r>
            <w:proofErr w:type="spellEnd"/>
            <w:r>
              <w:rPr>
                <w:lang w:val="it-IT"/>
              </w:rPr>
              <w:t xml:space="preserve">, Corinna </w:t>
            </w:r>
            <w:proofErr w:type="spellStart"/>
            <w:r w:rsidR="003647FB" w:rsidRPr="001E290A">
              <w:rPr>
                <w:lang w:val="it-IT"/>
              </w:rPr>
              <w:t>Mosandl</w:t>
            </w:r>
            <w:proofErr w:type="spellEnd"/>
            <w:r w:rsidR="00014A1F" w:rsidRPr="001E290A">
              <w:rPr>
                <w:lang w:val="it-IT"/>
              </w:rPr>
              <w:t xml:space="preserve">, </w:t>
            </w:r>
            <w:r>
              <w:rPr>
                <w:lang w:val="it-IT"/>
              </w:rPr>
              <w:t xml:space="preserve">Marcus </w:t>
            </w:r>
            <w:proofErr w:type="spellStart"/>
            <w:r w:rsidR="003647FB" w:rsidRPr="001E290A">
              <w:rPr>
                <w:lang w:val="it-IT"/>
              </w:rPr>
              <w:t>Nührenbörger</w:t>
            </w:r>
            <w:proofErr w:type="spellEnd"/>
            <w:r>
              <w:rPr>
                <w:lang w:val="it-IT"/>
              </w:rPr>
              <w:t xml:space="preserve"> </w:t>
            </w:r>
            <w:r w:rsidR="00E0758C" w:rsidRPr="001E290A">
              <w:rPr>
                <w:lang w:val="it-IT"/>
              </w:rPr>
              <w:t>(202</w:t>
            </w:r>
            <w:r w:rsidR="00661D16">
              <w:rPr>
                <w:lang w:val="it-IT"/>
              </w:rPr>
              <w:t>4</w:t>
            </w:r>
            <w:r w:rsidR="00E0758C" w:rsidRPr="001E290A">
              <w:rPr>
                <w:lang w:val="it-IT"/>
              </w:rPr>
              <w:t xml:space="preserve">). </w:t>
            </w:r>
            <w:r w:rsidR="00E0758C" w:rsidRPr="0084766C">
              <w:t>Mathe sicher können</w:t>
            </w:r>
            <w:r w:rsidR="00921BBE">
              <w:t xml:space="preserve">: Übungsaufgaben zur Klassenstunde </w:t>
            </w:r>
            <w:r w:rsidR="00E0758C" w:rsidRPr="0084766C">
              <w:t>N1</w:t>
            </w:r>
            <w:r w:rsidR="00F24621">
              <w:t>B</w:t>
            </w:r>
            <w:r w:rsidR="00E0758C" w:rsidRPr="0084766C">
              <w:t>: Stellenwert</w:t>
            </w:r>
            <w:r w:rsidR="000B5CA3">
              <w:t>e verstehen</w:t>
            </w:r>
            <w:r w:rsidR="00014A1F">
              <w:t xml:space="preserve">. </w:t>
            </w:r>
            <w:r w:rsidR="00E0758C" w:rsidRPr="00014A1F">
              <w:t>Open Educational Resources</w:t>
            </w:r>
            <w:r w:rsidR="009B65FF" w:rsidRPr="00014A1F">
              <w:t xml:space="preserve"> </w:t>
            </w:r>
            <w:r w:rsidR="00E0758C" w:rsidRPr="00014A1F">
              <w:t>unter mathe-sicher-koennen.dzlm.de/</w:t>
            </w:r>
            <w:r w:rsidR="009B65FF" w:rsidRPr="00014A1F">
              <w:t>nz#n1</w:t>
            </w:r>
          </w:p>
        </w:tc>
      </w:tr>
      <w:tr w:rsidR="00E0758C" w:rsidRPr="00E0758C" w14:paraId="67D06DB5" w14:textId="77777777" w:rsidTr="00F0051A">
        <w:trPr>
          <w:cantSplit/>
          <w:jc w:val="center"/>
        </w:trPr>
        <w:tc>
          <w:tcPr>
            <w:tcW w:w="1871" w:type="dxa"/>
          </w:tcPr>
          <w:p w14:paraId="0580AFF4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 xml:space="preserve">Hinweis zu </w:t>
            </w:r>
          </w:p>
          <w:p w14:paraId="34EAC4D6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verwandtem Material</w:t>
            </w:r>
          </w:p>
        </w:tc>
        <w:tc>
          <w:tcPr>
            <w:tcW w:w="7200" w:type="dxa"/>
          </w:tcPr>
          <w:p w14:paraId="285570E3" w14:textId="68E7D6CF" w:rsidR="00921BBE" w:rsidRPr="00921BBE" w:rsidRDefault="00921BBE" w:rsidP="00921BBE">
            <w:pPr>
              <w:pStyle w:val="Impressum"/>
            </w:pPr>
            <w:r w:rsidRPr="00921BBE">
              <w:t>Weitere Materialien unter mathe-sicher-koennen.dzlm.de/nz#n1</w:t>
            </w:r>
          </w:p>
          <w:p w14:paraId="70D87666" w14:textId="77777777" w:rsidR="00921BBE" w:rsidRPr="00921BBE" w:rsidRDefault="00921BBE" w:rsidP="00091E13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Diagnose- und Förderbaustein als Word und PDF</w:t>
            </w:r>
          </w:p>
          <w:p w14:paraId="3B432143" w14:textId="77777777" w:rsidR="00921BBE" w:rsidRPr="00921BBE" w:rsidRDefault="00921BBE" w:rsidP="00091E13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Link zum MSK-Online-Check (digitale Diagnose)</w:t>
            </w:r>
          </w:p>
          <w:p w14:paraId="195FEB12" w14:textId="77777777" w:rsidR="00921BBE" w:rsidRPr="00921BBE" w:rsidRDefault="00921BBE" w:rsidP="00091E13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vollständige Erklärvideos ohne Unterbrechung (auch für die Eltern)</w:t>
            </w:r>
          </w:p>
          <w:p w14:paraId="0FC9E251" w14:textId="77777777" w:rsidR="00921BBE" w:rsidRPr="00921BBE" w:rsidRDefault="00921BBE" w:rsidP="00091E13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 xml:space="preserve">Film zum didaktischen Hintergrund </w:t>
            </w:r>
          </w:p>
          <w:p w14:paraId="3D4DAC1B" w14:textId="733A8A03" w:rsidR="00E0758C" w:rsidRPr="0084766C" w:rsidRDefault="00921BBE" w:rsidP="00091E13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ausführlicher didaktischer Kommentar zum Diagnose- und Förderbaustein</w:t>
            </w:r>
          </w:p>
        </w:tc>
      </w:tr>
    </w:tbl>
    <w:p w14:paraId="400CE224" w14:textId="2C427F89" w:rsidR="00C9163F" w:rsidRDefault="00C9163F" w:rsidP="00E474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ectPr w:rsidR="00C9163F" w:rsidSect="006678AC">
          <w:headerReference w:type="default" r:id="rId11"/>
          <w:footerReference w:type="default" r:id="rId12"/>
          <w:pgSz w:w="11906" w:h="16838"/>
          <w:pgMar w:top="1474" w:right="1418" w:bottom="1418" w:left="1418" w:header="227" w:footer="567" w:gutter="0"/>
          <w:cols w:space="708"/>
          <w:docGrid w:linePitch="360"/>
        </w:sect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4744F" w14:paraId="59874D2A" w14:textId="77777777" w:rsidTr="00916BB7">
        <w:tc>
          <w:tcPr>
            <w:tcW w:w="9356" w:type="dxa"/>
          </w:tcPr>
          <w:bookmarkEnd w:id="0"/>
          <w:p w14:paraId="1E330E41" w14:textId="77777777" w:rsidR="00E4744F" w:rsidRDefault="00E4744F" w:rsidP="00C33776">
            <w:pPr>
              <w:pStyle w:val="berschrift2"/>
            </w:pPr>
            <w:r>
              <w:lastRenderedPageBreak/>
              <w:t xml:space="preserve">Aufgabe </w:t>
            </w:r>
            <w:r w:rsidR="00AB6367">
              <w:t>zum Üben im</w:t>
            </w:r>
            <w:r>
              <w:t xml:space="preserve"> Basisniveau</w:t>
            </w:r>
          </w:p>
          <w:p w14:paraId="79CF3429" w14:textId="77777777" w:rsidR="00435B73" w:rsidRDefault="00435B73" w:rsidP="00435B73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8"/>
                <w:szCs w:val="30"/>
                <w:lang w:eastAsia="de-DE"/>
              </w:rPr>
            </w:pPr>
            <w:r w:rsidRPr="00435B73">
              <w:rPr>
                <w:rFonts w:ascii="Calibri" w:eastAsia="MS Gothic" w:hAnsi="Calibri" w:cs="Times New Roman"/>
                <w:b/>
                <w:bCs/>
                <w:color w:val="327A86" w:themeColor="text2"/>
                <w:sz w:val="28"/>
                <w:szCs w:val="30"/>
                <w:lang w:eastAsia="de-DE"/>
              </w:rPr>
              <w:t>Zusammenlegen</w:t>
            </w:r>
          </w:p>
          <w:p w14:paraId="1B1D991A" w14:textId="7A85CB25" w:rsidR="00435B73" w:rsidRPr="00435B73" w:rsidRDefault="00435B73" w:rsidP="00435B73">
            <w:pPr>
              <w:rPr>
                <w:lang w:eastAsia="de-DE"/>
              </w:rPr>
            </w:pPr>
            <w:r w:rsidRPr="00435B73">
              <w:rPr>
                <w:rFonts w:ascii="Calibri" w:eastAsia="MS Gothic" w:hAnsi="Calibri" w:cs="Times New Roman"/>
                <w:b/>
                <w:bCs/>
                <w:color w:val="327A86" w:themeColor="text2"/>
                <w:sz w:val="28"/>
                <w:szCs w:val="30"/>
                <w:lang w:eastAsia="de-DE"/>
              </w:rPr>
              <w:t xml:space="preserve"> </w:t>
            </w:r>
          </w:p>
        </w:tc>
      </w:tr>
      <w:tr w:rsidR="00E4744F" w14:paraId="69C36CB3" w14:textId="77777777" w:rsidTr="00D7331A">
        <w:trPr>
          <w:trHeight w:val="105"/>
        </w:trPr>
        <w:tc>
          <w:tcPr>
            <w:tcW w:w="9356" w:type="dxa"/>
          </w:tcPr>
          <w:p w14:paraId="4D3C5B5E" w14:textId="1AA3A968" w:rsidR="00921BBE" w:rsidRPr="009A29A6" w:rsidRDefault="00AB584F" w:rsidP="00435B73">
            <w:pPr>
              <w:spacing w:after="120" w:line="240" w:lineRule="auto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Tara und Jonas legen jeder eine Zahl. Wie viele Zehner und Einer haben sie zusammen? </w:t>
            </w:r>
          </w:p>
          <w:p w14:paraId="1F672574" w14:textId="260E9027" w:rsidR="00F24621" w:rsidRPr="009A29A6" w:rsidRDefault="00F24621" w:rsidP="00C33776">
            <w:pPr>
              <w:spacing w:after="240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Markiere farbig das Würfelmaterial, das du bündelst.</w:t>
            </w:r>
          </w:p>
          <w:tbl>
            <w:tblPr>
              <w:tblStyle w:val="MSKTabelle"/>
              <w:tblW w:w="9351" w:type="dxa"/>
              <w:tblBorders>
                <w:top w:val="single" w:sz="6" w:space="0" w:color="D9D9D9" w:themeColor="accent6" w:themeShade="D9"/>
                <w:left w:val="single" w:sz="6" w:space="0" w:color="D9D9D9" w:themeColor="accent6" w:themeShade="D9"/>
                <w:bottom w:val="single" w:sz="6" w:space="0" w:color="D9D9D9" w:themeColor="accent6" w:themeShade="D9"/>
                <w:right w:val="single" w:sz="6" w:space="0" w:color="D9D9D9" w:themeColor="accent6" w:themeShade="D9"/>
                <w:insideH w:val="single" w:sz="6" w:space="0" w:color="D9D9D9" w:themeColor="accent6" w:themeShade="D9"/>
                <w:insideV w:val="single" w:sz="6" w:space="0" w:color="D9D9D9" w:themeColor="accent6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4"/>
              <w:gridCol w:w="4292"/>
              <w:gridCol w:w="1985"/>
            </w:tblGrid>
            <w:tr w:rsidR="00AB584F" w:rsidRPr="00F43829" w14:paraId="2F3B764A" w14:textId="77777777" w:rsidTr="007403E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84"/>
              </w:trPr>
              <w:tc>
                <w:tcPr>
                  <w:tcW w:w="307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A0E90AD" w14:textId="7BCFEDEE" w:rsidR="00AB584F" w:rsidRPr="00F43829" w:rsidRDefault="00AB584F" w:rsidP="00921BBE">
                  <w:r>
                    <w:t>Tara</w:t>
                  </w:r>
                </w:p>
              </w:tc>
              <w:tc>
                <w:tcPr>
                  <w:tcW w:w="429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BD0FBDC" w14:textId="02F8B722" w:rsidR="00AB584F" w:rsidRPr="00F43829" w:rsidRDefault="00AB584F" w:rsidP="00921BBE">
                  <w:r>
                    <w:t>Jonas</w:t>
                  </w:r>
                </w:p>
              </w:tc>
              <w:tc>
                <w:tcPr>
                  <w:tcW w:w="1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0BFFD6F" w14:textId="6FF18E49" w:rsidR="00AB584F" w:rsidRDefault="00AB584F" w:rsidP="00921BBE">
                  <w:r>
                    <w:t>Rechnung</w:t>
                  </w:r>
                </w:p>
              </w:tc>
            </w:tr>
            <w:tr w:rsidR="00AB584F" w14:paraId="191E1B61" w14:textId="77777777" w:rsidTr="007403E9">
              <w:tc>
                <w:tcPr>
                  <w:tcW w:w="3074" w:type="dxa"/>
                </w:tcPr>
                <w:p w14:paraId="1735B0F1" w14:textId="4830B01F" w:rsidR="00AB584F" w:rsidRDefault="001E290A" w:rsidP="00921BBE">
                  <w:pPr>
                    <w:widowControl w:val="0"/>
                    <w:spacing w:line="240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91904" behindDoc="0" locked="0" layoutInCell="1" allowOverlap="1" wp14:anchorId="3165824E" wp14:editId="43DD55B7">
                            <wp:simplePos x="0" y="0"/>
                            <wp:positionH relativeFrom="column">
                              <wp:posOffset>994410</wp:posOffset>
                            </wp:positionH>
                            <wp:positionV relativeFrom="paragraph">
                              <wp:posOffset>130175</wp:posOffset>
                            </wp:positionV>
                            <wp:extent cx="396000" cy="0"/>
                            <wp:effectExtent l="0" t="19050" r="23495" b="19050"/>
                            <wp:wrapNone/>
                            <wp:docPr id="296481992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600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1D5A482D" id="Gerader Verbinder 2" o:spid="_x0000_s1026" style="position:absolute;z-index:25209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3pt,10.25pt" to="109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88832" behindDoc="0" locked="0" layoutInCell="1" allowOverlap="1" wp14:anchorId="6617158A" wp14:editId="1D2E33AF">
                            <wp:simplePos x="0" y="0"/>
                            <wp:positionH relativeFrom="column">
                              <wp:posOffset>515620</wp:posOffset>
                            </wp:positionH>
                            <wp:positionV relativeFrom="paragraph">
                              <wp:posOffset>121920</wp:posOffset>
                            </wp:positionV>
                            <wp:extent cx="396000" cy="396000"/>
                            <wp:effectExtent l="0" t="0" r="23495" b="23495"/>
                            <wp:wrapNone/>
                            <wp:docPr id="44905182" name="Rechtec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6000" cy="3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AD14CE2" id="Rechteck 1" o:spid="_x0000_s1026" style="position:absolute;margin-left:40.6pt;margin-top:9.6pt;width:31.2pt;height:31.2pt;z-index:25208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" fillcolor="white [3212]" strokecolor="black [3213]" strokeweight="1pt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86784" behindDoc="0" locked="0" layoutInCell="1" allowOverlap="1" wp14:anchorId="4EFFA805" wp14:editId="10819120">
                            <wp:simplePos x="0" y="0"/>
                            <wp:positionH relativeFrom="column">
                              <wp:posOffset>53975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396000" cy="396000"/>
                            <wp:effectExtent l="0" t="0" r="23495" b="23495"/>
                            <wp:wrapNone/>
                            <wp:docPr id="1272297645" name="Rechtec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6000" cy="3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E643C1" id="Rechteck 1" o:spid="_x0000_s1026" style="position:absolute;margin-left:4.25pt;margin-top:9.65pt;width:31.2pt;height:31.2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" fillcolor="white [3212]" strokecolor="black [3213]" strokeweight="1pt"/>
                        </w:pict>
                      </mc:Fallback>
                    </mc:AlternateContent>
                  </w:r>
                </w:p>
                <w:p w14:paraId="01D1C44A" w14:textId="042AF7C3" w:rsidR="00AB584F" w:rsidRDefault="0095528B" w:rsidP="00921BBE">
                  <w:pPr>
                    <w:widowControl w:val="0"/>
                    <w:spacing w:line="240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89856" behindDoc="0" locked="0" layoutInCell="1" allowOverlap="1" wp14:anchorId="5AE709B0" wp14:editId="273B27A1">
                            <wp:simplePos x="0" y="0"/>
                            <wp:positionH relativeFrom="column">
                              <wp:posOffset>994410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39227941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203DD387" id="Gerader Verbinder 2" o:spid="_x0000_s1026" style="position:absolute;z-index:25208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3pt,1.3pt" to="109.4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92928" behindDoc="0" locked="0" layoutInCell="1" allowOverlap="1" wp14:anchorId="3D333CB0" wp14:editId="0AD84E29">
                            <wp:simplePos x="0" y="0"/>
                            <wp:positionH relativeFrom="column">
                              <wp:posOffset>993775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35560" cy="35560"/>
                            <wp:effectExtent l="0" t="0" r="21590" b="21590"/>
                            <wp:wrapNone/>
                            <wp:docPr id="1215935459" name="Flussdiagramm: Verbinde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76C6C17"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Flussdiagramm: Verbinder 3" o:spid="_x0000_s1026" type="#_x0000_t120" style="position:absolute;margin-left:78.25pt;margin-top:6.25pt;width:2.8pt;height:2.8pt;z-index:25209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m+Ni&#10;29wAAAAJAQAADwAAAAAAAAAAAAAAAADcBAAAZHJzL2Rvd25yZXYueG1sUEsFBgAAAAAEAAQA8wAA&#10;AOUFAAAAAA==&#10;" fillcolor="black [3213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94976" behindDoc="0" locked="0" layoutInCell="1" allowOverlap="1" wp14:anchorId="45A79C71" wp14:editId="3B6E2042">
                            <wp:simplePos x="0" y="0"/>
                            <wp:positionH relativeFrom="column">
                              <wp:posOffset>1061720</wp:posOffset>
                            </wp:positionH>
                            <wp:positionV relativeFrom="paragraph">
                              <wp:posOffset>79344</wp:posOffset>
                            </wp:positionV>
                            <wp:extent cx="35560" cy="35560"/>
                            <wp:effectExtent l="0" t="0" r="21590" b="21590"/>
                            <wp:wrapNone/>
                            <wp:docPr id="352179815" name="Flussdiagramm: Verbinde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0420F9" id="Flussdiagramm: Verbinder 3" o:spid="_x0000_s1026" type="#_x0000_t120" style="position:absolute;margin-left:83.6pt;margin-top:6.25pt;width:2.8pt;height:2.8pt;z-index:25209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o9p/&#10;4dwAAAAJAQAADwAAAAAAAAAAAAAAAADcBAAAZHJzL2Rvd25yZXYueG1sUEsFBgAAAAAEAAQA8wAA&#10;AOUFAAAAAA==&#10;" fillcolor="black [3213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14:paraId="67640596" w14:textId="43B73469" w:rsidR="00AB584F" w:rsidRDefault="00AB584F" w:rsidP="00921BBE">
                  <w:pPr>
                    <w:widowControl w:val="0"/>
                    <w:spacing w:line="240" w:lineRule="auto"/>
                  </w:pPr>
                </w:p>
                <w:p w14:paraId="0337449F" w14:textId="66C73B02" w:rsidR="00AB584F" w:rsidRDefault="00AB584F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4292" w:type="dxa"/>
                </w:tcPr>
                <w:p w14:paraId="7A503085" w14:textId="75287CBD" w:rsidR="00AB584F" w:rsidRDefault="001E290A" w:rsidP="00921BBE">
                  <w:pPr>
                    <w:widowControl w:val="0"/>
                    <w:spacing w:line="240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99072" behindDoc="0" locked="0" layoutInCell="1" allowOverlap="1" wp14:anchorId="2749031F" wp14:editId="7B9BB37A">
                            <wp:simplePos x="0" y="0"/>
                            <wp:positionH relativeFrom="column">
                              <wp:posOffset>548640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396000" cy="0"/>
                            <wp:effectExtent l="0" t="19050" r="23495" b="19050"/>
                            <wp:wrapNone/>
                            <wp:docPr id="497143814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600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5EBD7B01" id="Gerader Verbinder 2" o:spid="_x0000_s1026" style="position:absolute;z-index:25209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.2pt,10.45pt" to="74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97024" behindDoc="0" locked="0" layoutInCell="1" allowOverlap="1" wp14:anchorId="5A802001" wp14:editId="1F4158BE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ragraph">
                              <wp:posOffset>121920</wp:posOffset>
                            </wp:positionV>
                            <wp:extent cx="396000" cy="396000"/>
                            <wp:effectExtent l="0" t="0" r="23495" b="23495"/>
                            <wp:wrapNone/>
                            <wp:docPr id="948941309" name="Rechtec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6000" cy="3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230535" id="Rechteck 1" o:spid="_x0000_s1026" style="position:absolute;margin-left:4.2pt;margin-top:9.6pt;width:31.2pt;height:31.2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" fillcolor="white [3212]" strokecolor="black [3213]" strokeweight="1pt"/>
                        </w:pict>
                      </mc:Fallback>
                    </mc:AlternateContent>
                  </w:r>
                </w:p>
                <w:p w14:paraId="555E098C" w14:textId="591F824E" w:rsidR="00AB584F" w:rsidRDefault="00AB584F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985" w:type="dxa"/>
                </w:tcPr>
                <w:p w14:paraId="219A17A2" w14:textId="77777777" w:rsidR="00F24621" w:rsidRDefault="00F24621" w:rsidP="00921BBE">
                  <w:pPr>
                    <w:pStyle w:val="SprechbaseBeschreibung"/>
                    <w:rPr>
                      <w:sz w:val="18"/>
                      <w:szCs w:val="16"/>
                    </w:rPr>
                  </w:pPr>
                </w:p>
                <w:p w14:paraId="690058BC" w14:textId="46087886" w:rsidR="00F24621" w:rsidRPr="00514104" w:rsidRDefault="00F24621" w:rsidP="00921BBE">
                  <w:pPr>
                    <w:pStyle w:val="SprechbaseBeschreibung"/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</w:rPr>
                    <w:t xml:space="preserve">222 + 110 = </w:t>
                  </w:r>
                </w:p>
              </w:tc>
            </w:tr>
            <w:tr w:rsidR="00AB584F" w14:paraId="48A51ACB" w14:textId="77777777" w:rsidTr="007403E9">
              <w:tc>
                <w:tcPr>
                  <w:tcW w:w="3074" w:type="dxa"/>
                </w:tcPr>
                <w:p w14:paraId="330D21F8" w14:textId="21871BA5" w:rsidR="00AB584F" w:rsidRDefault="0095528B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25024" behindDoc="0" locked="0" layoutInCell="1" allowOverlap="1" wp14:anchorId="4D6025E8" wp14:editId="402271F0">
                            <wp:simplePos x="0" y="0"/>
                            <wp:positionH relativeFrom="column">
                              <wp:posOffset>1435735</wp:posOffset>
                            </wp:positionH>
                            <wp:positionV relativeFrom="paragraph">
                              <wp:posOffset>134620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865999843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9CAAF7B" id="Gerader Verbinder 2" o:spid="_x0000_s1026" style="position:absolute;z-index:25222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05pt,10.6pt" to="144.2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Y9EmP3QAAAAkBAAAPAAAAZHJzL2Rvd25y&#10;ZXYueG1sTI9NS8NAEIbvgv9hGcGL2E0WCSFmU6Qg9FAQ04rX7WZMQrOzIbtp03/viAe9zcfDO8+U&#10;68UN4oxT6D1pSFcJCCTrm55aDYf962MOIkRDjRk8oYYrBlhXtzelKRp/oXc817EVHEKhMBq6GMdC&#10;ymA7dCas/IjEuy8/ORO5nVrZTObC4W6QKkky6UxPfKEzI246tKd6dhpUu9tePzDbnh72YWdtPX++&#10;bVDr+7vl5RlExCX+wfCjz+pQsdPRz9QEMXCGylJGuUgVCAZUnj+BOP4OZFXK/x9U3wA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CY9EmP3QAAAAkBAAAPAAAAAAAAAAAAAAAAABQEAABk&#10;cnMvZG93bnJldi54bWxQSwUGAAAAAAQABADzAAAAHgUAAAAA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24000" behindDoc="0" locked="0" layoutInCell="1" allowOverlap="1" wp14:anchorId="33C1897A" wp14:editId="2395E31D">
                            <wp:simplePos x="0" y="0"/>
                            <wp:positionH relativeFrom="column">
                              <wp:posOffset>1435735</wp:posOffset>
                            </wp:positionH>
                            <wp:positionV relativeFrom="paragraph">
                              <wp:posOffset>187325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167316917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76C9102" id="Gerader Verbinder 2" o:spid="_x0000_s1026" style="position:absolute;z-index:25222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05pt,14.75pt" to="144.2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2J7rY3gAAAAkBAAAPAAAAZHJzL2Rvd25y&#10;ZXYueG1sTI9NS8NAEIbvgv9hGcGL2E2DhhizKVIQeiiIqeJ1uzsmodnZkN206b93xEO9zcfDO8+U&#10;q9n14ohj6DwpWC4SEEjG244aBR+71/scRIiarO49oYIzBlhV11elLqw/0Tse69gIDqFQaAVtjEMh&#10;ZTAtOh0WfkDi3bcfnY7cjo20oz5xuOtlmiSZdLojvtDqAdctmkM9OQVps92cPzHbHO52YWtMPX29&#10;rVGp25v55RlExDleYPjVZ3Wo2GnvJ7JB9JyRZktGuXh6BMFAmucPIPZ/A1mV8v8H1Q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die62N4AAAAJAQAADwAAAAAAAAAAAAAAAAAUBAAA&#10;ZHJzL2Rvd25yZXYueG1sUEsFBgAAAAAEAAQA8wAAAB8FAAAAAA==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26048" behindDoc="0" locked="0" layoutInCell="1" allowOverlap="1" wp14:anchorId="649FBE6C" wp14:editId="48368D5A">
                            <wp:simplePos x="0" y="0"/>
                            <wp:positionH relativeFrom="column">
                              <wp:posOffset>1435735</wp:posOffset>
                            </wp:positionH>
                            <wp:positionV relativeFrom="paragraph">
                              <wp:posOffset>242570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376830481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3956CA" id="Gerader Verbinder 2" o:spid="_x0000_s1026" style="position:absolute;z-index:25222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05pt,19.1pt" to="144.2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x3fE53gAAAAkBAAAPAAAAZHJzL2Rvd25y&#10;ZXYueG1sTI/BSsNAEIbvgu+wjNCL2E2jhBCzKVIo9FAQU8XrdndMQrOzIbtp07d3xIMeZ+bnm+8v&#10;17PrxRnH0HlSsFomIJCMtx01Ct4P24ccRIiarO49oYIrBlhXtzelLqy/0Bue69gIhlAotII2xqGQ&#10;MpgWnQ5LPyDx7cuPTkcex0baUV8Y7nqZJkkmne6IP7R6wE2L5lRPTkHa7HfXD8x2p/tD2BtTT5+v&#10;G1RqcTe/PIOIOMe/MPzoszpU7HT0E9kgemak2YqjCh7zFAQH0jx/AnH8XciqlP8bVN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cd3xOd4AAAAJAQAADwAAAAAAAAAAAAAAAAAUBAAA&#10;ZHJzL2Rvd25yZXYueG1sUEsFBgAAAAAEAAQA8wAAAB8FAAAAAA==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 w:rsidR="001E290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05216" behindDoc="0" locked="0" layoutInCell="1" allowOverlap="1" wp14:anchorId="75892684" wp14:editId="0479EDC4">
                            <wp:simplePos x="0" y="0"/>
                            <wp:positionH relativeFrom="column">
                              <wp:posOffset>963295</wp:posOffset>
                            </wp:positionH>
                            <wp:positionV relativeFrom="paragraph">
                              <wp:posOffset>113030</wp:posOffset>
                            </wp:positionV>
                            <wp:extent cx="396000" cy="396000"/>
                            <wp:effectExtent l="0" t="0" r="23495" b="23495"/>
                            <wp:wrapNone/>
                            <wp:docPr id="1982128266" name="Rechtec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6000" cy="3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662C06F" id="Rechteck 1" o:spid="_x0000_s1026" style="position:absolute;margin-left:75.85pt;margin-top:8.9pt;width:31.2pt;height:31.2pt;z-index:25210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" fillcolor="white [3212]" strokecolor="black [3213]" strokeweight="1pt"/>
                        </w:pict>
                      </mc:Fallback>
                    </mc:AlternateContent>
                  </w:r>
                  <w:r w:rsidR="001E290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03168" behindDoc="0" locked="0" layoutInCell="1" allowOverlap="1" wp14:anchorId="15D42625" wp14:editId="5ED026F7">
                            <wp:simplePos x="0" y="0"/>
                            <wp:positionH relativeFrom="column">
                              <wp:posOffset>517525</wp:posOffset>
                            </wp:positionH>
                            <wp:positionV relativeFrom="paragraph">
                              <wp:posOffset>112395</wp:posOffset>
                            </wp:positionV>
                            <wp:extent cx="396000" cy="396000"/>
                            <wp:effectExtent l="0" t="0" r="23495" b="23495"/>
                            <wp:wrapNone/>
                            <wp:docPr id="396978871" name="Rechtec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6000" cy="3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8DA5591" id="Rechteck 1" o:spid="_x0000_s1026" style="position:absolute;margin-left:40.75pt;margin-top:8.85pt;width:31.2pt;height:31.2pt;z-index:25210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" fillcolor="white [3212]" strokecolor="black [3213]" strokeweight="1pt"/>
                        </w:pict>
                      </mc:Fallback>
                    </mc:AlternateContent>
                  </w:r>
                  <w:r w:rsidR="001E290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07264" behindDoc="0" locked="0" layoutInCell="1" allowOverlap="1" wp14:anchorId="196E27B7" wp14:editId="7273A8DF">
                            <wp:simplePos x="0" y="0"/>
                            <wp:positionH relativeFrom="column">
                              <wp:posOffset>69850</wp:posOffset>
                            </wp:positionH>
                            <wp:positionV relativeFrom="paragraph">
                              <wp:posOffset>113030</wp:posOffset>
                            </wp:positionV>
                            <wp:extent cx="396000" cy="396000"/>
                            <wp:effectExtent l="0" t="0" r="23495" b="23495"/>
                            <wp:wrapNone/>
                            <wp:docPr id="2044199813" name="Rechtec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6000" cy="3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0FDCD16" id="Rechteck 1" o:spid="_x0000_s1026" style="position:absolute;margin-left:5.5pt;margin-top:8.9pt;width:31.2pt;height:31.2pt;z-index:25210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" fillcolor="white [3212]" strokecolor="black [3213]" strokeweight="1pt"/>
                        </w:pict>
                      </mc:Fallback>
                    </mc:AlternateContent>
                  </w:r>
                </w:p>
                <w:p w14:paraId="19DCF6BF" w14:textId="36CFDF24" w:rsidR="00AB584F" w:rsidRDefault="005818CE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5456" behindDoc="0" locked="0" layoutInCell="1" allowOverlap="1" wp14:anchorId="0259BB4B" wp14:editId="72582897">
                            <wp:simplePos x="0" y="0"/>
                            <wp:positionH relativeFrom="column">
                              <wp:posOffset>1435100</wp:posOffset>
                            </wp:positionH>
                            <wp:positionV relativeFrom="paragraph">
                              <wp:posOffset>99060</wp:posOffset>
                            </wp:positionV>
                            <wp:extent cx="35560" cy="35560"/>
                            <wp:effectExtent l="0" t="0" r="21590" b="21590"/>
                            <wp:wrapNone/>
                            <wp:docPr id="417188460" name="Flussdiagramm: Verbinde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9CEF25" id="Flussdiagramm: Verbinder 3" o:spid="_x0000_s1026" type="#_x0000_t120" style="position:absolute;margin-left:113pt;margin-top:7.8pt;width:2.8pt;height:2.8pt;z-index:25211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tceJ&#10;ltwAAAAJAQAADwAAAAAAAAAAAAAAAADcBAAAZHJzL2Rvd25yZXYueG1sUEsFBgAAAAAEAAQA8wAA&#10;AOUFAAAAAA==&#10;" fillcolor="black [3213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14:paraId="4CF2B415" w14:textId="7EC22483" w:rsidR="00AB584F" w:rsidRDefault="00AB584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4292" w:type="dxa"/>
                  <w:vAlign w:val="center"/>
                </w:tcPr>
                <w:p w14:paraId="0CAC0510" w14:textId="7A9E221F" w:rsidR="005818CE" w:rsidRDefault="0095528B" w:rsidP="00921BBE">
                  <w:pPr>
                    <w:widowControl w:val="0"/>
                    <w:spacing w:line="240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9792" behindDoc="0" locked="0" layoutInCell="1" allowOverlap="1" wp14:anchorId="6A1E801F" wp14:editId="58F62763">
                            <wp:simplePos x="0" y="0"/>
                            <wp:positionH relativeFrom="column">
                              <wp:posOffset>622935</wp:posOffset>
                            </wp:positionH>
                            <wp:positionV relativeFrom="paragraph">
                              <wp:posOffset>-17780</wp:posOffset>
                            </wp:positionV>
                            <wp:extent cx="35560" cy="35560"/>
                            <wp:effectExtent l="0" t="0" r="21590" b="21590"/>
                            <wp:wrapNone/>
                            <wp:docPr id="182628480" name="Flussdiagramm: Verbinde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8B6B296" id="Flussdiagramm: Verbinder 3" o:spid="_x0000_s1026" type="#_x0000_t120" style="position:absolute;margin-left:49.05pt;margin-top:-1.4pt;width:2.8pt;height:2.8pt;z-index:25212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" fillcolor="black [3213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28768" behindDoc="0" locked="0" layoutInCell="1" allowOverlap="1" wp14:anchorId="5BB32FFE" wp14:editId="170339F7">
                            <wp:simplePos x="0" y="0"/>
                            <wp:positionH relativeFrom="column">
                              <wp:posOffset>549910</wp:posOffset>
                            </wp:positionH>
                            <wp:positionV relativeFrom="paragraph">
                              <wp:posOffset>-17780</wp:posOffset>
                            </wp:positionV>
                            <wp:extent cx="35560" cy="35560"/>
                            <wp:effectExtent l="0" t="0" r="21590" b="21590"/>
                            <wp:wrapNone/>
                            <wp:docPr id="1607256915" name="Flussdiagramm: Verbinde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FBF4F81" id="Flussdiagramm: Verbinder 3" o:spid="_x0000_s1026" type="#_x0000_t120" style="position:absolute;margin-left:43.3pt;margin-top:-1.4pt;width:2.8pt;height:2.8pt;z-index:25212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" fillcolor="black [3213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33216" behindDoc="0" locked="0" layoutInCell="1" allowOverlap="1" wp14:anchorId="20D16FDA" wp14:editId="41530D22">
                            <wp:simplePos x="0" y="0"/>
                            <wp:positionH relativeFrom="column">
                              <wp:posOffset>38100</wp:posOffset>
                            </wp:positionH>
                            <wp:positionV relativeFrom="paragraph">
                              <wp:posOffset>347980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511000528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CC1B49D" id="Gerader Verbinder 2" o:spid="_x0000_s1026" style="position:absolute;z-index:25223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7.4pt" to="34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34240" behindDoc="0" locked="0" layoutInCell="1" allowOverlap="1" wp14:anchorId="6E01023C" wp14:editId="2A2BB648">
                            <wp:simplePos x="0" y="0"/>
                            <wp:positionH relativeFrom="column">
                              <wp:posOffset>39370</wp:posOffset>
                            </wp:positionH>
                            <wp:positionV relativeFrom="paragraph">
                              <wp:posOffset>302895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1933098594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CB4F294" id="Gerader Verbinder 2" o:spid="_x0000_s1026" style="position:absolute;z-index:25223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23.85pt" to="34.2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32192" behindDoc="0" locked="0" layoutInCell="1" allowOverlap="1" wp14:anchorId="2C54ACFC" wp14:editId="69FCB555">
                            <wp:simplePos x="0" y="0"/>
                            <wp:positionH relativeFrom="column">
                              <wp:posOffset>39370</wp:posOffset>
                            </wp:positionH>
                            <wp:positionV relativeFrom="paragraph">
                              <wp:posOffset>150495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272401479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2D28B4C" id="Gerader Verbinder 2" o:spid="_x0000_s1026" style="position:absolute;z-index:25223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11.85pt" to="34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31168" behindDoc="0" locked="0" layoutInCell="1" allowOverlap="1" wp14:anchorId="1148D0EE" wp14:editId="1EC55B2B">
                            <wp:simplePos x="0" y="0"/>
                            <wp:positionH relativeFrom="column">
                              <wp:posOffset>39370</wp:posOffset>
                            </wp:positionH>
                            <wp:positionV relativeFrom="paragraph">
                              <wp:posOffset>200660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1629692976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8186EC3" id="Gerader Verbinder 2" o:spid="_x0000_s1026" style="position:absolute;z-index:25223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15.8pt" to="34.2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30144" behindDoc="0" locked="0" layoutInCell="1" allowOverlap="1" wp14:anchorId="5FD74703" wp14:editId="14473992">
                            <wp:simplePos x="0" y="0"/>
                            <wp:positionH relativeFrom="column">
                              <wp:posOffset>39370</wp:posOffset>
                            </wp:positionH>
                            <wp:positionV relativeFrom="paragraph">
                              <wp:posOffset>95885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325627706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D7F255D" id="Gerader Verbinder 2" o:spid="_x0000_s1026" style="position:absolute;z-index:25223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7.55pt" to="34.2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29120" behindDoc="0" locked="0" layoutInCell="1" allowOverlap="1" wp14:anchorId="32616B4D" wp14:editId="0B784B51">
                            <wp:simplePos x="0" y="0"/>
                            <wp:positionH relativeFrom="column">
                              <wp:posOffset>39370</wp:posOffset>
                            </wp:positionH>
                            <wp:positionV relativeFrom="paragraph">
                              <wp:posOffset>-10795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462815575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9B634A2" id="Gerader Verbinder 2" o:spid="_x0000_s1026" style="position:absolute;z-index:25222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-.85pt" to="34.2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28096" behindDoc="0" locked="0" layoutInCell="1" allowOverlap="1" wp14:anchorId="1288D9C3" wp14:editId="20EE1B86">
                            <wp:simplePos x="0" y="0"/>
                            <wp:positionH relativeFrom="column">
                              <wp:posOffset>39370</wp:posOffset>
                            </wp:positionH>
                            <wp:positionV relativeFrom="paragraph">
                              <wp:posOffset>42545</wp:posOffset>
                            </wp:positionV>
                            <wp:extent cx="395605" cy="0"/>
                            <wp:effectExtent l="0" t="19050" r="23495" b="19050"/>
                            <wp:wrapNone/>
                            <wp:docPr id="1464149527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95605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B009FAE" id="Gerader Verbinder 2" o:spid="_x0000_s1026" style="position:absolute;z-index:25222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3.35pt" to="34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14:paraId="4E2F0FBB" w14:textId="6878F165" w:rsidR="00AB584F" w:rsidRDefault="00AB584F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985" w:type="dxa"/>
                </w:tcPr>
                <w:p w14:paraId="6EF41E84" w14:textId="337E6047" w:rsidR="00AB584F" w:rsidRPr="005D3530" w:rsidRDefault="00AB584F" w:rsidP="00921BBE">
                  <w:pPr>
                    <w:pStyle w:val="SprechbaseBeschreibung"/>
                  </w:pPr>
                </w:p>
              </w:tc>
            </w:tr>
            <w:tr w:rsidR="00AB584F" w14:paraId="1DC2E64B" w14:textId="77777777" w:rsidTr="007403E9">
              <w:tc>
                <w:tcPr>
                  <w:tcW w:w="3074" w:type="dxa"/>
                </w:tcPr>
                <w:p w14:paraId="0101C620" w14:textId="418DB513" w:rsidR="00AB584F" w:rsidRDefault="00AB584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3C1A6E13" w14:textId="7300D1EF" w:rsidR="00AB584F" w:rsidRDefault="00AB584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5CFDAE70" w14:textId="1BA286C6" w:rsidR="00AB584F" w:rsidRDefault="00AB584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4292" w:type="dxa"/>
                  <w:vAlign w:val="center"/>
                </w:tcPr>
                <w:p w14:paraId="3BC173CA" w14:textId="14286F16" w:rsidR="00AB584F" w:rsidRDefault="00AB584F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985" w:type="dxa"/>
                </w:tcPr>
                <w:p w14:paraId="72EC85CA" w14:textId="77777777" w:rsidR="00AB584F" w:rsidRDefault="00AB584F" w:rsidP="00921BBE">
                  <w:pPr>
                    <w:pStyle w:val="SprechbaseBeschreibung"/>
                  </w:pPr>
                </w:p>
                <w:p w14:paraId="0B15E1F5" w14:textId="4CECC3A1" w:rsidR="00262AEC" w:rsidRPr="005D3530" w:rsidRDefault="00262AEC" w:rsidP="00921BBE">
                  <w:pPr>
                    <w:pStyle w:val="SprechbaseBeschreibung"/>
                  </w:pPr>
                  <w:r>
                    <w:t>145 + 224</w:t>
                  </w:r>
                </w:p>
              </w:tc>
            </w:tr>
          </w:tbl>
          <w:p w14:paraId="4C358214" w14:textId="19F95B2F" w:rsidR="00117DE3" w:rsidRDefault="00117DE3" w:rsidP="00921BBE">
            <w:pPr>
              <w:spacing w:line="240" w:lineRule="auto"/>
            </w:pPr>
          </w:p>
          <w:p w14:paraId="1F512E80" w14:textId="77777777" w:rsidR="003C4511" w:rsidRDefault="003C4511" w:rsidP="00921BBE">
            <w:pPr>
              <w:spacing w:line="240" w:lineRule="auto"/>
            </w:pPr>
          </w:p>
          <w:p w14:paraId="0ABA6E28" w14:textId="77777777" w:rsidR="003C4511" w:rsidRDefault="003C4511" w:rsidP="00921BBE">
            <w:pPr>
              <w:spacing w:line="240" w:lineRule="auto"/>
            </w:pPr>
          </w:p>
          <w:p w14:paraId="1EFA4500" w14:textId="4FFE7B4C" w:rsidR="00117DE3" w:rsidRDefault="00117DE3" w:rsidP="00921BBE">
            <w:pPr>
              <w:spacing w:line="240" w:lineRule="auto"/>
            </w:pPr>
          </w:p>
          <w:p w14:paraId="3CC7D342" w14:textId="1F78D387" w:rsidR="00F24621" w:rsidRDefault="00435B73" w:rsidP="00921BB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7392" behindDoc="0" locked="0" layoutInCell="1" allowOverlap="1" wp14:anchorId="46E868DB" wp14:editId="00EE05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Square wrapText="bothSides"/>
                      <wp:docPr id="161049325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3F246D" w14:textId="45EF3537" w:rsidR="00435B73" w:rsidRPr="0057725F" w:rsidRDefault="00435B73" w:rsidP="0057725F">
                                  <w:pPr>
                                    <w:rPr>
                                      <w:rFonts w:ascii="Calibri" w:eastAsia="MS Gothic" w:hAnsi="Calibri" w:cs="Times New Roman"/>
                                      <w:b/>
                                      <w:bCs/>
                                      <w:color w:val="327A86" w:themeColor="text2"/>
                                      <w:sz w:val="28"/>
                                      <w:szCs w:val="30"/>
                                    </w:rPr>
                                  </w:pPr>
                                  <w:r w:rsidRPr="00435B73">
                                    <w:rPr>
                                      <w:rFonts w:ascii="Calibri" w:eastAsia="MS Gothic" w:hAnsi="Calibri" w:cs="Times New Roman"/>
                                      <w:b/>
                                      <w:bCs/>
                                      <w:color w:val="327A86" w:themeColor="text2"/>
                                      <w:sz w:val="28"/>
                                      <w:szCs w:val="30"/>
                                      <w:lang w:eastAsia="de-DE"/>
                                    </w:rPr>
                                    <w:t xml:space="preserve">Tauschen und Wegnehmen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E868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margin-left:0;margin-top:0;width:2in;height:2in;z-index:252027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" filled="f" stroked="f" strokeweight=".5pt">
                      <v:textbox style="mso-fit-shape-to-text:t">
                        <w:txbxContent>
                          <w:p w14:paraId="1B3F246D" w14:textId="45EF3537" w:rsidR="00435B73" w:rsidRPr="0057725F" w:rsidRDefault="00435B73" w:rsidP="0057725F">
                            <w:pPr>
                              <w:rPr>
                                <w:rFonts w:ascii="Calibri" w:eastAsia="MS Gothic" w:hAnsi="Calibri" w:cs="Times New Roman"/>
                                <w:b/>
                                <w:bCs/>
                                <w:color w:val="327A86" w:themeColor="text2"/>
                                <w:sz w:val="28"/>
                                <w:szCs w:val="30"/>
                              </w:rPr>
                            </w:pPr>
                            <w:r w:rsidRPr="00435B73">
                              <w:rPr>
                                <w:rFonts w:ascii="Calibri" w:eastAsia="MS Gothic" w:hAnsi="Calibri" w:cs="Times New Roman"/>
                                <w:b/>
                                <w:bCs/>
                                <w:color w:val="327A86" w:themeColor="text2"/>
                                <w:sz w:val="28"/>
                                <w:szCs w:val="30"/>
                                <w:lang w:eastAsia="de-DE"/>
                              </w:rPr>
                              <w:t xml:space="preserve">Tauschen und Wegnehmen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39749CA" w14:textId="79CD3BBC" w:rsidR="00435B73" w:rsidRPr="00435B73" w:rsidRDefault="00435B73" w:rsidP="00435B73">
            <w:pPr>
              <w:spacing w:line="240" w:lineRule="auto"/>
              <w:ind w:left="8156" w:hanging="360"/>
              <w:rPr>
                <w:b/>
                <w:bCs/>
                <w:color w:val="327A86" w:themeColor="text2"/>
                <w:lang w:eastAsia="de-DE"/>
              </w:rPr>
            </w:pPr>
          </w:p>
          <w:p w14:paraId="7DCF871D" w14:textId="6FFFA771" w:rsidR="00F24621" w:rsidRPr="009A29A6" w:rsidRDefault="00F24621" w:rsidP="00091E13">
            <w:pPr>
              <w:pStyle w:val="Listenabsatz"/>
              <w:numPr>
                <w:ilvl w:val="0"/>
                <w:numId w:val="4"/>
              </w:numPr>
              <w:spacing w:after="120" w:line="240" w:lineRule="auto"/>
              <w:ind w:left="426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Zeichne die erste Zahl (d</w:t>
            </w:r>
            <w:r w:rsidR="00D9592E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ie</w:t>
            </w: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 G</w:t>
            </w:r>
            <w:r w:rsidR="00D9592E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esamtmenge</w:t>
            </w: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)</w:t>
            </w:r>
          </w:p>
          <w:p w14:paraId="24734DEF" w14:textId="0672840D" w:rsidR="00F24621" w:rsidRPr="009A29A6" w:rsidRDefault="00F24621" w:rsidP="00091E13">
            <w:pPr>
              <w:pStyle w:val="Listenabsatz"/>
              <w:numPr>
                <w:ilvl w:val="0"/>
                <w:numId w:val="4"/>
              </w:numPr>
              <w:spacing w:after="120" w:line="240" w:lineRule="auto"/>
              <w:ind w:left="426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Überlege, was du tauschen musst. </w:t>
            </w:r>
          </w:p>
          <w:p w14:paraId="7BB10479" w14:textId="5101BBBE" w:rsidR="00F24621" w:rsidRPr="009A29A6" w:rsidRDefault="00F24621" w:rsidP="00091E13">
            <w:pPr>
              <w:pStyle w:val="Listenabsatz"/>
              <w:numPr>
                <w:ilvl w:val="0"/>
                <w:numId w:val="4"/>
              </w:numPr>
              <w:spacing w:after="120" w:line="240" w:lineRule="auto"/>
              <w:ind w:left="426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Zeichne das Bild nach dem Tauschen.</w:t>
            </w:r>
          </w:p>
          <w:p w14:paraId="6E099BA3" w14:textId="413BD57F" w:rsidR="00F24621" w:rsidRPr="009A29A6" w:rsidRDefault="00F24621" w:rsidP="00091E13">
            <w:pPr>
              <w:pStyle w:val="Listenabsatz"/>
              <w:numPr>
                <w:ilvl w:val="0"/>
                <w:numId w:val="4"/>
              </w:numPr>
              <w:spacing w:after="120" w:line="240" w:lineRule="auto"/>
              <w:ind w:left="426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Markiere, was du wegnimmst. </w:t>
            </w:r>
          </w:p>
          <w:p w14:paraId="0461D52D" w14:textId="77777777" w:rsidR="00403D41" w:rsidRDefault="00F24621" w:rsidP="00091E13">
            <w:pPr>
              <w:pStyle w:val="Listenabsatz"/>
              <w:numPr>
                <w:ilvl w:val="0"/>
                <w:numId w:val="4"/>
              </w:numPr>
              <w:spacing w:after="120" w:line="240" w:lineRule="auto"/>
              <w:ind w:left="426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Erkläre, wie du getauscht hast. </w:t>
            </w:r>
          </w:p>
          <w:p w14:paraId="4A7E4900" w14:textId="35CD0CEA" w:rsidR="00D9592E" w:rsidRPr="00403D41" w:rsidRDefault="00D9592E" w:rsidP="00091E13">
            <w:pPr>
              <w:pStyle w:val="Listenabsatz"/>
              <w:numPr>
                <w:ilvl w:val="0"/>
                <w:numId w:val="4"/>
              </w:numPr>
              <w:spacing w:after="120" w:line="240" w:lineRule="auto"/>
              <w:ind w:left="426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Schreibe das Ergebnis auf.</w:t>
            </w:r>
          </w:p>
        </w:tc>
      </w:tr>
    </w:tbl>
    <w:tbl>
      <w:tblPr>
        <w:tblStyle w:val="Tabellenraster"/>
        <w:tblW w:w="9356" w:type="dxa"/>
        <w:tblInd w:w="-8" w:type="dxa"/>
        <w:tblBorders>
          <w:top w:val="single" w:sz="6" w:space="0" w:color="D9D9D9" w:themeColor="accent6" w:themeShade="D9"/>
          <w:left w:val="single" w:sz="6" w:space="0" w:color="D9D9D9" w:themeColor="accent6" w:themeShade="D9"/>
          <w:bottom w:val="single" w:sz="6" w:space="0" w:color="D9D9D9" w:themeColor="accent6" w:themeShade="D9"/>
          <w:right w:val="single" w:sz="6" w:space="0" w:color="D9D9D9" w:themeColor="accent6" w:themeShade="D9"/>
          <w:insideH w:val="single" w:sz="6" w:space="0" w:color="D9D9D9" w:themeColor="accent6" w:themeShade="D9"/>
          <w:insideV w:val="single" w:sz="6" w:space="0" w:color="D9D9D9" w:themeColor="accent6" w:themeShade="D9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3685"/>
        <w:gridCol w:w="1985"/>
      </w:tblGrid>
      <w:tr w:rsidR="00403D41" w:rsidRPr="00F11B13" w14:paraId="1FB9AFFE" w14:textId="77777777" w:rsidTr="00D9592E">
        <w:tc>
          <w:tcPr>
            <w:tcW w:w="1560" w:type="dxa"/>
            <w:shd w:val="clear" w:color="auto" w:fill="D9D9D9" w:themeFill="background1" w:themeFillShade="D9"/>
          </w:tcPr>
          <w:p w14:paraId="611694A9" w14:textId="77777777" w:rsidR="00403D41" w:rsidRPr="00F11B13" w:rsidRDefault="00403D41" w:rsidP="00997D00">
            <w:pPr>
              <w:rPr>
                <w:b/>
                <w:bCs/>
              </w:rPr>
            </w:pPr>
            <w:r w:rsidRPr="00F11B13">
              <w:rPr>
                <w:b/>
                <w:bCs/>
              </w:rPr>
              <w:t>Aufgabe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A520FF5" w14:textId="0593A845" w:rsidR="00403D41" w:rsidRPr="00F11B13" w:rsidRDefault="00403D41" w:rsidP="00997D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Erste Zahl </w:t>
            </w:r>
            <w:r>
              <w:rPr>
                <w:b/>
                <w:bCs/>
              </w:rPr>
              <w:br/>
              <w:t>(</w:t>
            </w:r>
            <w:r w:rsidR="00D9592E">
              <w:rPr>
                <w:b/>
                <w:bCs/>
              </w:rPr>
              <w:t>die Gesamtmenge</w:t>
            </w:r>
            <w:r>
              <w:rPr>
                <w:b/>
                <w:bCs/>
              </w:rPr>
              <w:t>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793AF5D4" w14:textId="3B08DB82" w:rsidR="00403D41" w:rsidRPr="00435B73" w:rsidRDefault="00403D41" w:rsidP="00997D00">
            <w:pPr>
              <w:ind w:left="29" w:hanging="29"/>
              <w:rPr>
                <w:b/>
                <w:bCs/>
              </w:rPr>
            </w:pPr>
            <w:r>
              <w:rPr>
                <w:b/>
                <w:bCs/>
              </w:rPr>
              <w:t xml:space="preserve">Erste </w:t>
            </w:r>
            <w:r w:rsidRPr="00435B73">
              <w:rPr>
                <w:b/>
                <w:bCs/>
              </w:rPr>
              <w:t>Zahl</w:t>
            </w:r>
            <w:r>
              <w:rPr>
                <w:b/>
                <w:bCs/>
              </w:rPr>
              <w:t xml:space="preserve"> (d</w:t>
            </w:r>
            <w:r w:rsidR="00D9592E">
              <w:rPr>
                <w:b/>
                <w:bCs/>
              </w:rPr>
              <w:t>ie Gesamtmenge</w:t>
            </w:r>
            <w:r>
              <w:rPr>
                <w:b/>
                <w:bCs/>
              </w:rPr>
              <w:t>) nach dem Tauschen + Markierung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5F5BF53" w14:textId="77777777" w:rsidR="00403D41" w:rsidRPr="00F11B13" w:rsidRDefault="00403D41" w:rsidP="00997D00">
            <w:pPr>
              <w:rPr>
                <w:b/>
                <w:bCs/>
              </w:rPr>
            </w:pPr>
            <w:r>
              <w:rPr>
                <w:b/>
                <w:bCs/>
              </w:rPr>
              <w:t>Erkläre, wie du getauscht hast.</w:t>
            </w:r>
          </w:p>
        </w:tc>
      </w:tr>
      <w:tr w:rsidR="00403D41" w:rsidRPr="00F11B13" w14:paraId="79EA1868" w14:textId="77777777" w:rsidTr="00D9592E">
        <w:trPr>
          <w:trHeight w:val="1129"/>
        </w:trPr>
        <w:tc>
          <w:tcPr>
            <w:tcW w:w="1560" w:type="dxa"/>
          </w:tcPr>
          <w:p w14:paraId="31A158C6" w14:textId="53B264F5" w:rsidR="00403D41" w:rsidRPr="00E11E75" w:rsidRDefault="00403D41" w:rsidP="00997D00">
            <w:r w:rsidRPr="00E11E75">
              <w:t>1102 – 11</w:t>
            </w:r>
            <w:r w:rsidR="00D9592E">
              <w:t xml:space="preserve"> </w:t>
            </w:r>
            <w:r>
              <w:t xml:space="preserve">= </w:t>
            </w:r>
          </w:p>
        </w:tc>
        <w:tc>
          <w:tcPr>
            <w:tcW w:w="2126" w:type="dxa"/>
          </w:tcPr>
          <w:p w14:paraId="15D771EF" w14:textId="77777777" w:rsidR="00403D41" w:rsidRDefault="00403D41" w:rsidP="00997D00">
            <w:pPr>
              <w:spacing w:before="80"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6400" behindDoc="0" locked="0" layoutInCell="1" allowOverlap="1" wp14:anchorId="24307231" wp14:editId="2461F85A">
                      <wp:simplePos x="0" y="0"/>
                      <wp:positionH relativeFrom="column">
                        <wp:posOffset>610186</wp:posOffset>
                      </wp:positionH>
                      <wp:positionV relativeFrom="paragraph">
                        <wp:posOffset>173355</wp:posOffset>
                      </wp:positionV>
                      <wp:extent cx="396000" cy="396000"/>
                      <wp:effectExtent l="0" t="0" r="23495" b="23495"/>
                      <wp:wrapNone/>
                      <wp:docPr id="742293473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00" cy="39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EF310" id="Rechteck 1" o:spid="_x0000_s1026" style="position:absolute;margin-left:48.05pt;margin-top:13.65pt;width:31.2pt;height:31.2pt;z-index:25232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8448" behindDoc="0" locked="0" layoutInCell="1" allowOverlap="1" wp14:anchorId="2B3FC7E9" wp14:editId="48E4F569">
                      <wp:simplePos x="0" y="0"/>
                      <wp:positionH relativeFrom="column">
                        <wp:posOffset>1227455</wp:posOffset>
                      </wp:positionH>
                      <wp:positionV relativeFrom="paragraph">
                        <wp:posOffset>177800</wp:posOffset>
                      </wp:positionV>
                      <wp:extent cx="35560" cy="35560"/>
                      <wp:effectExtent l="0" t="0" r="21590" b="21590"/>
                      <wp:wrapNone/>
                      <wp:docPr id="2053326438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B8019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ussdiagramm: Verbinder 3" o:spid="_x0000_s1026" type="#_x0000_t120" style="position:absolute;margin-left:96.65pt;margin-top:14pt;width:2.8pt;height:2.8pt;z-index:25232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Elm9&#10;4dwAAAAJ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7424" behindDoc="0" locked="0" layoutInCell="1" allowOverlap="1" wp14:anchorId="12A786BA" wp14:editId="3FE84F48">
                      <wp:simplePos x="0" y="0"/>
                      <wp:positionH relativeFrom="column">
                        <wp:posOffset>1169569</wp:posOffset>
                      </wp:positionH>
                      <wp:positionV relativeFrom="paragraph">
                        <wp:posOffset>178231</wp:posOffset>
                      </wp:positionV>
                      <wp:extent cx="35560" cy="35560"/>
                      <wp:effectExtent l="0" t="0" r="21590" b="21590"/>
                      <wp:wrapNone/>
                      <wp:docPr id="163575183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4C339" id="Flussdiagramm: Verbinder 3" o:spid="_x0000_s1026" type="#_x0000_t120" style="position:absolute;margin-left:92.1pt;margin-top:14.05pt;width:2.8pt;height:2.8pt;z-index:25232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DBE&#10;8CbdAAAACQ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325376" behindDoc="0" locked="0" layoutInCell="1" allowOverlap="1" wp14:anchorId="4E366275" wp14:editId="176C128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110490</wp:posOffset>
                      </wp:positionV>
                      <wp:extent cx="691078" cy="523635"/>
                      <wp:effectExtent l="0" t="19050" r="0" b="10160"/>
                      <wp:wrapNone/>
                      <wp:docPr id="1165299833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1078" cy="523635"/>
                                <a:chOff x="0" y="0"/>
                                <a:chExt cx="691078" cy="523635"/>
                              </a:xfrm>
                            </wpg:grpSpPr>
                            <wps:wsp>
                              <wps:cNvPr id="667535384" name="Rechteck 1"/>
                              <wps:cNvSpPr/>
                              <wps:spPr>
                                <a:xfrm>
                                  <a:off x="26670" y="127635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5210030" name="Gerader Verbinder 5"/>
                              <wps:cNvCnPr/>
                              <wps:spPr>
                                <a:xfrm rot="18900000">
                                  <a:off x="398145" y="46291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1623188" name="Gerader Verbinder 5"/>
                              <wps:cNvCnPr/>
                              <wps:spPr>
                                <a:xfrm rot="18900000">
                                  <a:off x="396240" y="6858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9605990" name="Gerader Verbinder 5"/>
                              <wps:cNvCnPr/>
                              <wps:spPr>
                                <a:xfrm rot="18900000">
                                  <a:off x="0" y="6286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05296502" name="Gerader Verbinder 5"/>
                              <wps:cNvCnPr/>
                              <wps:spPr>
                                <a:xfrm rot="18900000" flipV="1">
                                  <a:off x="409575" y="64770"/>
                                  <a:ext cx="281503" cy="28174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105459" name="Gerader Verbinder 5"/>
                              <wps:cNvCnPr/>
                              <wps:spPr>
                                <a:xfrm>
                                  <a:off x="148590" y="0"/>
                                  <a:ext cx="406800" cy="269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C2611A" id="Gruppieren 6" o:spid="_x0000_s1026" style="position:absolute;margin-left:-3.8pt;margin-top:8.7pt;width:54.4pt;height:41.25pt;z-index:252325376;mso-width-relative:margin;mso-height-relative:margin" coordsize="6910,5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">
                      <v:rect id="Rechteck 1" o:spid="_x0000_s1027" style="position:absolute;left:266;top:1276;width:3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" fillcolor="white [3212]" strokecolor="black [3213]" strokeweight="1pt"/>
                      <v:line id="Gerader Verbinder 5" o:spid="_x0000_s1028" style="position:absolute;rotation:-45;visibility:visible;mso-wrap-style:square" from="3981,4629" to="5781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" strokecolor="black [3213]" strokeweight="1pt">
                        <v:stroke joinstyle="miter"/>
                      </v:line>
                      <v:line id="Gerader Verbinder 5" o:spid="_x0000_s1029" style="position:absolute;rotation:-45;visibility:visible;mso-wrap-style:square" from="3962,685" to="5759,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" strokecolor="black [3213]" strokeweight="1pt">
                        <v:stroke joinstyle="miter"/>
                      </v:line>
                      <v:line id="Gerader Verbinder 5" o:spid="_x0000_s1030" style="position:absolute;rotation:-45;visibility:visible;mso-wrap-style:square" from="0,628" to="1800,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" strokecolor="black [3213]" strokeweight="1pt">
                        <v:stroke joinstyle="miter"/>
                      </v:line>
                      <v:line id="Gerader Verbinder 5" o:spid="_x0000_s1031" style="position:absolute;rotation:45;flip:y;visibility:visible;mso-wrap-style:square" from="4095,647" to="6910,3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" strokecolor="black [3213]" strokeweight="1pt">
                        <v:stroke joinstyle="miter"/>
                      </v:line>
                      <v:line id="Gerader Verbinder 5" o:spid="_x0000_s1032" style="position:absolute;visibility:visible;mso-wrap-style:square" from="1485,0" to="5553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3685" w:type="dxa"/>
          </w:tcPr>
          <w:p w14:paraId="053A94AD" w14:textId="3981F92A" w:rsidR="00403D41" w:rsidRDefault="007403E9" w:rsidP="00997D00">
            <w:pPr>
              <w:spacing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3808" behindDoc="0" locked="0" layoutInCell="1" allowOverlap="1" wp14:anchorId="1532A557" wp14:editId="7894B236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90805</wp:posOffset>
                      </wp:positionV>
                      <wp:extent cx="35560" cy="35560"/>
                      <wp:effectExtent l="0" t="0" r="21590" b="21590"/>
                      <wp:wrapNone/>
                      <wp:docPr id="190585827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2DE45" id="Flussdiagramm: Verbinder 3" o:spid="_x0000_s1026" type="#_x0000_t120" style="position:absolute;margin-left:103.85pt;margin-top:7.15pt;width:2.8pt;height:2.8pt;z-index:25234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Ocd&#10;H7fdAAAACQ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2784" behindDoc="0" locked="0" layoutInCell="1" allowOverlap="1" wp14:anchorId="6BB28EC7" wp14:editId="7A53B6B2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90805</wp:posOffset>
                      </wp:positionV>
                      <wp:extent cx="35560" cy="35560"/>
                      <wp:effectExtent l="0" t="0" r="21590" b="21590"/>
                      <wp:wrapNone/>
                      <wp:docPr id="621597245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20AEC" id="Flussdiagramm: Verbinder 3" o:spid="_x0000_s1026" type="#_x0000_t120" style="position:absolute;margin-left:98.8pt;margin-top:7.15pt;width:2.8pt;height:2.8pt;z-index:25234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xrFQ&#10;HNwAAAAJ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1520" behindDoc="0" locked="0" layoutInCell="1" allowOverlap="1" wp14:anchorId="280F675D" wp14:editId="14CC3D2D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71755</wp:posOffset>
                      </wp:positionV>
                      <wp:extent cx="610235" cy="74295"/>
                      <wp:effectExtent l="0" t="0" r="0" b="1905"/>
                      <wp:wrapNone/>
                      <wp:docPr id="1397588231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235" cy="74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6A6A6">
                                  <a:alpha val="6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AC3F7" id="Rechteck 7" o:spid="_x0000_s1026" style="position:absolute;margin-left:55.1pt;margin-top:5.65pt;width:48.05pt;height:5.85pt;z-index:25233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" fillcolor="#a6a6a6" stroked="f" strokeweight="1pt">
                      <v:fill opacity="39321f"/>
                    </v:rect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4592" behindDoc="0" locked="0" layoutInCell="1" allowOverlap="1" wp14:anchorId="26CAF9F1" wp14:editId="53E34BCC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327660</wp:posOffset>
                      </wp:positionV>
                      <wp:extent cx="395605" cy="0"/>
                      <wp:effectExtent l="0" t="19050" r="23495" b="19050"/>
                      <wp:wrapNone/>
                      <wp:docPr id="765793069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01CA2B" id="Gerader Verbinder 2" o:spid="_x0000_s1026" style="position:absolute;z-index:25233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25.8pt" to="86.9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q5Bba3gAAAAkBAAAPAAAAZHJzL2Rvd25y&#10;ZXYueG1sTI9BS8NAEIXvgv9hGcGLtJtUmkrMpkhB6KEgporX7e6YhGZnQ3bTpv/eKR70+N58vHmv&#10;WE+uEyccQutJQTpPQCAZb1uqFXzsX2dPIELUZHXnCRVcMMC6vL0pdG79md7xVMVacAiFXCtoYuxz&#10;KYNp0Okw9z0S37794HRkOdTSDvrM4a6TiyTJpNMt8YdG97hp0Byr0SlY1Lvt5ROz7fFhH3bGVOPX&#10;2waVur+bXp5BRJziHwzX+lwdSu508CPZIDrWabpkVMEyzUBcgdUjbzn8GrIs5P8F5Q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auQW2t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5616" behindDoc="0" locked="0" layoutInCell="1" allowOverlap="1" wp14:anchorId="51DFA242" wp14:editId="0B608CF4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277495</wp:posOffset>
                      </wp:positionV>
                      <wp:extent cx="395605" cy="0"/>
                      <wp:effectExtent l="0" t="19050" r="23495" b="19050"/>
                      <wp:wrapNone/>
                      <wp:docPr id="1438135011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2F53B2" id="Gerader Verbinder 2" o:spid="_x0000_s1026" style="position:absolute;z-index:25233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21.85pt" to="86.9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okIma3gAAAAkBAAAPAAAAZHJzL2Rvd25y&#10;ZXYueG1sTI9BS8NAEIXvgv9hGcGL2E3a2krMpkhB6KEgporX7e6YhGZnQ3bTpv/eKR7q8b35ePNe&#10;vhpdK47Yh8aTgnSSgEAy3jZUKfjcvT0+gwhRk9WtJ1RwxgCr4vYm15n1J/rAYxkrwSEUMq2gjrHL&#10;pAymRqfDxHdIfPvxvdORZV9J2+sTh7tWTpNkIZ1uiD/UusN1jeZQDk7BtNpuzl+42BwedmFrTDl8&#10;v69Rqfu78fUFRMQxXmG41OfqUHCnvR/IBtGyTtMnRhXMZ0sQF2A54y37P0MWufy/oPgF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KJCJmt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3568" behindDoc="0" locked="0" layoutInCell="1" allowOverlap="1" wp14:anchorId="120C315A" wp14:editId="78CE12D2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222885</wp:posOffset>
                      </wp:positionV>
                      <wp:extent cx="395605" cy="0"/>
                      <wp:effectExtent l="0" t="19050" r="23495" b="19050"/>
                      <wp:wrapNone/>
                      <wp:docPr id="81520354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253B25" id="Gerader Verbinder 2" o:spid="_x0000_s1026" style="position:absolute;z-index:25233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17.55pt" to="86.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m9MuB3gAAAAkBAAAPAAAAZHJzL2Rvd25y&#10;ZXYueG1sTI9Ba8JAEIXvhf6HZQq9FN1E0ZY0GylCwYNQGlu8rrvTJJidDdmNxn/fkR7s8b35ePNe&#10;vhpdK07Yh8aTgnSagEAy3jZUKfjavU9eQISoyerWEyq4YIBVcX+X68z6M33iqYyV4BAKmVZQx9hl&#10;UgZTo9Nh6jskvv343unIsq+k7fWZw10rZ0mylE43xB9q3eG6RnMsB6dgVm03l29cbo5Pu7A1phz2&#10;H2tU6vFhfHsFEXGMNxiu9bk6FNzp4AeyQbSs03TBqIL5IgVxBZ7nvOXwZ8gil/8XFL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pvTLgd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2544" behindDoc="0" locked="0" layoutInCell="1" allowOverlap="1" wp14:anchorId="14B50D49" wp14:editId="00CB5AE7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116205</wp:posOffset>
                      </wp:positionV>
                      <wp:extent cx="395605" cy="0"/>
                      <wp:effectExtent l="0" t="19050" r="23495" b="19050"/>
                      <wp:wrapNone/>
                      <wp:docPr id="628921265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03C7CE" id="Gerader Verbinder 2" o:spid="_x0000_s1026" style="position:absolute;z-index:25233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9.15pt" to="86.9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3Sx+k3gAAAAkBAAAPAAAAZHJzL2Rvd25y&#10;ZXYueG1sTI9Ba8JAEIXvhf6HZQq9FN1EqZU0GylCwYNQGlu8rrvTJJidDdmNxn/fkR7sbd7M4833&#10;8tXoWnHCPjSeFKTTBASS8bahSsHX7n2yBBGiJqtbT6jgggFWxf1drjPrz/SJpzJWgkMoZFpBHWOX&#10;SRlMjU6Hqe+Q+Pbje6cjy76SttdnDnetnCXJQjrdEH+odYfrGs2xHJyCWbXdXL5xsTk+7cLWmHLY&#10;f6xRqceH8e0VRMQx3sxwxWd0KJjp4AeyQbSs0/SZrTws5yCuhpc5dzn8LWSRy/8Nil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t0sfpN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0496" behindDoc="0" locked="0" layoutInCell="1" allowOverlap="1" wp14:anchorId="146AF7EF" wp14:editId="66B63F26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170046</wp:posOffset>
                      </wp:positionV>
                      <wp:extent cx="395605" cy="0"/>
                      <wp:effectExtent l="0" t="19050" r="23495" b="19050"/>
                      <wp:wrapNone/>
                      <wp:docPr id="207239638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C8E7AF" id="Gerader Verbinder 2" o:spid="_x0000_s1026" style="position:absolute;z-index:25233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13.4pt" to="86.9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WAMJd3QAAAAkBAAAPAAAAZHJzL2Rvd25y&#10;ZXYueG1sTI9BS8NAEIXvgv9hGcGLtJtUjBKzKVIQeiiIqdLrdndMQrOzIbtp03/vFA/1Nm/m8eZ7&#10;xXJynTjiEFpPCtJ5AgLJeNtSreBr+z57ARGiJqs7T6jgjAGW5e1NoXPrT/SJxyrWgkMo5FpBE2Of&#10;SxlMg06Hue+R+PbjB6cjy6GWdtAnDnedXCRJJp1uiT80usdVg+ZQjU7Bot6sz9+YrQ8P27Axphp3&#10;HytU6v5uensFEXGKVzNc8BkdSmba+5FsEB3rNH1iK4dlXOFieH7kYf+3kGUh/zcofwE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AWAMJd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8688" behindDoc="0" locked="0" layoutInCell="1" allowOverlap="1" wp14:anchorId="78A18A67" wp14:editId="684781A9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430029</wp:posOffset>
                      </wp:positionV>
                      <wp:extent cx="395605" cy="0"/>
                      <wp:effectExtent l="0" t="19050" r="23495" b="19050"/>
                      <wp:wrapNone/>
                      <wp:docPr id="109926061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2D60E2" id="Gerader Verbinder 2" o:spid="_x0000_s1026" style="position:absolute;z-index:25233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33.85pt" to="86.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20ZOe3QAAAAkBAAAPAAAAZHJzL2Rvd25y&#10;ZXYueG1sTI9BS8NAEIXvgv9hGcGL2E0qJhKzKVIQeiiIqeJ1uzsmodnZkN206b93igc9vjcfb94r&#10;V7PrxRHH0HlSkC4SEEjG244aBR+71/snECFqsrr3hArOGGBVXV+VurD+RO94rGMjOIRCoRW0MQ6F&#10;lMG06HRY+AGJb99+dDqyHBtpR33icNfLZZJk0umO+EOrB1y3aA715BQsm+3m/InZ5nC3C1tj6unr&#10;bY1K3d7ML88gIs7xD4ZLfa4OFXfa+4lsED3rNH1kVEGW5yAuQP7AW/a/hqxK+X9B9QM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A20ZOe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7664" behindDoc="0" locked="0" layoutInCell="1" allowOverlap="1" wp14:anchorId="1A460E22" wp14:editId="0C98EABF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490354</wp:posOffset>
                      </wp:positionV>
                      <wp:extent cx="395605" cy="0"/>
                      <wp:effectExtent l="0" t="19050" r="23495" b="19050"/>
                      <wp:wrapNone/>
                      <wp:docPr id="488122349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EF5EC1" id="Gerader Verbinder 2" o:spid="_x0000_s1026" style="position:absolute;z-index:25233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38.6pt" to="86.9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yrmsf3QAAAAkBAAAPAAAAZHJzL2Rvd25y&#10;ZXYueG1sTI9BS8NAEIXvgv9hGcGL2E0iNhKzKVIQeiiIqeJ1uzsmodnZkN206b93igc9vjcfb94r&#10;V7PrxRHH0HlSkC4SEEjG244aBR+71/snECFqsrr3hArOGGBVXV+VurD+RO94rGMjOIRCoRW0MQ6F&#10;lMG06HRY+AGJb99+dDqyHBtpR33icNfLLEmW0umO+EOrB1y3aA715BRkzXZz/sTl5nC3C1tj6unr&#10;bY1K3d7ML88gIs7xD4ZLfa4OFXfa+4lsED3rNH1kVEGeZyAuQP7AW/a/hqxK+X9B9QM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Dyrmsf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0736" behindDoc="0" locked="0" layoutInCell="1" allowOverlap="1" wp14:anchorId="6172644C" wp14:editId="7C7E995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547504</wp:posOffset>
                      </wp:positionV>
                      <wp:extent cx="395605" cy="0"/>
                      <wp:effectExtent l="0" t="19050" r="23495" b="19050"/>
                      <wp:wrapNone/>
                      <wp:docPr id="61140391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845DA9" id="Gerader Verbinder 2" o:spid="_x0000_s1026" style="position:absolute;z-index:252340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7pt,43.1pt" to="86.85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Roq8t3gAAAAkBAAAPAAAAZHJzL2Rvd25y&#10;ZXYueG1sTI/BasJAEIbvBd9hmUIvpW6SligxGxGh4EEojRav6+40CWZnQ3aj8e270oMe/5mPf77J&#10;l6Np2Rl711gSEE8jYEjK6oYqAfvd59scmPOStGwtoYArOlgWk6dcZtpe6BvPpa9YKCGXSQG1913G&#10;uVM1GummtkMKu1/bG+lD7Cuue3kJ5ablSRSl3MiGwoVadriuUZ3KwQhIqu3m+oPp5vS6c1ulyuHw&#10;tUYhXp7H1QKYx9HfYbjpB3UogtPRDqQda0OO44+ACpinCbAbMHufATv+D3iR88cPij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UaKvLd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9712" behindDoc="0" locked="0" layoutInCell="1" allowOverlap="1" wp14:anchorId="1FCC8CDF" wp14:editId="054515C4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601479</wp:posOffset>
                      </wp:positionV>
                      <wp:extent cx="395605" cy="0"/>
                      <wp:effectExtent l="0" t="19050" r="23495" b="19050"/>
                      <wp:wrapNone/>
                      <wp:docPr id="2100493458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593CDC3" id="Gerader Verbinder 2" o:spid="_x0000_s1026" style="position:absolute;z-index:25233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7pt,47.35pt" to="86.85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mgwi83gAAAAkBAAAPAAAAZHJzL2Rvd25y&#10;ZXYueG1sTI9BS8NAEIXvgv9hGcGL2E1qaTVmU6Qg9FAoporX7e6YhGZnQ3bTpv/eKR7qbd7M4833&#10;8uXoWnHEPjSeFKSTBASS8bahSsHn7v3xGUSImqxuPaGCMwZYFrc3uc6sP9EHHstYCQ6hkGkFdYxd&#10;JmUwNTodJr5D4tuP752OLPtK2l6fONy1cpokc+l0Q/yh1h2uajSHcnAKptVmff7C+frwsAsbY8rh&#10;e7tCpe7vxrdXEBHHeDXDBZ/RoWCmvR/IBtGyTtMZWxW8zBYgLobFEw/7v4Uscvm/QfEL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ZoMIvN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1760" behindDoc="0" locked="0" layoutInCell="1" allowOverlap="1" wp14:anchorId="4660B002" wp14:editId="064D1239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655454</wp:posOffset>
                      </wp:positionV>
                      <wp:extent cx="395605" cy="0"/>
                      <wp:effectExtent l="0" t="19050" r="23495" b="19050"/>
                      <wp:wrapNone/>
                      <wp:docPr id="1925363141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92D8E2" id="Gerader Verbinder 2" o:spid="_x0000_s1026" style="position:absolute;z-index:25234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8pt,51.6pt" to="86.9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Mlrnj3gAAAAsBAAAPAAAAZHJzL2Rvd25y&#10;ZXYueG1sTI9BS8NAEIXvgv9hGcGL2E1SiBqzKVIQeiiIqeJ1uzsmodnZkN206b93CoLe5s083nyv&#10;XM2uF0ccQ+dJQbpIQCAZbztqFHzsXu8fQYSoyereEyo4Y4BVdX1V6sL6E73jsY6N4BAKhVbQxjgU&#10;UgbTotNh4Qckvn370enIcmykHfWJw10vsyTJpdMd8YdWD7hu0RzqySnImu3m/In55nC3C1tj6unr&#10;bY1K3d7ML88gIs7xzwwXfEaHipn2fiIbRM86TXO28pAsMxAXx8PyCcT+dyOrUv7vUP0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zJa5494AAAAL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329472" behindDoc="0" locked="0" layoutInCell="1" allowOverlap="1" wp14:anchorId="55C0D1D9" wp14:editId="613F5410">
                      <wp:simplePos x="0" y="0"/>
                      <wp:positionH relativeFrom="column">
                        <wp:posOffset>-23850</wp:posOffset>
                      </wp:positionH>
                      <wp:positionV relativeFrom="paragraph">
                        <wp:posOffset>131470</wp:posOffset>
                      </wp:positionV>
                      <wp:extent cx="691078" cy="523635"/>
                      <wp:effectExtent l="0" t="19050" r="0" b="10160"/>
                      <wp:wrapNone/>
                      <wp:docPr id="450991773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1078" cy="523635"/>
                                <a:chOff x="0" y="0"/>
                                <a:chExt cx="691078" cy="523635"/>
                              </a:xfrm>
                            </wpg:grpSpPr>
                            <wps:wsp>
                              <wps:cNvPr id="1018436946" name="Rechteck 1"/>
                              <wps:cNvSpPr/>
                              <wps:spPr>
                                <a:xfrm>
                                  <a:off x="26670" y="127635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5652643" name="Gerader Verbinder 5"/>
                              <wps:cNvCnPr/>
                              <wps:spPr>
                                <a:xfrm rot="18900000">
                                  <a:off x="398145" y="46291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871455" name="Gerader Verbinder 5"/>
                              <wps:cNvCnPr/>
                              <wps:spPr>
                                <a:xfrm rot="18900000">
                                  <a:off x="396240" y="6858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11197144" name="Gerader Verbinder 5"/>
                              <wps:cNvCnPr/>
                              <wps:spPr>
                                <a:xfrm rot="18900000">
                                  <a:off x="0" y="6286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28640779" name="Gerader Verbinder 5"/>
                              <wps:cNvCnPr/>
                              <wps:spPr>
                                <a:xfrm rot="18900000" flipV="1">
                                  <a:off x="409575" y="64770"/>
                                  <a:ext cx="281503" cy="28174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93479" name="Gerader Verbinder 5"/>
                              <wps:cNvCnPr/>
                              <wps:spPr>
                                <a:xfrm>
                                  <a:off x="148590" y="0"/>
                                  <a:ext cx="406800" cy="269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F1B45A" id="Gruppieren 6" o:spid="_x0000_s1026" style="position:absolute;margin-left:-1.9pt;margin-top:10.35pt;width:54.4pt;height:41.25pt;z-index:252329472;mso-width-relative:margin;mso-height-relative:margin" coordsize="6910,5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">
                      <v:rect id="Rechteck 1" o:spid="_x0000_s1027" style="position:absolute;left:266;top:1276;width:3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" fillcolor="white [3212]" strokecolor="black [3213]" strokeweight="1pt"/>
                      <v:line id="Gerader Verbinder 5" o:spid="_x0000_s1028" style="position:absolute;rotation:-45;visibility:visible;mso-wrap-style:square" from="3981,4629" to="5781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" strokecolor="black [3213]" strokeweight="1pt">
                        <v:stroke joinstyle="miter"/>
                      </v:line>
                      <v:line id="Gerader Verbinder 5" o:spid="_x0000_s1029" style="position:absolute;rotation:-45;visibility:visible;mso-wrap-style:square" from="3962,685" to="5759,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" strokecolor="black [3213]" strokeweight="1pt">
                        <v:stroke joinstyle="miter"/>
                      </v:line>
                      <v:line id="Gerader Verbinder 5" o:spid="_x0000_s1030" style="position:absolute;rotation:-45;visibility:visible;mso-wrap-style:square" from="0,628" to="1800,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" strokecolor="black [3213]" strokeweight="1pt">
                        <v:stroke joinstyle="miter"/>
                      </v:line>
                      <v:line id="Gerader Verbinder 5" o:spid="_x0000_s1031" style="position:absolute;rotation:45;flip:y;visibility:visible;mso-wrap-style:square" from="4095,647" to="6910,3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" strokecolor="black [3213]" strokeweight="1pt">
                        <v:stroke joinstyle="miter"/>
                      </v:line>
                      <v:line id="Gerader Verbinder 5" o:spid="_x0000_s1032" style="position:absolute;visibility:visible;mso-wrap-style:square" from="1485,0" to="5553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985" w:type="dxa"/>
          </w:tcPr>
          <w:p w14:paraId="336662D3" w14:textId="77777777" w:rsidR="00403D41" w:rsidRPr="00F11B13" w:rsidRDefault="00403D41" w:rsidP="00997D00">
            <w:pPr>
              <w:rPr>
                <w:rFonts w:ascii="Comic Sans MS" w:hAnsi="Comic Sans MS"/>
              </w:rPr>
            </w:pPr>
            <w:r w:rsidRPr="00F11B13">
              <w:rPr>
                <w:rFonts w:ascii="Comic Sans MS" w:hAnsi="Comic Sans MS"/>
                <w:color w:val="0070C0"/>
                <w:sz w:val="18"/>
                <w:szCs w:val="18"/>
              </w:rPr>
              <w:t>Ich tausche 1 H</w:t>
            </w:r>
            <w:r>
              <w:rPr>
                <w:rFonts w:ascii="Comic Sans MS" w:hAnsi="Comic Sans MS"/>
                <w:color w:val="0070C0"/>
                <w:sz w:val="18"/>
                <w:szCs w:val="18"/>
              </w:rPr>
              <w:t>u</w:t>
            </w:r>
            <w:r w:rsidRPr="00F11B13">
              <w:rPr>
                <w:rFonts w:ascii="Comic Sans MS" w:hAnsi="Comic Sans MS"/>
                <w:color w:val="0070C0"/>
                <w:sz w:val="18"/>
                <w:szCs w:val="18"/>
              </w:rPr>
              <w:t>nderter gegen 10 Zehner</w:t>
            </w:r>
          </w:p>
        </w:tc>
      </w:tr>
      <w:tr w:rsidR="00403D41" w14:paraId="0B229178" w14:textId="77777777" w:rsidTr="00D9592E">
        <w:trPr>
          <w:trHeight w:val="1129"/>
        </w:trPr>
        <w:tc>
          <w:tcPr>
            <w:tcW w:w="1560" w:type="dxa"/>
          </w:tcPr>
          <w:p w14:paraId="24B7533B" w14:textId="6AA4EA03" w:rsidR="00403D41" w:rsidRPr="00E11E75" w:rsidRDefault="00403D41" w:rsidP="00997D00">
            <w:r w:rsidRPr="00E11E75">
              <w:t>1</w:t>
            </w:r>
            <w:r>
              <w:t>23</w:t>
            </w:r>
            <w:r w:rsidRPr="00E11E75">
              <w:t xml:space="preserve"> – </w:t>
            </w:r>
            <w:r>
              <w:t>4</w:t>
            </w:r>
            <w:r w:rsidR="00D9592E">
              <w:t xml:space="preserve"> </w:t>
            </w:r>
            <w:r>
              <w:t xml:space="preserve">= </w:t>
            </w:r>
          </w:p>
        </w:tc>
        <w:tc>
          <w:tcPr>
            <w:tcW w:w="2126" w:type="dxa"/>
          </w:tcPr>
          <w:p w14:paraId="2800C53E" w14:textId="345BBBA9" w:rsidR="00403D41" w:rsidRDefault="007B215B" w:rsidP="00997D00">
            <w:pPr>
              <w:spacing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5856" behindDoc="0" locked="0" layoutInCell="1" allowOverlap="1" wp14:anchorId="15571DE8" wp14:editId="253D4EBB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179594</wp:posOffset>
                      </wp:positionV>
                      <wp:extent cx="395605" cy="0"/>
                      <wp:effectExtent l="0" t="19050" r="23495" b="19050"/>
                      <wp:wrapNone/>
                      <wp:docPr id="1449460737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B409D3E" id="Gerader Verbinder 2" o:spid="_x0000_s1026" style="position:absolute;z-index:25234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9pt,14.15pt" to="66.0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ZMIjA3QAAAAgBAAAPAAAAZHJzL2Rvd25y&#10;ZXYueG1sTI/BasMwDIbvg72D0WCX0TpNIbRZnDIKgx4KY+nGrq6tJaGxHGKnTd9+KjtsR+n/+fSp&#10;2EyuE2ccQutJwWKegEAy3rZUK/g4vM5WIELUZHXnCRVcMcCmvL8rdG79hd7xXMVaMIRCrhU0Mfa5&#10;lME06HSY+x6Js28/OB15HGppB31huOtkmiSZdLolvtDoHrcNmlM1OgVpvd9dPzHbnZ4OYW9MNX69&#10;bVGpx4fp5RlExCn+leGmz+pQstPRj2SD6BRkazaPzFotQdzyZboAcfxdyLKQ/x8ofwA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BZMIjA3QAAAAg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9952" behindDoc="0" locked="0" layoutInCell="1" allowOverlap="1" wp14:anchorId="5588C8AC" wp14:editId="7B8746AC">
                      <wp:simplePos x="0" y="0"/>
                      <wp:positionH relativeFrom="column">
                        <wp:posOffset>569595</wp:posOffset>
                      </wp:positionH>
                      <wp:positionV relativeFrom="paragraph">
                        <wp:posOffset>254000</wp:posOffset>
                      </wp:positionV>
                      <wp:extent cx="35560" cy="35560"/>
                      <wp:effectExtent l="0" t="0" r="21590" b="21590"/>
                      <wp:wrapNone/>
                      <wp:docPr id="162815474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9646E" id="Flussdiagramm: Verbinder 3" o:spid="_x0000_s1026" type="#_x0000_t120" style="position:absolute;margin-left:44.85pt;margin-top:20pt;width:2.8pt;height:2.8pt;z-index:25234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7904" behindDoc="0" locked="0" layoutInCell="1" allowOverlap="1" wp14:anchorId="0FAF2CAC" wp14:editId="3F251B2D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253365</wp:posOffset>
                      </wp:positionV>
                      <wp:extent cx="35560" cy="35560"/>
                      <wp:effectExtent l="0" t="0" r="21590" b="21590"/>
                      <wp:wrapNone/>
                      <wp:docPr id="1478657073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C1F0C9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ussdiagramm: Verbinder 3" o:spid="_x0000_s1026" type="#_x0000_t120" style="position:absolute;margin-left:35.6pt;margin-top:19.95pt;width:2.8pt;height:2.8pt;z-index:25234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9uq/&#10;vtwAAAAH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8928" behindDoc="0" locked="0" layoutInCell="1" allowOverlap="1" wp14:anchorId="282C98C3" wp14:editId="3E3AFEDD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253365</wp:posOffset>
                      </wp:positionV>
                      <wp:extent cx="35560" cy="35560"/>
                      <wp:effectExtent l="0" t="0" r="21590" b="21590"/>
                      <wp:wrapNone/>
                      <wp:docPr id="966853276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62FDC" id="Flussdiagramm: Verbinder 3" o:spid="_x0000_s1026" type="#_x0000_t120" style="position:absolute;margin-left:40.2pt;margin-top:19.95pt;width:2.8pt;height:2.8pt;z-index:25234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Jt8&#10;UIPdAAAABw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6880" behindDoc="0" locked="0" layoutInCell="1" allowOverlap="1" wp14:anchorId="3C81DCE8" wp14:editId="5D048912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123142</wp:posOffset>
                      </wp:positionV>
                      <wp:extent cx="395605" cy="0"/>
                      <wp:effectExtent l="0" t="19050" r="23495" b="19050"/>
                      <wp:wrapNone/>
                      <wp:docPr id="1478103545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FA54C29" id="Gerader Verbinder 2" o:spid="_x0000_s1026" style="position:absolute;z-index:25234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9pt,9.7pt" to="66.0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mNmcF3QAAAAgBAAAPAAAAZHJzL2Rvd25y&#10;ZXYueG1sTI9BS8NAEIXvgv9hGcGLtJtGCW3MpkhB6KEgporX7e6YhGZnQ3bTpv/eKR70+N4b3vum&#10;WE+uEyccQutJwWKegEAy3rZUK/jYv86WIELUZHXnCRVcMMC6vL0pdG79md7xVMVacAmFXCtoYuxz&#10;KYNp0Okw9z0SZ99+cDqyHGppB33mctfJNEky6XRLvNDoHjcNmmM1OgVpvdtePjHbHh/2YWdMNX69&#10;bVCp+7vp5RlExCn+HcMVn9GhZKaDH8kG0SnIVkwe2V89gbjmj+kCxOHXkGUh/z9Q/gA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CmNmcF3QAAAAg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403D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4832" behindDoc="0" locked="0" layoutInCell="1" allowOverlap="1" wp14:anchorId="120B5ABF" wp14:editId="58A517BE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113665</wp:posOffset>
                      </wp:positionV>
                      <wp:extent cx="396000" cy="396000"/>
                      <wp:effectExtent l="0" t="0" r="23495" b="23495"/>
                      <wp:wrapNone/>
                      <wp:docPr id="98360813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00" cy="39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7BB2C" id="Rechteck 1" o:spid="_x0000_s1026" style="position:absolute;margin-left:-1.2pt;margin-top:8.95pt;width:31.2pt;height:31.2pt;z-index:25234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685" w:type="dxa"/>
          </w:tcPr>
          <w:p w14:paraId="409BA7F3" w14:textId="59AC9FA4" w:rsidR="00403D41" w:rsidRDefault="00403D41" w:rsidP="00997D00">
            <w:pPr>
              <w:spacing w:line="240" w:lineRule="atLeast"/>
            </w:pPr>
          </w:p>
        </w:tc>
        <w:tc>
          <w:tcPr>
            <w:tcW w:w="1985" w:type="dxa"/>
          </w:tcPr>
          <w:p w14:paraId="2E86F99C" w14:textId="77777777" w:rsidR="00403D41" w:rsidRDefault="00403D41" w:rsidP="00997D00">
            <w:r>
              <w:br/>
            </w:r>
            <w:r>
              <w:br/>
            </w:r>
          </w:p>
        </w:tc>
      </w:tr>
      <w:tr w:rsidR="00403D41" w14:paraId="26A507FE" w14:textId="77777777" w:rsidTr="00D9592E">
        <w:trPr>
          <w:trHeight w:val="2306"/>
        </w:trPr>
        <w:tc>
          <w:tcPr>
            <w:tcW w:w="1560" w:type="dxa"/>
          </w:tcPr>
          <w:p w14:paraId="75153392" w14:textId="482FBE50" w:rsidR="00403D41" w:rsidRPr="00E11E75" w:rsidRDefault="00403D41" w:rsidP="00D9592E">
            <w:r w:rsidRPr="00E11E75">
              <w:t xml:space="preserve">1175 </w:t>
            </w:r>
            <w:r>
              <w:t>–</w:t>
            </w:r>
            <w:r w:rsidRPr="00E11E75">
              <w:t xml:space="preserve"> 200</w:t>
            </w:r>
            <w:r w:rsidR="00D9592E">
              <w:t xml:space="preserve"> </w:t>
            </w:r>
            <w:r>
              <w:t>=</w:t>
            </w:r>
          </w:p>
        </w:tc>
        <w:tc>
          <w:tcPr>
            <w:tcW w:w="2126" w:type="dxa"/>
          </w:tcPr>
          <w:p w14:paraId="49685FD9" w14:textId="77777777" w:rsidR="00403D41" w:rsidRDefault="00403D41" w:rsidP="00997D00">
            <w:pPr>
              <w:spacing w:line="240" w:lineRule="atLeast"/>
            </w:pPr>
          </w:p>
        </w:tc>
        <w:tc>
          <w:tcPr>
            <w:tcW w:w="3685" w:type="dxa"/>
          </w:tcPr>
          <w:p w14:paraId="4431F2C1" w14:textId="77777777" w:rsidR="00403D41" w:rsidRDefault="00403D41" w:rsidP="00997D00">
            <w:pPr>
              <w:spacing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3744" behindDoc="0" locked="0" layoutInCell="1" allowOverlap="1" wp14:anchorId="36A80550" wp14:editId="66E09B50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478075</wp:posOffset>
                      </wp:positionV>
                      <wp:extent cx="924640" cy="499911"/>
                      <wp:effectExtent l="0" t="0" r="8890" b="0"/>
                      <wp:wrapNone/>
                      <wp:docPr id="1739759906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640" cy="4999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A6A6A6">
                                  <a:alpha val="6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402EC5" id="Rechteck 7" o:spid="_x0000_s1026" style="position:absolute;margin-left:104.55pt;margin-top:37.65pt;width:72.8pt;height:39.35pt;z-index:25238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" fillcolor="#a6a6a6" stroked="f" strokeweight="1pt">
                      <v:fill opacity="39321f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6816" behindDoc="0" locked="0" layoutInCell="1" allowOverlap="1" wp14:anchorId="51B33051" wp14:editId="62516E9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1016715</wp:posOffset>
                      </wp:positionV>
                      <wp:extent cx="395605" cy="395605"/>
                      <wp:effectExtent l="0" t="0" r="23495" b="23495"/>
                      <wp:wrapNone/>
                      <wp:docPr id="1831166306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3D6874" id="Rechteck 1" o:spid="_x0000_s1026" style="position:absolute;margin-left:.2pt;margin-top:80.05pt;width:31.15pt;height:31.15pt;z-index:25238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4288" behindDoc="0" locked="0" layoutInCell="1" allowOverlap="1" wp14:anchorId="690D590B" wp14:editId="401DFD4C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1083945</wp:posOffset>
                      </wp:positionV>
                      <wp:extent cx="395605" cy="0"/>
                      <wp:effectExtent l="0" t="19050" r="23495" b="19050"/>
                      <wp:wrapNone/>
                      <wp:docPr id="1364597171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CFC4D1" id="Gerader Verbinder 2" o:spid="_x0000_s1026" style="position:absolute;z-index:25236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85.35pt" to="68.2pt,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tyMK03gAAAAoBAAAPAAAAZHJzL2Rvd25y&#10;ZXYueG1sTI/BSsNAEIbvgu+wjOBF7Ka1JBKzKVIQeiiIqeJ1ujsmodnZkN206du7BaEe55+Pf74p&#10;VpPtxJEG3zpWMJ8lIIi1My3XCj53b4/PIHxANtg5JgVn8rAqb28KzI078Qcdq1CLWMI+RwVNCH0u&#10;pdcNWfQz1xPH3Y8bLIY4DrU0A55iue3kIklSabHleKHBntYN6UM1WgWLers5f1G6OTzs/Fbravx+&#10;X5NS93fT6wuIQFO4wnDRj+pQRqe9G9l40SnIlvNIxjxLMhAX4Cldgtj/JbIs5P8Xyl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rcjCtN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5312" behindDoc="0" locked="0" layoutInCell="1" allowOverlap="1" wp14:anchorId="598B2194" wp14:editId="499403DB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1030605</wp:posOffset>
                      </wp:positionV>
                      <wp:extent cx="395605" cy="0"/>
                      <wp:effectExtent l="0" t="19050" r="23495" b="19050"/>
                      <wp:wrapNone/>
                      <wp:docPr id="1889660671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1AFA65" id="Gerader Verbinder 2" o:spid="_x0000_s1026" style="position:absolute;z-index:25236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81.15pt" to="68.2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OkATo3gAAAAoBAAAPAAAAZHJzL2Rvd25y&#10;ZXYueG1sTI/BSsNAEIbvgu+wjOBF7KZpiRKzKVIQeiiIqeJ1uzsmodnZkN206ds7BaEe55+Pf74p&#10;VpPrxBGH0HpSMJ8lIJCMty3VCj53b4/PIELUZHXnCRWcMcCqvL0pdG79iT7wWMVacAmFXCtoYuxz&#10;KYNp0Okw8z0S73784HTkcailHfSJy10n0yTJpNMt8YVG97hu0Byq0SlI6+3m/IXZ5vCwC1tjqvH7&#10;fY1K3d9Nry8gIk7xCsNFn9WhZKe9H8kG0Sl4Ws6Z5DxLFyAuwCJbgtj/JbIs5P8Xyl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zpAE6N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6336" behindDoc="0" locked="0" layoutInCell="1" allowOverlap="1" wp14:anchorId="4E64C146" wp14:editId="0A5776AC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1137285</wp:posOffset>
                      </wp:positionV>
                      <wp:extent cx="395605" cy="0"/>
                      <wp:effectExtent l="0" t="19050" r="23495" b="19050"/>
                      <wp:wrapNone/>
                      <wp:docPr id="1149122906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83E6DB" id="Gerader Verbinder 2" o:spid="_x0000_s1026" style="position:absolute;z-index:25236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89.55pt" to="68.2pt,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+V4lf3gAAAAoBAAAPAAAAZHJzL2Rvd25y&#10;ZXYueG1sTI9BS8NAEIXvgv9hGcGL2E1rSTVmU6Qg9FAoporX7e6YhGZnQ3bTpv/eKQj1NvPe4803&#10;+XJ0rThiHxpPCqaTBASS8bahSsHn7v3xGUSImqxuPaGCMwZYFrc3uc6sP9EHHstYCS6hkGkFdYxd&#10;JmUwNTodJr5DYu/H905HXvtK2l6fuNy1cpYkqXS6Ib5Q6w5XNZpDOTgFs2qzPn9huj487MLGmHL4&#10;3q5Qqfu78e0VRMQxXsNwwWd0KJhp7weyQbQKFvMpJ1lfvPBwCTylcxD7P0UWufz/QvEL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/leJX9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7360" behindDoc="0" locked="0" layoutInCell="1" allowOverlap="1" wp14:anchorId="58704899" wp14:editId="669E048C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1241425</wp:posOffset>
                      </wp:positionV>
                      <wp:extent cx="395605" cy="0"/>
                      <wp:effectExtent l="0" t="19050" r="23495" b="19050"/>
                      <wp:wrapNone/>
                      <wp:docPr id="142986749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90921B" id="Gerader Verbinder 2" o:spid="_x0000_s1026" style="position:absolute;z-index:25236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97.75pt" to="68.2pt,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ZUgZR3gAAAAoBAAAPAAAAZHJzL2Rvd25y&#10;ZXYueG1sTI/BSsNAEIbvgu+wjOBF7Ka1jRqzKVIQeigUU8XrdHdMQrOzIbtp07d3C4Ie55+Pf77J&#10;l6NtxZF63zhWMJ0kIIi1Mw1XCj52b/dPIHxANtg6JgVn8rAsrq9yzIw78Tsdy1CJWMI+QwV1CF0m&#10;pdc1WfQT1xHH3bfrLYY49pU0PZ5iuW3lLElSabHheKHGjlY16UM5WAWzarM+f1K6Ptzt/Ebrcvja&#10;rkip25vx9QVEoDH8wXDRj+pQRKe9G9h40Sp4nE8jGfPnxQLEBXhI5yD2v4kscvn/heIH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GVIGUd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8384" behindDoc="0" locked="0" layoutInCell="1" allowOverlap="1" wp14:anchorId="57216F6F" wp14:editId="38BCE9D7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1190625</wp:posOffset>
                      </wp:positionV>
                      <wp:extent cx="395605" cy="0"/>
                      <wp:effectExtent l="0" t="19050" r="23495" b="19050"/>
                      <wp:wrapNone/>
                      <wp:docPr id="320548586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601610" id="Gerader Verbinder 2" o:spid="_x0000_s1026" style="position:absolute;z-index:25236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93.75pt" to="68.2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nUfuK3gAAAAoBAAAPAAAAZHJzL2Rvd25y&#10;ZXYueG1sTI/BSsNAEIbvgu+wjOBF7Ka1piVmU6Qg9FCQporX6e6YhGZnQ3bTpm/vFgQ9zj8f/3yT&#10;r0bbihP1vnGsYDpJQBBrZxquFHzs3x6XIHxANtg6JgUX8rAqbm9yzIw7845OZahELGGfoYI6hC6T&#10;0uuaLPqJ64jj7tv1FkMc+0qaHs+x3LZyliSptNhwvFBjR+ua9LEcrIJZtd1cPindHB/2fqt1OXy9&#10;r0mp+7vx9QVEoDH8wXDVj+pQRKeDG9h40SpYzKeRjPly8QziCjylcxCH30QWufz/QvED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J1H7it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9408" behindDoc="0" locked="0" layoutInCell="1" allowOverlap="1" wp14:anchorId="4263A1E4" wp14:editId="034677EE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1404620</wp:posOffset>
                      </wp:positionV>
                      <wp:extent cx="395605" cy="0"/>
                      <wp:effectExtent l="0" t="19050" r="23495" b="19050"/>
                      <wp:wrapNone/>
                      <wp:docPr id="635518239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2C86E2" id="Gerader Verbinder 2" o:spid="_x0000_s1026" style="position:absolute;z-index:25236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110.6pt" to="68.2pt,1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yez+93gAAAAoBAAAPAAAAZHJzL2Rvd25y&#10;ZXYueG1sTI/BSsNAEIbvgu+wjOBF7CaxRInZFCkIPRTEVPG63R2T0OxsyG7a9O2dgqDHmfn55vvL&#10;1ex6ccQxdJ4UpIsEBJLxtqNGwcfu9f4JRIiarO49oYIzBlhV11elLqw/0Tse69gIhlAotII2xqGQ&#10;MpgWnQ4LPyDx7duPTkcex0baUZ8Y7nqZJUkune6IP7R6wHWL5lBPTkHWbDfnT8w3h7td2BpTT19v&#10;a1Tq9mZ+eQYRcY5/YbjoszpU7LT3E9kgegWPy5STzMrSDMQl8JAvQex/N7Iq5f8K1Q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sns/vd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0432" behindDoc="0" locked="0" layoutInCell="1" allowOverlap="1" wp14:anchorId="41739F9B" wp14:editId="0BBED55B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1343025</wp:posOffset>
                      </wp:positionV>
                      <wp:extent cx="395605" cy="0"/>
                      <wp:effectExtent l="0" t="19050" r="23495" b="19050"/>
                      <wp:wrapNone/>
                      <wp:docPr id="1768308117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FBB73F" id="Gerader Verbinder 2" o:spid="_x0000_s1026" style="position:absolute;z-index:25237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105.75pt" to="68.2pt,1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+B7Zr3gAAAAoBAAAPAAAAZHJzL2Rvd25y&#10;ZXYueG1sTI/BSsNAEIbvgu+wjOBF7Ca1RonZFCkIPRSkqeJ1uzsmodnZkN206ds7BUGPM/PzzfcX&#10;y8l14ohDaD0pSGcJCCTjbUu1go/d2/0ziBA1Wd15QgVnDLAsr68KnVt/oi0eq1gLhlDItYImxj6X&#10;MpgGnQ4z3yPx7dsPTkceh1raQZ8Y7jo5T5JMOt0Sf2h0j6sGzaEanYJ5vVmfPzFbH+52YWNMNX69&#10;r1Cp25vp9QVExCn+heGiz+pQstPej2SD6BQ8LVJOMitNH0FcAg/ZAsT+dyPLQv6vUP4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Pge2a9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5552" behindDoc="0" locked="0" layoutInCell="1" allowOverlap="1" wp14:anchorId="330BB896" wp14:editId="63B512A1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1017270</wp:posOffset>
                      </wp:positionV>
                      <wp:extent cx="35560" cy="35560"/>
                      <wp:effectExtent l="0" t="0" r="21590" b="21590"/>
                      <wp:wrapNone/>
                      <wp:docPr id="1555424611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AE073" id="Flussdiagramm: Verbinder 3" o:spid="_x0000_s1026" type="#_x0000_t120" style="position:absolute;margin-left:95.85pt;margin-top:80.1pt;width:2.8pt;height:2.8pt;z-index:25237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E0Z&#10;0KrdAAAACw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4528" behindDoc="0" locked="0" layoutInCell="1" allowOverlap="1" wp14:anchorId="349896E9" wp14:editId="5CE23C1D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1017270</wp:posOffset>
                      </wp:positionV>
                      <wp:extent cx="35560" cy="35560"/>
                      <wp:effectExtent l="0" t="0" r="21590" b="21590"/>
                      <wp:wrapNone/>
                      <wp:docPr id="177246232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1682D" id="Flussdiagramm: Verbinder 3" o:spid="_x0000_s1026" type="#_x0000_t120" style="position:absolute;margin-left:91.25pt;margin-top:80.1pt;width:2.8pt;height:2.8pt;z-index:25237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DUK&#10;yLDdAAAACw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3504" behindDoc="0" locked="0" layoutInCell="1" allowOverlap="1" wp14:anchorId="6E290BB5" wp14:editId="37B32387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1016635</wp:posOffset>
                      </wp:positionV>
                      <wp:extent cx="35560" cy="35560"/>
                      <wp:effectExtent l="0" t="0" r="21590" b="21590"/>
                      <wp:wrapNone/>
                      <wp:docPr id="158753063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9891E" id="Flussdiagramm: Verbinder 3" o:spid="_x0000_s1026" type="#_x0000_t120" style="position:absolute;margin-left:86.25pt;margin-top:80.05pt;width:2.8pt;height:2.8pt;z-index:25237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Bfy&#10;iaLdAAAACw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2480" behindDoc="0" locked="0" layoutInCell="1" allowOverlap="1" wp14:anchorId="6E66C6C9" wp14:editId="77E4F791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1017270</wp:posOffset>
                      </wp:positionV>
                      <wp:extent cx="35560" cy="35560"/>
                      <wp:effectExtent l="0" t="0" r="21590" b="21590"/>
                      <wp:wrapNone/>
                      <wp:docPr id="1655143482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8966A" id="Flussdiagramm: Verbinder 3" o:spid="_x0000_s1026" type="#_x0000_t120" style="position:absolute;margin-left:81.6pt;margin-top:80.1pt;width:2.8pt;height:2.8pt;z-index:25237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1456" behindDoc="0" locked="0" layoutInCell="1" allowOverlap="1" wp14:anchorId="25FA5AE8" wp14:editId="107E390C">
                      <wp:simplePos x="0" y="0"/>
                      <wp:positionH relativeFrom="column">
                        <wp:posOffset>978370</wp:posOffset>
                      </wp:positionH>
                      <wp:positionV relativeFrom="paragraph">
                        <wp:posOffset>1017649</wp:posOffset>
                      </wp:positionV>
                      <wp:extent cx="35560" cy="35560"/>
                      <wp:effectExtent l="0" t="0" r="21590" b="21590"/>
                      <wp:wrapNone/>
                      <wp:docPr id="453015168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74A3B" id="Flussdiagramm: Verbinder 3" o:spid="_x0000_s1026" type="#_x0000_t120" style="position:absolute;margin-left:77.05pt;margin-top:80.15pt;width:2.8pt;height:2.8pt;z-index:25237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0672" behindDoc="0" locked="0" layoutInCell="1" allowOverlap="1" wp14:anchorId="555F2EC4" wp14:editId="3F91F1E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531495</wp:posOffset>
                      </wp:positionV>
                      <wp:extent cx="395605" cy="395605"/>
                      <wp:effectExtent l="0" t="0" r="23495" b="23495"/>
                      <wp:wrapNone/>
                      <wp:docPr id="132610721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75F94E" id="Rechteck 1" o:spid="_x0000_s1026" style="position:absolute;margin-left:-.15pt;margin-top:41.85pt;width:31.15pt;height:31.15pt;z-index:25238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1696" behindDoc="0" locked="0" layoutInCell="1" allowOverlap="1" wp14:anchorId="5CF985C1" wp14:editId="6B8D135A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528955</wp:posOffset>
                      </wp:positionV>
                      <wp:extent cx="395605" cy="395605"/>
                      <wp:effectExtent l="0" t="0" r="23495" b="23495"/>
                      <wp:wrapNone/>
                      <wp:docPr id="991392429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92DF6" id="Rechteck 1" o:spid="_x0000_s1026" style="position:absolute;margin-left:35.3pt;margin-top:41.65pt;width:31.15pt;height:31.15pt;z-index:25238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2720" behindDoc="0" locked="0" layoutInCell="1" allowOverlap="1" wp14:anchorId="1E2C6686" wp14:editId="2865DBDA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529590</wp:posOffset>
                      </wp:positionV>
                      <wp:extent cx="395605" cy="395605"/>
                      <wp:effectExtent l="0" t="0" r="23495" b="23495"/>
                      <wp:wrapNone/>
                      <wp:docPr id="1753155947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38F30" id="Rechteck 1" o:spid="_x0000_s1026" style="position:absolute;margin-left:71.15pt;margin-top:41.7pt;width:31.15pt;height:31.15pt;z-index:25238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4768" behindDoc="0" locked="0" layoutInCell="1" allowOverlap="1" wp14:anchorId="66B0045F" wp14:editId="09A4A9F9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531495</wp:posOffset>
                      </wp:positionV>
                      <wp:extent cx="395605" cy="395605"/>
                      <wp:effectExtent l="0" t="0" r="23495" b="23495"/>
                      <wp:wrapNone/>
                      <wp:docPr id="667875367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8257BA" id="Rechteck 1" o:spid="_x0000_s1026" style="position:absolute;margin-left:107.25pt;margin-top:41.85pt;width:31.15pt;height:31.15pt;z-index:25238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" filled="f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5792" behindDoc="0" locked="0" layoutInCell="1" allowOverlap="1" wp14:anchorId="0D1979CC" wp14:editId="25622D66">
                      <wp:simplePos x="0" y="0"/>
                      <wp:positionH relativeFrom="column">
                        <wp:posOffset>1822450</wp:posOffset>
                      </wp:positionH>
                      <wp:positionV relativeFrom="paragraph">
                        <wp:posOffset>531219</wp:posOffset>
                      </wp:positionV>
                      <wp:extent cx="395605" cy="395605"/>
                      <wp:effectExtent l="0" t="0" r="23495" b="23495"/>
                      <wp:wrapNone/>
                      <wp:docPr id="1936495012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847CC8" id="Rechteck 1" o:spid="_x0000_s1026" style="position:absolute;margin-left:143.5pt;margin-top:41.85pt;width:31.15pt;height:31.15pt;z-index:25238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" filled="f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3264" behindDoc="0" locked="0" layoutInCell="1" allowOverlap="1" wp14:anchorId="427474ED" wp14:editId="08B67DE5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50165</wp:posOffset>
                      </wp:positionV>
                      <wp:extent cx="395605" cy="395605"/>
                      <wp:effectExtent l="0" t="0" r="23495" b="23495"/>
                      <wp:wrapNone/>
                      <wp:docPr id="1338276123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A1D9F" id="Rechteck 1" o:spid="_x0000_s1026" style="position:absolute;margin-left:.05pt;margin-top:3.95pt;width:31.15pt;height:31.15pt;z-index:25236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6576" behindDoc="0" locked="0" layoutInCell="1" allowOverlap="1" wp14:anchorId="5C086CD7" wp14:editId="4A446C3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47625</wp:posOffset>
                      </wp:positionV>
                      <wp:extent cx="395605" cy="395605"/>
                      <wp:effectExtent l="0" t="0" r="23495" b="23495"/>
                      <wp:wrapNone/>
                      <wp:docPr id="2146477647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DF7672" id="Rechteck 1" o:spid="_x0000_s1026" style="position:absolute;margin-left:35.5pt;margin-top:3.75pt;width:31.15pt;height:31.15pt;z-index:25237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7600" behindDoc="0" locked="0" layoutInCell="1" allowOverlap="1" wp14:anchorId="3DF85A57" wp14:editId="7BAE85B5">
                      <wp:simplePos x="0" y="0"/>
                      <wp:positionH relativeFrom="column">
                        <wp:posOffset>906145</wp:posOffset>
                      </wp:positionH>
                      <wp:positionV relativeFrom="paragraph">
                        <wp:posOffset>48260</wp:posOffset>
                      </wp:positionV>
                      <wp:extent cx="395605" cy="395605"/>
                      <wp:effectExtent l="0" t="0" r="23495" b="23495"/>
                      <wp:wrapNone/>
                      <wp:docPr id="1662861415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3AD7A" id="Rechteck 1" o:spid="_x0000_s1026" style="position:absolute;margin-left:71.35pt;margin-top:3.8pt;width:31.15pt;height:31.15pt;z-index:25237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8624" behindDoc="0" locked="0" layoutInCell="1" allowOverlap="1" wp14:anchorId="714C633E" wp14:editId="1A883058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50165</wp:posOffset>
                      </wp:positionV>
                      <wp:extent cx="395605" cy="395605"/>
                      <wp:effectExtent l="0" t="0" r="23495" b="23495"/>
                      <wp:wrapNone/>
                      <wp:docPr id="1867290102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E299F" id="Rechteck 1" o:spid="_x0000_s1026" style="position:absolute;margin-left:107.45pt;margin-top:3.95pt;width:31.15pt;height:31.15pt;z-index:25237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9648" behindDoc="0" locked="0" layoutInCell="1" allowOverlap="1" wp14:anchorId="75B36C51" wp14:editId="7F4F6325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49889</wp:posOffset>
                      </wp:positionV>
                      <wp:extent cx="395605" cy="395605"/>
                      <wp:effectExtent l="0" t="0" r="23495" b="23495"/>
                      <wp:wrapNone/>
                      <wp:docPr id="916350726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20D397" id="Rechteck 1" o:spid="_x0000_s1026" style="position:absolute;margin-left:143.7pt;margin-top:3.95pt;width:31.15pt;height:31.15pt;z-index:25237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985" w:type="dxa"/>
          </w:tcPr>
          <w:p w14:paraId="4B3AB7AB" w14:textId="77777777" w:rsidR="00403D41" w:rsidRDefault="00403D41" w:rsidP="00997D00">
            <w:r>
              <w:br/>
            </w:r>
            <w:r>
              <w:br/>
            </w:r>
          </w:p>
        </w:tc>
      </w:tr>
    </w:tbl>
    <w:p w14:paraId="2677184F" w14:textId="22514BE4" w:rsidR="00403D41" w:rsidRDefault="00403D41"/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33776" w:rsidRPr="001C0C6A" w14:paraId="5A1DC5C4" w14:textId="77777777" w:rsidTr="00C83C29">
        <w:trPr>
          <w:trHeight w:val="817"/>
        </w:trPr>
        <w:tc>
          <w:tcPr>
            <w:tcW w:w="9356" w:type="dxa"/>
          </w:tcPr>
          <w:p w14:paraId="643E63C3" w14:textId="5836E600" w:rsidR="00921BBE" w:rsidRDefault="00C33776" w:rsidP="00C83C29">
            <w:pPr>
              <w:pStyle w:val="berschrift2"/>
            </w:pPr>
            <w:r>
              <w:t>Aufgabe zum Üben im Regelniveau</w:t>
            </w:r>
          </w:p>
          <w:p w14:paraId="787D28ED" w14:textId="77777777" w:rsidR="00435B73" w:rsidRDefault="00435B73" w:rsidP="00435B73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8"/>
                <w:szCs w:val="30"/>
                <w:lang w:eastAsia="de-DE"/>
              </w:rPr>
            </w:pPr>
            <w:r w:rsidRPr="00435B73">
              <w:rPr>
                <w:rFonts w:ascii="Calibri" w:eastAsia="MS Gothic" w:hAnsi="Calibri" w:cs="Times New Roman"/>
                <w:b/>
                <w:bCs/>
                <w:color w:val="327A86" w:themeColor="text2"/>
                <w:sz w:val="28"/>
                <w:szCs w:val="30"/>
                <w:lang w:eastAsia="de-DE"/>
              </w:rPr>
              <w:t>Tauschen und Wegnehmen</w:t>
            </w:r>
          </w:p>
          <w:p w14:paraId="61DCE0D8" w14:textId="0FC0F4D4" w:rsidR="00435B73" w:rsidRPr="0057725F" w:rsidRDefault="00435B73" w:rsidP="00435B73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8"/>
                <w:szCs w:val="30"/>
              </w:rPr>
            </w:pPr>
            <w:r w:rsidRPr="00435B73">
              <w:rPr>
                <w:rFonts w:ascii="Calibri" w:eastAsia="MS Gothic" w:hAnsi="Calibri" w:cs="Times New Roman"/>
                <w:b/>
                <w:bCs/>
                <w:color w:val="327A86" w:themeColor="text2"/>
                <w:sz w:val="28"/>
                <w:szCs w:val="30"/>
                <w:lang w:eastAsia="de-DE"/>
              </w:rPr>
              <w:t xml:space="preserve"> </w:t>
            </w:r>
          </w:p>
          <w:p w14:paraId="558CDF30" w14:textId="3F5622FA" w:rsidR="00435B73" w:rsidRPr="009A29A6" w:rsidRDefault="00435B73" w:rsidP="00091E13">
            <w:pPr>
              <w:pStyle w:val="Listenabsatz"/>
              <w:numPr>
                <w:ilvl w:val="0"/>
                <w:numId w:val="5"/>
              </w:numPr>
              <w:spacing w:after="120" w:line="240" w:lineRule="auto"/>
              <w:ind w:left="284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Zeichne die erste Zahl (d</w:t>
            </w:r>
            <w:r w:rsidR="00D9592E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ie Gesamtmenge</w:t>
            </w: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)</w:t>
            </w:r>
          </w:p>
          <w:p w14:paraId="185B14F3" w14:textId="77777777" w:rsidR="00435B73" w:rsidRPr="009A29A6" w:rsidRDefault="00435B73" w:rsidP="00091E13">
            <w:pPr>
              <w:pStyle w:val="Listenabsatz"/>
              <w:numPr>
                <w:ilvl w:val="0"/>
                <w:numId w:val="5"/>
              </w:numPr>
              <w:spacing w:after="120" w:line="240" w:lineRule="auto"/>
              <w:ind w:left="284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Überlege, was du tauschen musst. </w:t>
            </w:r>
          </w:p>
          <w:p w14:paraId="793F5FF4" w14:textId="77777777" w:rsidR="00435B73" w:rsidRPr="009A29A6" w:rsidRDefault="00435B73" w:rsidP="00091E13">
            <w:pPr>
              <w:pStyle w:val="Listenabsatz"/>
              <w:numPr>
                <w:ilvl w:val="0"/>
                <w:numId w:val="5"/>
              </w:numPr>
              <w:spacing w:after="120" w:line="240" w:lineRule="auto"/>
              <w:ind w:left="284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Zeichne das Bild nach dem Tauschen.</w:t>
            </w:r>
          </w:p>
          <w:p w14:paraId="0F50FDE4" w14:textId="2A3C21C5" w:rsidR="00435B73" w:rsidRPr="009A29A6" w:rsidRDefault="00435B73" w:rsidP="00091E13">
            <w:pPr>
              <w:pStyle w:val="Listenabsatz"/>
              <w:numPr>
                <w:ilvl w:val="0"/>
                <w:numId w:val="5"/>
              </w:numPr>
              <w:spacing w:after="120" w:line="240" w:lineRule="auto"/>
              <w:ind w:left="284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Markier</w:t>
            </w:r>
            <w:r w:rsidR="00795BBB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e</w:t>
            </w: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, was du wegnimmst. </w:t>
            </w:r>
          </w:p>
          <w:p w14:paraId="5E1EF0FA" w14:textId="68391F80" w:rsidR="00435B73" w:rsidRDefault="00435B73" w:rsidP="00091E13">
            <w:pPr>
              <w:pStyle w:val="Listenabsatz"/>
              <w:numPr>
                <w:ilvl w:val="0"/>
                <w:numId w:val="5"/>
              </w:numPr>
              <w:spacing w:after="120" w:line="240" w:lineRule="auto"/>
              <w:ind w:left="284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 w:rsidRPr="009A29A6"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Erkläre, wie du getauscht hast. </w:t>
            </w:r>
          </w:p>
          <w:p w14:paraId="4D97F84F" w14:textId="16EDCE73" w:rsidR="00435B73" w:rsidRPr="00953E96" w:rsidRDefault="00D9592E" w:rsidP="00091E13">
            <w:pPr>
              <w:pStyle w:val="Listenabsatz"/>
              <w:numPr>
                <w:ilvl w:val="0"/>
                <w:numId w:val="5"/>
              </w:numPr>
              <w:spacing w:after="120" w:line="240" w:lineRule="auto"/>
              <w:ind w:left="284" w:hanging="284"/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b/>
                <w:bCs/>
                <w:color w:val="327A86" w:themeColor="text2"/>
                <w:sz w:val="24"/>
                <w:szCs w:val="24"/>
                <w:lang w:eastAsia="de-DE"/>
              </w:rPr>
              <w:t>Schreibe das Ergebnis auf.</w:t>
            </w:r>
          </w:p>
        </w:tc>
      </w:tr>
    </w:tbl>
    <w:tbl>
      <w:tblPr>
        <w:tblStyle w:val="Tabellenraster"/>
        <w:tblW w:w="9348" w:type="dxa"/>
        <w:tblBorders>
          <w:top w:val="single" w:sz="6" w:space="0" w:color="D9D9D9" w:themeColor="accent6" w:themeShade="D9"/>
          <w:left w:val="single" w:sz="6" w:space="0" w:color="D9D9D9" w:themeColor="accent6" w:themeShade="D9"/>
          <w:bottom w:val="single" w:sz="6" w:space="0" w:color="D9D9D9" w:themeColor="accent6" w:themeShade="D9"/>
          <w:right w:val="single" w:sz="6" w:space="0" w:color="D9D9D9" w:themeColor="accent6" w:themeShade="D9"/>
          <w:insideH w:val="single" w:sz="6" w:space="0" w:color="D9D9D9" w:themeColor="accent6" w:themeShade="D9"/>
          <w:insideV w:val="single" w:sz="6" w:space="0" w:color="D9D9D9" w:themeColor="accent6" w:themeShade="D9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2126"/>
        <w:gridCol w:w="3686"/>
        <w:gridCol w:w="2126"/>
      </w:tblGrid>
      <w:tr w:rsidR="00AB584F" w:rsidRPr="00F11B13" w14:paraId="64DFE092" w14:textId="77777777" w:rsidTr="00E451FD">
        <w:tc>
          <w:tcPr>
            <w:tcW w:w="1410" w:type="dxa"/>
            <w:shd w:val="clear" w:color="auto" w:fill="D9D9D9" w:themeFill="background1" w:themeFillShade="D9"/>
          </w:tcPr>
          <w:p w14:paraId="3817C412" w14:textId="77777777" w:rsidR="00AB584F" w:rsidRPr="00F11B13" w:rsidRDefault="00AB584F" w:rsidP="00544150">
            <w:pPr>
              <w:rPr>
                <w:b/>
                <w:bCs/>
              </w:rPr>
            </w:pPr>
            <w:r w:rsidRPr="00F11B13">
              <w:rPr>
                <w:b/>
                <w:bCs/>
              </w:rPr>
              <w:t>Aufgabe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2C9C7CD" w14:textId="33C8F05E" w:rsidR="00AB584F" w:rsidRPr="00F11B13" w:rsidRDefault="00D9592E" w:rsidP="005441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Erste Zahl </w:t>
            </w:r>
            <w:r>
              <w:rPr>
                <w:b/>
                <w:bCs/>
              </w:rPr>
              <w:br/>
              <w:t>(die Gesamtmenge)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1202AE1C" w14:textId="4AAB24C7" w:rsidR="00AB584F" w:rsidRPr="00F11B13" w:rsidRDefault="00D9592E" w:rsidP="005441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Erste </w:t>
            </w:r>
            <w:r w:rsidRPr="00435B73">
              <w:rPr>
                <w:b/>
                <w:bCs/>
              </w:rPr>
              <w:t>Zahl</w:t>
            </w:r>
            <w:r>
              <w:rPr>
                <w:b/>
                <w:bCs/>
              </w:rPr>
              <w:t xml:space="preserve"> (die Gesamtmenge) nach dem Tauschen + Markierung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BDE2937" w14:textId="77777777" w:rsidR="00AB584F" w:rsidRPr="00F11B13" w:rsidRDefault="00AB584F" w:rsidP="00544150">
            <w:pPr>
              <w:rPr>
                <w:b/>
                <w:bCs/>
              </w:rPr>
            </w:pPr>
            <w:r>
              <w:rPr>
                <w:b/>
                <w:bCs/>
              </w:rPr>
              <w:t>Erklärung mit Bündeln</w:t>
            </w:r>
          </w:p>
        </w:tc>
      </w:tr>
      <w:tr w:rsidR="00AB584F" w:rsidRPr="00F11B13" w14:paraId="4886B3B1" w14:textId="77777777" w:rsidTr="00E451FD">
        <w:trPr>
          <w:trHeight w:val="1134"/>
        </w:trPr>
        <w:tc>
          <w:tcPr>
            <w:tcW w:w="1410" w:type="dxa"/>
          </w:tcPr>
          <w:p w14:paraId="7BB726B7" w14:textId="146193B3" w:rsidR="00AB584F" w:rsidRPr="00E11E75" w:rsidRDefault="00AB584F" w:rsidP="00544150">
            <w:r w:rsidRPr="00E11E75">
              <w:t>1102 – 11</w:t>
            </w:r>
            <w:r w:rsidR="00E451FD">
              <w:t xml:space="preserve"> </w:t>
            </w:r>
            <w:r>
              <w:t xml:space="preserve">= </w:t>
            </w:r>
          </w:p>
        </w:tc>
        <w:tc>
          <w:tcPr>
            <w:tcW w:w="2126" w:type="dxa"/>
          </w:tcPr>
          <w:p w14:paraId="3C5526FA" w14:textId="274195A5" w:rsidR="00AB584F" w:rsidRDefault="00E451FD" w:rsidP="00544150">
            <w:pPr>
              <w:spacing w:before="80"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9360" behindDoc="0" locked="0" layoutInCell="1" allowOverlap="1" wp14:anchorId="2227983B" wp14:editId="03DB6733">
                      <wp:simplePos x="0" y="0"/>
                      <wp:positionH relativeFrom="column">
                        <wp:posOffset>1202690</wp:posOffset>
                      </wp:positionH>
                      <wp:positionV relativeFrom="paragraph">
                        <wp:posOffset>166370</wp:posOffset>
                      </wp:positionV>
                      <wp:extent cx="35560" cy="35560"/>
                      <wp:effectExtent l="0" t="0" r="21590" b="21590"/>
                      <wp:wrapNone/>
                      <wp:docPr id="1886596672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99762" id="Flussdiagramm: Verbinder 3" o:spid="_x0000_s1026" type="#_x0000_t120" style="position:absolute;margin-left:94.7pt;margin-top:13.1pt;width:2.8pt;height:2.8pt;z-index:25223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FRc&#10;k6ndAAAACQ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8336" behindDoc="0" locked="0" layoutInCell="1" allowOverlap="1" wp14:anchorId="42AF3B9E" wp14:editId="01ED3373">
                      <wp:simplePos x="0" y="0"/>
                      <wp:positionH relativeFrom="column">
                        <wp:posOffset>1144847</wp:posOffset>
                      </wp:positionH>
                      <wp:positionV relativeFrom="paragraph">
                        <wp:posOffset>166370</wp:posOffset>
                      </wp:positionV>
                      <wp:extent cx="35560" cy="35560"/>
                      <wp:effectExtent l="0" t="0" r="21590" b="21590"/>
                      <wp:wrapNone/>
                      <wp:docPr id="1527274805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5FB82" id="Flussdiagramm: Verbinder 3" o:spid="_x0000_s1026" type="#_x0000_t120" style="position:absolute;margin-left:90.15pt;margin-top:13.1pt;width:2.8pt;height:2.8pt;z-index:25223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H6Y&#10;Mg/dAAAACQ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236288" behindDoc="0" locked="0" layoutInCell="1" allowOverlap="1" wp14:anchorId="7187A0F6" wp14:editId="35EAFC23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118110</wp:posOffset>
                      </wp:positionV>
                      <wp:extent cx="690880" cy="523240"/>
                      <wp:effectExtent l="0" t="19050" r="0" b="10160"/>
                      <wp:wrapNone/>
                      <wp:docPr id="884515379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0880" cy="523240"/>
                                <a:chOff x="0" y="0"/>
                                <a:chExt cx="691078" cy="523635"/>
                              </a:xfrm>
                            </wpg:grpSpPr>
                            <wps:wsp>
                              <wps:cNvPr id="1770826844" name="Rechteck 1"/>
                              <wps:cNvSpPr/>
                              <wps:spPr>
                                <a:xfrm>
                                  <a:off x="26670" y="127635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84893" name="Gerader Verbinder 5"/>
                              <wps:cNvCnPr/>
                              <wps:spPr>
                                <a:xfrm rot="18900000">
                                  <a:off x="398145" y="46291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89951370" name="Gerader Verbinder 5"/>
                              <wps:cNvCnPr/>
                              <wps:spPr>
                                <a:xfrm rot="18900000">
                                  <a:off x="396240" y="6858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693869" name="Gerader Verbinder 5"/>
                              <wps:cNvCnPr/>
                              <wps:spPr>
                                <a:xfrm rot="18900000">
                                  <a:off x="0" y="6286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5517674" name="Gerader Verbinder 5"/>
                              <wps:cNvCnPr/>
                              <wps:spPr>
                                <a:xfrm rot="18900000" flipV="1">
                                  <a:off x="409575" y="64770"/>
                                  <a:ext cx="281503" cy="28174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86043385" name="Gerader Verbinder 5"/>
                              <wps:cNvCnPr/>
                              <wps:spPr>
                                <a:xfrm>
                                  <a:off x="148590" y="0"/>
                                  <a:ext cx="406800" cy="269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606A5E" id="Gruppieren 6" o:spid="_x0000_s1026" style="position:absolute;margin-left:-2.45pt;margin-top:9.3pt;width:54.4pt;height:41.2pt;z-index:252236288;mso-width-relative:margin;mso-height-relative:margin" coordsize="6910,5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">
                      <v:rect id="Rechteck 1" o:spid="_x0000_s1027" style="position:absolute;left:266;top:1276;width:3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" fillcolor="white [3212]" strokecolor="black [3213]" strokeweight="1pt"/>
                      <v:line id="Gerader Verbinder 5" o:spid="_x0000_s1028" style="position:absolute;rotation:-45;visibility:visible;mso-wrap-style:square" from="3981,4629" to="5781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" strokecolor="black [3213]" strokeweight="1pt">
                        <v:stroke joinstyle="miter"/>
                      </v:line>
                      <v:line id="Gerader Verbinder 5" o:spid="_x0000_s1029" style="position:absolute;rotation:-45;visibility:visible;mso-wrap-style:square" from="3962,685" to="5759,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" strokecolor="black [3213]" strokeweight="1pt">
                        <v:stroke joinstyle="miter"/>
                      </v:line>
                      <v:line id="Gerader Verbinder 5" o:spid="_x0000_s1030" style="position:absolute;rotation:-45;visibility:visible;mso-wrap-style:square" from="0,628" to="1800,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" strokecolor="black [3213]" strokeweight="1pt">
                        <v:stroke joinstyle="miter"/>
                      </v:line>
                      <v:line id="Gerader Verbinder 5" o:spid="_x0000_s1031" style="position:absolute;rotation:45;flip:y;visibility:visible;mso-wrap-style:square" from="4095,647" to="6910,3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" strokecolor="black [3213]" strokeweight="1pt">
                        <v:stroke joinstyle="miter"/>
                      </v:line>
                      <v:line id="Gerader Verbinder 5" o:spid="_x0000_s1032" style="position:absolute;visibility:visible;mso-wrap-style:square" from="1485,0" to="5553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7312" behindDoc="0" locked="0" layoutInCell="1" allowOverlap="1" wp14:anchorId="04CD9CB1" wp14:editId="12D79F03">
                      <wp:simplePos x="0" y="0"/>
                      <wp:positionH relativeFrom="column">
                        <wp:posOffset>655089</wp:posOffset>
                      </wp:positionH>
                      <wp:positionV relativeFrom="paragraph">
                        <wp:posOffset>161925</wp:posOffset>
                      </wp:positionV>
                      <wp:extent cx="395605" cy="395605"/>
                      <wp:effectExtent l="0" t="0" r="23495" b="23495"/>
                      <wp:wrapNone/>
                      <wp:docPr id="322540482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5034D" id="Rechteck 1" o:spid="_x0000_s1026" style="position:absolute;margin-left:51.6pt;margin-top:12.75pt;width:31.15pt;height:31.15pt;z-index:25223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686" w:type="dxa"/>
          </w:tcPr>
          <w:p w14:paraId="29C51F43" w14:textId="38ADC77F" w:rsidR="00AB584F" w:rsidRDefault="0065761A" w:rsidP="00544150">
            <w:pPr>
              <w:spacing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3456" behindDoc="0" locked="0" layoutInCell="1" allowOverlap="1" wp14:anchorId="4F5F3EBE" wp14:editId="4FD5D86A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48895</wp:posOffset>
                      </wp:positionV>
                      <wp:extent cx="615315" cy="83820"/>
                      <wp:effectExtent l="0" t="0" r="0" b="0"/>
                      <wp:wrapNone/>
                      <wp:docPr id="1389030505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315" cy="83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6A6A6">
                                  <a:alpha val="6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8573D6" id="Rechteck 7" o:spid="_x0000_s1026" style="position:absolute;margin-left:57.9pt;margin-top:3.85pt;width:48.45pt;height:6.6pt;z-index:25224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" fillcolor="#a6a6a6" stroked="f" strokeweight="1pt">
                      <v:fill opacity="39321f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4720" behindDoc="0" locked="0" layoutInCell="1" allowOverlap="1" wp14:anchorId="5F607A62" wp14:editId="004704B8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64770</wp:posOffset>
                      </wp:positionV>
                      <wp:extent cx="35560" cy="35560"/>
                      <wp:effectExtent l="0" t="0" r="21590" b="21590"/>
                      <wp:wrapNone/>
                      <wp:docPr id="719822574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D03D5" id="Flussdiagramm: Verbinder 3" o:spid="_x0000_s1026" type="#_x0000_t120" style="position:absolute;margin-left:107.25pt;margin-top:5.1pt;width:2.8pt;height:2.8pt;z-index:25225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de10&#10;JtwAAAAJ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3696" behindDoc="0" locked="0" layoutInCell="1" allowOverlap="1" wp14:anchorId="4574514B" wp14:editId="0AE4A2D2">
                      <wp:simplePos x="0" y="0"/>
                      <wp:positionH relativeFrom="column">
                        <wp:posOffset>1297940</wp:posOffset>
                      </wp:positionH>
                      <wp:positionV relativeFrom="paragraph">
                        <wp:posOffset>64770</wp:posOffset>
                      </wp:positionV>
                      <wp:extent cx="35560" cy="35560"/>
                      <wp:effectExtent l="0" t="0" r="21590" b="21590"/>
                      <wp:wrapNone/>
                      <wp:docPr id="1696215514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99889" id="Flussdiagramm: Verbinder 3" o:spid="_x0000_s1026" type="#_x0000_t120" style="position:absolute;margin-left:102.2pt;margin-top:5.1pt;width:2.8pt;height:2.8pt;z-index:25225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qT4R&#10;uNwAAAAJ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2672" behindDoc="0" locked="0" layoutInCell="1" allowOverlap="1" wp14:anchorId="15BA984D" wp14:editId="6D23A10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644525</wp:posOffset>
                      </wp:positionV>
                      <wp:extent cx="395605" cy="0"/>
                      <wp:effectExtent l="0" t="19050" r="23495" b="19050"/>
                      <wp:wrapNone/>
                      <wp:docPr id="142551075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5C989B" id="Gerader Verbinder 2" o:spid="_x0000_s1026" style="position:absolute;z-index:252252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2pt,50.75pt" to="90.3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LrpTc3gAAAAsBAAAPAAAAZHJzL2Rvd25y&#10;ZXYueG1sTI9BS8NAEIXvgv9hGcGLtJsUbUPMpkhB6KEgporX7e6YhGZnQ3bTpv/eKQh6mzfzePO9&#10;Yj25TpxwCK0nBek8AYFkvG2pVvCxf51lIELUZHXnCRVcMMC6vL0pdG79md7xVMVacAiFXCtoYuxz&#10;KYNp0Okw9z0S37794HRkOdTSDvrM4a6TiyRZSqdb4g+N7nHToDlWo1OwqHfbyycut8eHfdgZU41f&#10;bxtU6v5uenkGEXGKf2a44jM6lMx08CPZIDrWafbIVh6S9AnE1ZElKxCH340sC/m/Q/kD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S66U3N4AAAAL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1648" behindDoc="0" locked="0" layoutInCell="1" allowOverlap="1" wp14:anchorId="0EF3747A" wp14:editId="50BFE792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536575</wp:posOffset>
                      </wp:positionV>
                      <wp:extent cx="395605" cy="0"/>
                      <wp:effectExtent l="0" t="19050" r="23495" b="19050"/>
                      <wp:wrapNone/>
                      <wp:docPr id="1448718344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993A836" id="Gerader Verbinder 2" o:spid="_x0000_s1026" style="position:absolute;z-index:25225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1pt,42.25pt" to="90.25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dQYLr3QAAAAkBAAAPAAAAZHJzL2Rvd25y&#10;ZXYueG1sTI9Ba8MwDIXvg/0Ho8EuY3UathLSOGUUBj0UxtKNXV1bTUJjOcROm/77qeyw3vSkx9P3&#10;itXkOnHCIbSeFMxnCQgk421LtYKv3ftzBiJETVZ3nlDBBQOsyvu7QufWn+kTT1WsBYdQyLWCJsY+&#10;lzKYBp0OM98j8e3gB6cjy6GWdtBnDnedTJNkIZ1uiT80usd1g+ZYjU5BWm83l29cbI5Pu7A1php/&#10;Ptao1OPD9LYEEXGK/2a44jM6lMy09yPZIDrW8yxlq4Ls5RXE1ZAlPOz/FrIs5G2D8hc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CdQYLr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0624" behindDoc="0" locked="0" layoutInCell="1" allowOverlap="1" wp14:anchorId="617B0DA1" wp14:editId="34C6FC0A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590550</wp:posOffset>
                      </wp:positionV>
                      <wp:extent cx="395605" cy="0"/>
                      <wp:effectExtent l="0" t="19050" r="23495" b="19050"/>
                      <wp:wrapNone/>
                      <wp:docPr id="1007637096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F7B97C" id="Gerader Verbinder 2" o:spid="_x0000_s1026" style="position:absolute;z-index:25225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1pt,46.5pt" to="90.2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V8Qy/3gAAAAkBAAAPAAAAZHJzL2Rvd25y&#10;ZXYueG1sTI9BS8NAEIXvgv9hGcGLtJtGLDFmU6Qg9FAQU6XX7e6YhGZnQ3bTpv/eKR70+N58vHmv&#10;WE2uEyccQutJwWKegEAy3rZUK/jcvc0yECFqsrrzhAouGGBV3t4UOrf+TB94qmItOIRCrhU0Mfa5&#10;lME06HSY+x6Jb99+cDqyHGppB33mcNfJNEmW0umW+EOje1w3aI7V6BSk9XZz+cLl5viwC1tjqnH/&#10;vkal7u+m1xcQEaf4B8O1PleHkjsd/Eg2iI71IksZVfD8yJuuQJY8gTj8GrIs5P8F5Q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FfEMv9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9600" behindDoc="0" locked="0" layoutInCell="1" allowOverlap="1" wp14:anchorId="1FD24D7F" wp14:editId="37EDB1B3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419100</wp:posOffset>
                      </wp:positionV>
                      <wp:extent cx="395605" cy="0"/>
                      <wp:effectExtent l="0" t="19050" r="23495" b="19050"/>
                      <wp:wrapNone/>
                      <wp:docPr id="2088141953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844B57" id="Gerader Verbinder 2" o:spid="_x0000_s1026" style="position:absolute;z-index:25224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33pt" to="90.3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f/bUO3QAAAAkBAAAPAAAAZHJzL2Rvd25y&#10;ZXYueG1sTI9BS8NAEIXvgv9hGcGL2E0rLCFmU6Qg9FAQU8XrdndMQrOzIbtp03/vFA96fG8+3rxX&#10;rmffixOOsQukYbnIQCDZ4DpqNHzsXx9zEDEZcqYPhBouGGFd3d6UpnDhTO94qlMjOIRiYTS0KQ2F&#10;lNG26E1chAGJb99h9CaxHBvpRnPmcN/LVZYp6U1H/KE1A25atMd68hpWzW57+US1PT7s487aevp6&#10;26DW93fzyzOIhHP6g+Fan6tDxZ0OYSIXRc96mT8xqkEp3nQF8kyBOPwasirl/wXVDwA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Cf/bUO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8576" behindDoc="0" locked="0" layoutInCell="1" allowOverlap="1" wp14:anchorId="3A617D63" wp14:editId="3E7F625F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479425</wp:posOffset>
                      </wp:positionV>
                      <wp:extent cx="395605" cy="0"/>
                      <wp:effectExtent l="0" t="19050" r="23495" b="19050"/>
                      <wp:wrapNone/>
                      <wp:docPr id="524564340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0C5CD" id="Gerader Verbinder 2" o:spid="_x0000_s1026" style="position:absolute;z-index:25224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37.75pt" to="90.3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x8IV63gAAAAkBAAAPAAAAZHJzL2Rvd25y&#10;ZXYueG1sTI/BSsNAEIbvgu+wjOBF7KaVxhCzKVIQeiiIqeJ1ujsmodnZkN206du7xUM9/jMf/3xT&#10;rCbbiSMNvnWsYD5LQBBrZ1quFXzu3h4zED4gG+wck4IzeViVtzcF5sad+IOOVahFLGGfo4ImhD6X&#10;0uuGLPqZ64nj7scNFkOMQy3NgKdYbju5SJJUWmw5Xmiwp3VD+lCNVsGi3m7OX5RuDg87v9W6Gr/f&#10;16TU/d30+gIi0BSuMFz0ozqU0WnvRjZedDHPs6eIKnheLkFcgCxJQez/BrIs5P8Pyl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8fCFet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7552" behindDoc="0" locked="0" layoutInCell="1" allowOverlap="1" wp14:anchorId="3BB30E6A" wp14:editId="55D098B6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266700</wp:posOffset>
                      </wp:positionV>
                      <wp:extent cx="395605" cy="0"/>
                      <wp:effectExtent l="0" t="19050" r="23495" b="19050"/>
                      <wp:wrapNone/>
                      <wp:docPr id="48607681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44C753" id="Gerader Verbinder 2" o:spid="_x0000_s1026" style="position:absolute;z-index:25224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21pt" to="90.3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BvK8K3QAAAAkBAAAPAAAAZHJzL2Rvd25y&#10;ZXYueG1sTI9BS8NAEIXvgv9hGcGL2E2jhBCzKVIQeiiIqeJ1uzsmodnZkN206b93igd7fG8+3rxX&#10;rmbXiyOOofOkYLlIQCAZbztqFHzu3h5zECFqsrr3hArOGGBV3d6UurD+RB94rGMjOIRCoRW0MQ6F&#10;lMG06HRY+AGJbz9+dDqyHBtpR33icNfLNEky6XRH/KHVA65bNId6cgrSZrs5f2G2OTzswtaYevp+&#10;X6NS93fz6wuIiHP8h+FSn6tDxZ32fiIbRM96mT8xquA55U0XIE8yEPs/Q1alvF5Q/QI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CBvK8K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6528" behindDoc="0" locked="0" layoutInCell="1" allowOverlap="1" wp14:anchorId="15A8782C" wp14:editId="58BC95ED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316865</wp:posOffset>
                      </wp:positionV>
                      <wp:extent cx="395605" cy="0"/>
                      <wp:effectExtent l="0" t="19050" r="23495" b="19050"/>
                      <wp:wrapNone/>
                      <wp:docPr id="1757716866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7CE698" id="Gerader Verbinder 2" o:spid="_x0000_s1026" style="position:absolute;z-index:25224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24.95pt" to="90.3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BTYmF3gAAAAkBAAAPAAAAZHJzL2Rvd25y&#10;ZXYueG1sTI/BSsNAEIbvgu+wjOBF7KZVQhqzKVIQeiiIqeJ1uzsmodnZkN206ds7xUM9/jMf/3xT&#10;rCbXiSMOofWkYD5LQCAZb1uqFXzu3h4zECFqsrrzhArOGGBV3t4UOrf+RB94rGItuIRCrhU0Mfa5&#10;lME06HSY+R6Jdz9+cDpyHGppB33ictfJRZKk0umW+EKje1w3aA7V6BQs6u3m/IXp5vCwC1tjqvH7&#10;fY1K3d9Nry8gIk7xCsNFn9WhZKe9H8kG0XGeZ0+MKnheLkFcgCxJQez/BrIs5P8Pyl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gU2Jhd4AAAAJ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5504" behindDoc="0" locked="0" layoutInCell="1" allowOverlap="1" wp14:anchorId="4AA1B9E8" wp14:editId="691B55EF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212090</wp:posOffset>
                      </wp:positionV>
                      <wp:extent cx="395605" cy="0"/>
                      <wp:effectExtent l="0" t="19050" r="23495" b="19050"/>
                      <wp:wrapNone/>
                      <wp:docPr id="1697921308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A43BFB" id="Gerader Verbinder 2" o:spid="_x0000_s1026" style="position:absolute;z-index:25224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16.7pt" to="90.3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Zvr9B3QAAAAkBAAAPAAAAZHJzL2Rvd25y&#10;ZXYueG1sTI/BSsNAEIbvgu+wjOBF7KaNhBCzKVIQeiiIqeJ1uzsmodnZkN206ds7xYMe/5mPf74p&#10;17PrxQnH0HlSsFwkIJCMtx01Cj72r485iBA1Wd17QgUXDLCubm9KXVh/pnc81bERXEKh0AraGIdC&#10;ymBadDos/IDEu28/Oh05jo20oz5zuevlKkky6XRHfKHVA25aNMd6cgpWzW57+cRse3zYh50x9fT1&#10;tkGl7u/ml2cQEef4B8NVn9WhYqeDn8gG0XNe5imjCtL0CcQVyJMMxOF3IKtS/v+g+gE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DZvr9B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4480" behindDoc="0" locked="0" layoutInCell="1" allowOverlap="1" wp14:anchorId="7F942BD5" wp14:editId="45883673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105410</wp:posOffset>
                      </wp:positionV>
                      <wp:extent cx="395605" cy="0"/>
                      <wp:effectExtent l="0" t="19050" r="23495" b="19050"/>
                      <wp:wrapNone/>
                      <wp:docPr id="198572279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237229" id="Gerader Verbinder 2" o:spid="_x0000_s1026" style="position:absolute;z-index:25224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8.3pt" to="90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2432" behindDoc="0" locked="0" layoutInCell="1" allowOverlap="1" wp14:anchorId="59AECCA9" wp14:editId="0FB8E97E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158750</wp:posOffset>
                      </wp:positionV>
                      <wp:extent cx="395605" cy="0"/>
                      <wp:effectExtent l="0" t="19050" r="23495" b="19050"/>
                      <wp:wrapNone/>
                      <wp:docPr id="166597442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B39C27" id="Gerader Verbinder 2" o:spid="_x0000_s1026" style="position:absolute;z-index:25224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12.5pt" to="90.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FdjSy3QAAAAkBAAAPAAAAZHJzL2Rvd25y&#10;ZXYueG1sTI/BasMwEETvhf6D2EIvpZGTUmMcy6EECjkESp2WXhVpY5tYK2PJifP33dBDc5zZx+xM&#10;sZpcJ044hNaTgvksAYFkvG2pVvC1e3/OQISoyerOEyq4YIBVeX9X6Nz6M33iqYq14BAKuVbQxNjn&#10;UgbToNNh5nskvh384HRkOdTSDvrM4a6TiyRJpdMt8YdG97hu0Byr0SlY1NvN5RvTzfFpF7bGVOPP&#10;xxqVenyY3pYgIk7xH4Zrfa4OJXfa+5FsEB3refbCKIe98qYrkCUpiP2fIctC3i4ofwE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DFdjSy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241408" behindDoc="0" locked="0" layoutInCell="1" allowOverlap="1" wp14:anchorId="03FAEE30" wp14:editId="08662593">
                      <wp:simplePos x="0" y="0"/>
                      <wp:positionH relativeFrom="column">
                        <wp:posOffset>19947</wp:posOffset>
                      </wp:positionH>
                      <wp:positionV relativeFrom="paragraph">
                        <wp:posOffset>120773</wp:posOffset>
                      </wp:positionV>
                      <wp:extent cx="691078" cy="523635"/>
                      <wp:effectExtent l="0" t="19050" r="0" b="10160"/>
                      <wp:wrapNone/>
                      <wp:docPr id="1633477670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1078" cy="523635"/>
                                <a:chOff x="0" y="0"/>
                                <a:chExt cx="691078" cy="523635"/>
                              </a:xfrm>
                            </wpg:grpSpPr>
                            <wps:wsp>
                              <wps:cNvPr id="1169758325" name="Rechteck 1"/>
                              <wps:cNvSpPr/>
                              <wps:spPr>
                                <a:xfrm>
                                  <a:off x="26670" y="127635"/>
                                  <a:ext cx="396000" cy="39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9002674" name="Gerader Verbinder 5"/>
                              <wps:cNvCnPr/>
                              <wps:spPr>
                                <a:xfrm rot="18900000">
                                  <a:off x="398145" y="46291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32298199" name="Gerader Verbinder 5"/>
                              <wps:cNvCnPr/>
                              <wps:spPr>
                                <a:xfrm rot="18900000">
                                  <a:off x="396240" y="6858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2266994" name="Gerader Verbinder 5"/>
                              <wps:cNvCnPr/>
                              <wps:spPr>
                                <a:xfrm rot="18900000">
                                  <a:off x="0" y="62865"/>
                                  <a:ext cx="18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6750211" name="Gerader Verbinder 5"/>
                              <wps:cNvCnPr/>
                              <wps:spPr>
                                <a:xfrm rot="18900000" flipV="1">
                                  <a:off x="409575" y="64770"/>
                                  <a:ext cx="281503" cy="28174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4998816" name="Gerader Verbinder 5"/>
                              <wps:cNvCnPr/>
                              <wps:spPr>
                                <a:xfrm>
                                  <a:off x="148590" y="0"/>
                                  <a:ext cx="406800" cy="269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A9F95C" id="Gruppieren 6" o:spid="_x0000_s1026" style="position:absolute;margin-left:1.55pt;margin-top:9.5pt;width:54.4pt;height:41.25pt;z-index:252241408;mso-width-relative:margin;mso-height-relative:margin" coordsize="6910,5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">
                      <v:rect id="Rechteck 1" o:spid="_x0000_s1027" style="position:absolute;left:266;top:1276;width:3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" fillcolor="white [3212]" strokecolor="black [3213]" strokeweight="1pt"/>
                      <v:line id="Gerader Verbinder 5" o:spid="_x0000_s1028" style="position:absolute;rotation:-45;visibility:visible;mso-wrap-style:square" from="3981,4629" to="5781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" strokecolor="black [3213]" strokeweight="1pt">
                        <v:stroke joinstyle="miter"/>
                      </v:line>
                      <v:line id="Gerader Verbinder 5" o:spid="_x0000_s1029" style="position:absolute;rotation:-45;visibility:visible;mso-wrap-style:square" from="3962,685" to="5759,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" strokecolor="black [3213]" strokeweight="1pt">
                        <v:stroke joinstyle="miter"/>
                      </v:line>
                      <v:line id="Gerader Verbinder 5" o:spid="_x0000_s1030" style="position:absolute;rotation:-45;visibility:visible;mso-wrap-style:square" from="0,628" to="1800,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" strokecolor="black [3213]" strokeweight="1pt">
                        <v:stroke joinstyle="miter"/>
                      </v:line>
                      <v:line id="Gerader Verbinder 5" o:spid="_x0000_s1031" style="position:absolute;rotation:45;flip:y;visibility:visible;mso-wrap-style:square" from="4095,647" to="6910,3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" strokecolor="black [3213]" strokeweight="1pt">
                        <v:stroke joinstyle="miter"/>
                      </v:line>
                      <v:line id="Gerader Verbinder 5" o:spid="_x0000_s1032" style="position:absolute;visibility:visible;mso-wrap-style:square" from="1485,0" to="5553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126" w:type="dxa"/>
          </w:tcPr>
          <w:p w14:paraId="0A4D0A09" w14:textId="77777777" w:rsidR="00AB584F" w:rsidRPr="00F11B13" w:rsidRDefault="00AB584F" w:rsidP="00544150">
            <w:pPr>
              <w:rPr>
                <w:rFonts w:ascii="Comic Sans MS" w:hAnsi="Comic Sans MS"/>
              </w:rPr>
            </w:pPr>
            <w:r w:rsidRPr="00F11B13">
              <w:rPr>
                <w:rFonts w:ascii="Comic Sans MS" w:hAnsi="Comic Sans MS"/>
                <w:color w:val="0070C0"/>
                <w:sz w:val="18"/>
                <w:szCs w:val="18"/>
              </w:rPr>
              <w:t>Ich tausche 1 H</w:t>
            </w:r>
            <w:r>
              <w:rPr>
                <w:rFonts w:ascii="Comic Sans MS" w:hAnsi="Comic Sans MS"/>
                <w:color w:val="0070C0"/>
                <w:sz w:val="18"/>
                <w:szCs w:val="18"/>
              </w:rPr>
              <w:t>u</w:t>
            </w:r>
            <w:r w:rsidRPr="00F11B13">
              <w:rPr>
                <w:rFonts w:ascii="Comic Sans MS" w:hAnsi="Comic Sans MS"/>
                <w:color w:val="0070C0"/>
                <w:sz w:val="18"/>
                <w:szCs w:val="18"/>
              </w:rPr>
              <w:t>nderter gegen 10 Zehner</w:t>
            </w:r>
          </w:p>
        </w:tc>
      </w:tr>
      <w:tr w:rsidR="00AB584F" w14:paraId="47D5A98B" w14:textId="77777777" w:rsidTr="00E451FD">
        <w:trPr>
          <w:trHeight w:val="1134"/>
        </w:trPr>
        <w:tc>
          <w:tcPr>
            <w:tcW w:w="1410" w:type="dxa"/>
          </w:tcPr>
          <w:p w14:paraId="72A85E85" w14:textId="0C750BB2" w:rsidR="00AB584F" w:rsidRPr="00E11E75" w:rsidRDefault="00AB584F" w:rsidP="00544150">
            <w:r w:rsidRPr="00E11E75">
              <w:t>125 – 8</w:t>
            </w:r>
            <w:r w:rsidR="00E451FD">
              <w:t xml:space="preserve"> </w:t>
            </w:r>
            <w:r>
              <w:t xml:space="preserve">= </w:t>
            </w:r>
          </w:p>
        </w:tc>
        <w:tc>
          <w:tcPr>
            <w:tcW w:w="2126" w:type="dxa"/>
          </w:tcPr>
          <w:p w14:paraId="403F109F" w14:textId="712D2515" w:rsidR="00AB584F" w:rsidRDefault="007B215B" w:rsidP="00544150">
            <w:pPr>
              <w:spacing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7792" behindDoc="0" locked="0" layoutInCell="1" allowOverlap="1" wp14:anchorId="4E1DD51E" wp14:editId="3227FC7C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203946</wp:posOffset>
                      </wp:positionV>
                      <wp:extent cx="395605" cy="0"/>
                      <wp:effectExtent l="0" t="19050" r="23495" b="19050"/>
                      <wp:wrapNone/>
                      <wp:docPr id="1447473517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B72759B" id="Gerader Verbinder 2" o:spid="_x0000_s1026" style="position:absolute;z-index:25225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45pt,16.05pt" to="68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Dl3C73gAAAAgBAAAPAAAAZHJzL2Rvd25y&#10;ZXYueG1sTI9BS8NAEIXvgv9hGcGL2E3T0mrMpkhB6KEgporX6e6YhGZnQ3bTpv/eLR7q8c17vPdN&#10;vhptK47U+8axgukkAUGsnWm4UvC5e3t8AuEDssHWMSk4k4dVcXuTY2bciT/oWIZKxBL2GSqoQ+gy&#10;Kb2uyaKfuI44ej+utxii7CtpejzFctvKNEkW0mLDcaHGjtY16UM5WAVptd2cv2ixOTzs/Fbrcvh+&#10;X5NS93fj6wuIQGO4huGCH9GhiEx7N7DxolWwnD/HpIJZOgVx8WfLFMT+7yCLXP5/oPgF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w5dwu94AAAAI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6576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3936" behindDoc="0" locked="0" layoutInCell="1" allowOverlap="1" wp14:anchorId="6D50AF48" wp14:editId="2D9135CF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264795</wp:posOffset>
                      </wp:positionV>
                      <wp:extent cx="35560" cy="35560"/>
                      <wp:effectExtent l="0" t="0" r="21590" b="21590"/>
                      <wp:wrapNone/>
                      <wp:docPr id="1788812433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F5438" id="Flussdiagramm: Verbinder 3" o:spid="_x0000_s1026" type="#_x0000_t120" style="position:absolute;margin-left:52.05pt;margin-top:20.85pt;width:2.8pt;height:2.8pt;z-index:25226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kqSJ&#10;btwAAAAJ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6576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4960" behindDoc="0" locked="0" layoutInCell="1" allowOverlap="1" wp14:anchorId="6EE5FF95" wp14:editId="36CA0ECE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264795</wp:posOffset>
                      </wp:positionV>
                      <wp:extent cx="35560" cy="35560"/>
                      <wp:effectExtent l="0" t="0" r="21590" b="21590"/>
                      <wp:wrapNone/>
                      <wp:docPr id="18344864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1CEB2" id="Flussdiagramm: Verbinder 3" o:spid="_x0000_s1026" type="#_x0000_t120" style="position:absolute;margin-left:56.65pt;margin-top:20.85pt;width:2.8pt;height:2.8pt;z-index:25226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1zV5&#10;hdwAAAAJ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6576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1888" behindDoc="0" locked="0" layoutInCell="1" allowOverlap="1" wp14:anchorId="217E5663" wp14:editId="00A6CF0E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264160</wp:posOffset>
                      </wp:positionV>
                      <wp:extent cx="35560" cy="35560"/>
                      <wp:effectExtent l="0" t="0" r="21590" b="21590"/>
                      <wp:wrapNone/>
                      <wp:docPr id="1764712506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09ECB" id="Flussdiagramm: Verbinder 3" o:spid="_x0000_s1026" type="#_x0000_t120" style="position:absolute;margin-left:47.4pt;margin-top:20.8pt;width:2.8pt;height:2.8pt;z-index:25226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8CNQ&#10;WdwAAAAI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6576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0864" behindDoc="0" locked="0" layoutInCell="1" allowOverlap="1" wp14:anchorId="13D392A1" wp14:editId="1A61F3E0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263525</wp:posOffset>
                      </wp:positionV>
                      <wp:extent cx="35560" cy="35560"/>
                      <wp:effectExtent l="0" t="0" r="21590" b="21590"/>
                      <wp:wrapNone/>
                      <wp:docPr id="126699143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4BD9C" id="Flussdiagramm: Verbinder 3" o:spid="_x0000_s1026" type="#_x0000_t120" style="position:absolute;margin-left:42.75pt;margin-top:20.75pt;width:2.8pt;height:2.8pt;z-index:25226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6576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9840" behindDoc="0" locked="0" layoutInCell="1" allowOverlap="1" wp14:anchorId="68B9A0F9" wp14:editId="3AD59D29">
                      <wp:simplePos x="0" y="0"/>
                      <wp:positionH relativeFrom="column">
                        <wp:posOffset>484505</wp:posOffset>
                      </wp:positionH>
                      <wp:positionV relativeFrom="paragraph">
                        <wp:posOffset>263525</wp:posOffset>
                      </wp:positionV>
                      <wp:extent cx="35560" cy="35560"/>
                      <wp:effectExtent l="0" t="0" r="21590" b="21590"/>
                      <wp:wrapNone/>
                      <wp:docPr id="65933684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8CE9B" id="Flussdiagramm: Verbinder 3" o:spid="_x0000_s1026" type="#_x0000_t120" style="position:absolute;margin-left:38.15pt;margin-top:20.75pt;width:2.8pt;height:2.8pt;z-index:25225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6576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8816" behindDoc="0" locked="0" layoutInCell="1" allowOverlap="1" wp14:anchorId="489E1708" wp14:editId="6BF48140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151765</wp:posOffset>
                      </wp:positionV>
                      <wp:extent cx="395605" cy="0"/>
                      <wp:effectExtent l="0" t="19050" r="23495" b="19050"/>
                      <wp:wrapNone/>
                      <wp:docPr id="355084525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A4B525D" id="Gerader Verbinder 2" o:spid="_x0000_s1026" style="position:absolute;z-index:25225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45pt,11.95pt" to="68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NabQ13gAAAAgBAAAPAAAAZHJzL2Rvd25y&#10;ZXYueG1sTI9BS8NAEIXvgv9hGcGL2I2ptDVmU6Qg9FCQpkqv290xCc3OhuymTf+9UzzoaZh5jzff&#10;y5eja8UJ+9B4UvA0SUAgGW8bqhR87t4fFyBC1GR16wkVXDDAsri9yXVm/Zm2eCpjJTiEQqYV1DF2&#10;mZTB1Oh0mPgOibVv3zsdee0raXt95nDXyjRJZtLphvhDrTtc1WiO5eAUpNVmffnC2fr4sAsbY8ph&#10;/7FCpe7vxrdXEBHH+GeGKz6jQ8FMBz+QDaJVMH9+YSdnTXle9ek8BXH4Pcgil/8LFD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TWm0Nd4AAAAI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6576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6768" behindDoc="0" locked="0" layoutInCell="1" allowOverlap="1" wp14:anchorId="46FA09C5" wp14:editId="3BCA8711">
                      <wp:simplePos x="0" y="0"/>
                      <wp:positionH relativeFrom="column">
                        <wp:posOffset>17531</wp:posOffset>
                      </wp:positionH>
                      <wp:positionV relativeFrom="paragraph">
                        <wp:posOffset>124123</wp:posOffset>
                      </wp:positionV>
                      <wp:extent cx="396000" cy="396000"/>
                      <wp:effectExtent l="0" t="0" r="23495" b="23495"/>
                      <wp:wrapNone/>
                      <wp:docPr id="1309133394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00" cy="39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B4576" id="Rechteck 1" o:spid="_x0000_s1026" style="position:absolute;margin-left:1.4pt;margin-top:9.75pt;width:31.2pt;height:31.2pt;z-index:25225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686" w:type="dxa"/>
          </w:tcPr>
          <w:p w14:paraId="4E6D8ACA" w14:textId="77777777" w:rsidR="00AB584F" w:rsidRDefault="00AB584F" w:rsidP="00544150">
            <w:pPr>
              <w:spacing w:line="240" w:lineRule="atLeast"/>
            </w:pPr>
          </w:p>
        </w:tc>
        <w:tc>
          <w:tcPr>
            <w:tcW w:w="2126" w:type="dxa"/>
          </w:tcPr>
          <w:p w14:paraId="5B7237DB" w14:textId="77777777" w:rsidR="00AB584F" w:rsidRDefault="00AB584F" w:rsidP="00544150">
            <w:r>
              <w:br/>
            </w:r>
            <w:r>
              <w:br/>
            </w:r>
          </w:p>
        </w:tc>
      </w:tr>
      <w:tr w:rsidR="00AB584F" w14:paraId="0DF1CF38" w14:textId="77777777" w:rsidTr="00E451FD">
        <w:trPr>
          <w:trHeight w:val="2307"/>
        </w:trPr>
        <w:tc>
          <w:tcPr>
            <w:tcW w:w="1410" w:type="dxa"/>
          </w:tcPr>
          <w:p w14:paraId="0D0383EA" w14:textId="3723340F" w:rsidR="00AB584F" w:rsidRPr="00E11E75" w:rsidRDefault="00AB584F" w:rsidP="00E451FD">
            <w:r w:rsidRPr="00E11E75">
              <w:t xml:space="preserve">1175 </w:t>
            </w:r>
            <w:r>
              <w:t>–</w:t>
            </w:r>
            <w:r w:rsidRPr="00E11E75">
              <w:t xml:space="preserve"> 200</w:t>
            </w:r>
            <w:r w:rsidR="00E451FD">
              <w:t xml:space="preserve"> </w:t>
            </w:r>
            <w:r>
              <w:t>=</w:t>
            </w:r>
          </w:p>
        </w:tc>
        <w:tc>
          <w:tcPr>
            <w:tcW w:w="2126" w:type="dxa"/>
          </w:tcPr>
          <w:p w14:paraId="5AE870FD" w14:textId="77777777" w:rsidR="00AB584F" w:rsidRDefault="00AB584F" w:rsidP="00544150">
            <w:pPr>
              <w:spacing w:line="240" w:lineRule="atLeast"/>
            </w:pPr>
          </w:p>
        </w:tc>
        <w:tc>
          <w:tcPr>
            <w:tcW w:w="3686" w:type="dxa"/>
          </w:tcPr>
          <w:p w14:paraId="2243709B" w14:textId="1AD86CAC" w:rsidR="00AB584F" w:rsidRDefault="00D7331A" w:rsidP="00544150">
            <w:pPr>
              <w:spacing w:line="24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1584" behindDoc="0" locked="0" layoutInCell="1" allowOverlap="1" wp14:anchorId="775D7C95" wp14:editId="7F42090A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1014730</wp:posOffset>
                      </wp:positionV>
                      <wp:extent cx="35560" cy="35560"/>
                      <wp:effectExtent l="0" t="0" r="21590" b="21590"/>
                      <wp:wrapNone/>
                      <wp:docPr id="1971780292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0A3AC" id="Flussdiagramm: Verbinder 3" o:spid="_x0000_s1026" type="#_x0000_t120" style="position:absolute;margin-left:76.25pt;margin-top:79.9pt;width:2.8pt;height:2.8pt;z-index:25229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PjK&#10;WbfdAAAACw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2608" behindDoc="0" locked="0" layoutInCell="1" allowOverlap="1" wp14:anchorId="76C6A9B5" wp14:editId="4F80121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1014730</wp:posOffset>
                      </wp:positionV>
                      <wp:extent cx="35560" cy="35560"/>
                      <wp:effectExtent l="0" t="0" r="21590" b="21590"/>
                      <wp:wrapNone/>
                      <wp:docPr id="24859919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0E6DB" id="Flussdiagramm: Verbinder 3" o:spid="_x0000_s1026" type="#_x0000_t120" style="position:absolute;margin-left:80.85pt;margin-top:79.9pt;width:2.8pt;height:2.8pt;z-index:25229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CjG&#10;467dAAAACw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3632" behindDoc="0" locked="0" layoutInCell="1" allowOverlap="1" wp14:anchorId="719FD6DA" wp14:editId="3C5CCF0E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1014095</wp:posOffset>
                      </wp:positionV>
                      <wp:extent cx="35560" cy="35560"/>
                      <wp:effectExtent l="0" t="0" r="21590" b="21590"/>
                      <wp:wrapNone/>
                      <wp:docPr id="37090924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E550D" id="Flussdiagramm: Verbinder 3" o:spid="_x0000_s1026" type="#_x0000_t120" style="position:absolute;margin-left:85.5pt;margin-top:79.85pt;width:2.8pt;height:2.8pt;z-index:25229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4656" behindDoc="0" locked="0" layoutInCell="1" allowOverlap="1" wp14:anchorId="247555A9" wp14:editId="54FE5702">
                      <wp:simplePos x="0" y="0"/>
                      <wp:positionH relativeFrom="column">
                        <wp:posOffset>1149350</wp:posOffset>
                      </wp:positionH>
                      <wp:positionV relativeFrom="paragraph">
                        <wp:posOffset>1014730</wp:posOffset>
                      </wp:positionV>
                      <wp:extent cx="35560" cy="35560"/>
                      <wp:effectExtent l="0" t="0" r="21590" b="21590"/>
                      <wp:wrapNone/>
                      <wp:docPr id="1281902183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DECC7" id="Flussdiagramm: Verbinder 3" o:spid="_x0000_s1026" type="#_x0000_t120" style="position:absolute;margin-left:90.5pt;margin-top:79.9pt;width:2.8pt;height:2.8pt;z-index:25229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5680" behindDoc="0" locked="0" layoutInCell="1" allowOverlap="1" wp14:anchorId="4CBC8E64" wp14:editId="7024F600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1015130</wp:posOffset>
                      </wp:positionV>
                      <wp:extent cx="35560" cy="35560"/>
                      <wp:effectExtent l="0" t="0" r="21590" b="21590"/>
                      <wp:wrapNone/>
                      <wp:docPr id="2136263931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97427" id="Flussdiagramm: Verbinder 3" o:spid="_x0000_s1026" type="#_x0000_t120" style="position:absolute;margin-left:95.1pt;margin-top:79.95pt;width:2.8pt;height:2.8pt;z-index:25229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3392" behindDoc="0" locked="0" layoutInCell="1" allowOverlap="1" wp14:anchorId="2F2E553E" wp14:editId="5B7716D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32385</wp:posOffset>
                      </wp:positionV>
                      <wp:extent cx="395605" cy="395605"/>
                      <wp:effectExtent l="0" t="0" r="23495" b="23495"/>
                      <wp:wrapNone/>
                      <wp:docPr id="200476389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218702" id="Rechteck 1" o:spid="_x0000_s1026" style="position:absolute;margin-left:-.6pt;margin-top:2.55pt;width:31.15pt;height:31.15pt;z-index:25228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4416" behindDoc="0" locked="0" layoutInCell="1" allowOverlap="1" wp14:anchorId="648EAA40" wp14:editId="02B33D07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1085215</wp:posOffset>
                      </wp:positionV>
                      <wp:extent cx="395605" cy="0"/>
                      <wp:effectExtent l="0" t="19050" r="23495" b="19050"/>
                      <wp:wrapNone/>
                      <wp:docPr id="289705958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AE24CC" id="Gerader Verbinder 2" o:spid="_x0000_s1026" style="position:absolute;z-index:25228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85.45pt" to="67.45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rp3OM3gAAAAoBAAAPAAAAZHJzL2Rvd25y&#10;ZXYueG1sTI9BS8NAEIXvgv9hGcGL2I2xpBqzKVIQeiiIqeJ1uzsmodnZkN206b93CkK9zbz3ePNN&#10;sZxcJw44hNaTgodZAgLJeNtSreBz+3b/BCJETVZ3nlDBCQMsy+urQufWH+kDD1WsBZdQyLWCJsY+&#10;lzKYBp0OM98jsffjB6cjr0Mt7aCPXO46mSZJJp1uiS80usdVg2ZfjU5BWm/Wpy/M1vu7bdgYU43f&#10;7ytU6vZmen0BEXGKlzCc8RkdSmba+ZFsEJ2CRZpxkvVF8gziHHic87D7U2RZyP8vlL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66dzjN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5440" behindDoc="0" locked="0" layoutInCell="1" allowOverlap="1" wp14:anchorId="68D8591B" wp14:editId="3138D4A4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1031875</wp:posOffset>
                      </wp:positionV>
                      <wp:extent cx="395605" cy="0"/>
                      <wp:effectExtent l="0" t="19050" r="23495" b="19050"/>
                      <wp:wrapNone/>
                      <wp:docPr id="1312073035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01F076" id="Gerader Verbinder 2" o:spid="_x0000_s1026" style="position:absolute;z-index:25228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81.25pt" to="67.45pt,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BzT7IF3gAAAAoBAAAPAAAAZHJzL2Rvd25y&#10;ZXYueG1sTI/BSsNAEIbvgu+wjOBF7MaoqcZsihSEHgpiqvS63R2T0OxsyG7a9O2dgqDH+efjn2+K&#10;xeQ6ccAhtJ4U3M0SEEjG25ZqBZ+bt9snECFqsrrzhApOGGBRXl4UOrf+SB94qGItuIRCrhU0Mfa5&#10;lME06HSY+R6Jd99+cDryONTSDvrI5a6TaZJk0umW+EKje1w2aPbV6BSk9Xp1+sJstb/ZhLUx1bh9&#10;X6JS11fT6wuIiFP8g+Gsz+pQstPOj2SD6BTM04xJzrP0EcQZuH94BrH7TWRZyP8vlD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c0+yBd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6464" behindDoc="0" locked="0" layoutInCell="1" allowOverlap="1" wp14:anchorId="67DC2151" wp14:editId="6C4259AA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1138555</wp:posOffset>
                      </wp:positionV>
                      <wp:extent cx="395605" cy="0"/>
                      <wp:effectExtent l="0" t="19050" r="23495" b="19050"/>
                      <wp:wrapNone/>
                      <wp:docPr id="199907559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4785F8" id="Gerader Verbinder 2" o:spid="_x0000_s1026" style="position:absolute;z-index:25228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89.65pt" to="67.45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e0wQ13gAAAAoBAAAPAAAAZHJzL2Rvd25y&#10;ZXYueG1sTI/BSsNAEIbvgu+wjOBF7MZUUhuzKVIQeiiIqeJ1ujsmodnZkN206du7BUGP88/HP98U&#10;q8l24kiDbx0reJglIIi1My3XCj52r/dPIHxANtg5JgVn8rAqr68KzI078Tsdq1CLWMI+RwVNCH0u&#10;pdcNWfQz1xPH3bcbLIY4DrU0A55iue1kmiSZtNhyvNBgT+uG9KEarYK03m7On5RtDnc7v9W6Gr/e&#10;1qTU7c308gwi0BT+YLjoR3Uoo9PejWy86BQs0iySMV8s5yAuwPxxCWL/m8iykP9fKH8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HtMENd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7488" behindDoc="0" locked="0" layoutInCell="1" allowOverlap="1" wp14:anchorId="5911072F" wp14:editId="4876C78B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1242695</wp:posOffset>
                      </wp:positionV>
                      <wp:extent cx="395605" cy="0"/>
                      <wp:effectExtent l="0" t="19050" r="23495" b="19050"/>
                      <wp:wrapNone/>
                      <wp:docPr id="593056548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AC9247" id="Gerader Verbinder 2" o:spid="_x0000_s1026" style="position:absolute;z-index:25228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97.85pt" to="67.45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51os73gAAAAoBAAAPAAAAZHJzL2Rvd25y&#10;ZXYueG1sTI/BSsNAEIbvgu+wjOBF7MaoqY3ZFCkIPRTEVPG63R2T0OxsyG7a9O2dgqDH+efjn2+K&#10;5eQ6ccAhtJ4U3M0SEEjG25ZqBR/b19snECFqsrrzhApOGGBZXl4UOrf+SO94qGItuIRCrhU0Mfa5&#10;lME06HSY+R6Jd99+cDryONTSDvrI5a6TaZJk0umW+EKje1w1aPbV6BSk9WZ9+sRsvb/Zho0x1fj1&#10;tkKlrq+ml2cQEaf4B8NZn9WhZKedH8kG0SmYpxmTnC8e5yDOwP3DAsTuN5FlIf+/UP4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+daLO9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8512" behindDoc="0" locked="0" layoutInCell="1" allowOverlap="1" wp14:anchorId="1EF94A9E" wp14:editId="0FD1F1D8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1191895</wp:posOffset>
                      </wp:positionV>
                      <wp:extent cx="395605" cy="0"/>
                      <wp:effectExtent l="0" t="19050" r="23495" b="19050"/>
                      <wp:wrapNone/>
                      <wp:docPr id="904277345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543B88" id="Gerader Verbinder 2" o:spid="_x0000_s1026" style="position:absolute;z-index:25228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93.85pt" to="67.45pt,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H1Xbg3gAAAAoBAAAPAAAAZHJzL2Rvd25y&#10;ZXYueG1sTI/BasJAEIbvBd9hGaGXUjemJdE0GxGh4EEoxhav6+40CWZnQ3aj8e27QqE9zj8f/3yT&#10;r0bTsgv2rrEkYD6LgCEpqxuqBHwe3p8XwJyXpGVrCQXc0MGqmDzkMtP2Snu8lL5ioYRcJgXU3ncZ&#10;507VaKSb2Q4p7L5tb6QPY19x3ctrKDctj6Mo4UY2FC7UssNNjepcDkZAXO22ty9Mtueng9spVQ7H&#10;jw0K8Tgd12/API7+D4a7flCHIjid7EDasVZAGieBDPkiTYHdgZfXJbDTb8KLnP9/ofgB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x9V24N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9536" behindDoc="0" locked="0" layoutInCell="1" allowOverlap="1" wp14:anchorId="71361AB7" wp14:editId="0437B6DA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1405890</wp:posOffset>
                      </wp:positionV>
                      <wp:extent cx="395605" cy="0"/>
                      <wp:effectExtent l="0" t="19050" r="23495" b="19050"/>
                      <wp:wrapNone/>
                      <wp:docPr id="2019010340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221C1D" id="Gerader Verbinder 2" o:spid="_x0000_s1026" style="position:absolute;z-index:25228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110.7pt" to="67.45pt,1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APpIlQ3gAAAAoBAAAPAAAAZHJzL2Rvd25y&#10;ZXYueG1sTI/BSsNAEIbvgu+wjOBF7KaxRI3ZFCkIPRSkqeJ1uzsmodnZkN206ds7BUGPM/PzzfcX&#10;y8l14ohDaD0pmM8SEEjG25ZqBR+7t/snECFqsrrzhArOGGBZXl8VOrf+RFs8VrEWDKGQawVNjH0u&#10;ZTANOh1mvkfi27cfnI48DrW0gz4x3HUyTZJMOt0Sf2h0j6sGzaEanYK03qzPn5itD3e7sDGmGr/e&#10;V6jU7c30+gIi4hT/wnDRZ3Uo2WnvR7JBdAoe04yTzErnCxCXwMPiGcT+dyPLQv6vUP4A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D6SJUN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0560" behindDoc="0" locked="0" layoutInCell="1" allowOverlap="1" wp14:anchorId="33DB2DB3" wp14:editId="686E7254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1344295</wp:posOffset>
                      </wp:positionV>
                      <wp:extent cx="395605" cy="0"/>
                      <wp:effectExtent l="0" t="19050" r="23495" b="19050"/>
                      <wp:wrapNone/>
                      <wp:docPr id="2054710630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856ED1" id="Gerader Verbinder 2" o:spid="_x0000_s1026" style="position:absolute;z-index:25229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105.85pt" to="67.45pt,1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6704" behindDoc="0" locked="0" layoutInCell="1" allowOverlap="1" wp14:anchorId="7F22C4C7" wp14:editId="574A626E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29845</wp:posOffset>
                      </wp:positionV>
                      <wp:extent cx="395605" cy="395605"/>
                      <wp:effectExtent l="0" t="0" r="23495" b="23495"/>
                      <wp:wrapNone/>
                      <wp:docPr id="80881698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9D6C0" id="Rechteck 1" o:spid="_x0000_s1026" style="position:absolute;margin-left:34.75pt;margin-top:2.35pt;width:31.15pt;height:31.15pt;z-index:25229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7728" behindDoc="0" locked="0" layoutInCell="1" allowOverlap="1" wp14:anchorId="0DAC09F5" wp14:editId="64CE3EC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30480</wp:posOffset>
                      </wp:positionV>
                      <wp:extent cx="395605" cy="395605"/>
                      <wp:effectExtent l="0" t="0" r="23495" b="23495"/>
                      <wp:wrapNone/>
                      <wp:docPr id="43658137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F1778" id="Rechteck 1" o:spid="_x0000_s1026" style="position:absolute;margin-left:70.6pt;margin-top:2.4pt;width:31.15pt;height:31.15pt;z-index:25229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8752" behindDoc="0" locked="0" layoutInCell="1" allowOverlap="1" wp14:anchorId="46E5DA99" wp14:editId="43CE84ED">
                      <wp:simplePos x="0" y="0"/>
                      <wp:positionH relativeFrom="column">
                        <wp:posOffset>1355090</wp:posOffset>
                      </wp:positionH>
                      <wp:positionV relativeFrom="paragraph">
                        <wp:posOffset>32385</wp:posOffset>
                      </wp:positionV>
                      <wp:extent cx="395605" cy="395605"/>
                      <wp:effectExtent l="0" t="0" r="23495" b="23495"/>
                      <wp:wrapNone/>
                      <wp:docPr id="805390482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349B2" id="Rechteck 1" o:spid="_x0000_s1026" style="position:absolute;margin-left:106.7pt;margin-top:2.55pt;width:31.15pt;height:31.15pt;z-index:25229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9776" behindDoc="0" locked="0" layoutInCell="1" allowOverlap="1" wp14:anchorId="491635A6" wp14:editId="014B60D5">
                      <wp:simplePos x="0" y="0"/>
                      <wp:positionH relativeFrom="column">
                        <wp:posOffset>1815465</wp:posOffset>
                      </wp:positionH>
                      <wp:positionV relativeFrom="paragraph">
                        <wp:posOffset>31750</wp:posOffset>
                      </wp:positionV>
                      <wp:extent cx="395605" cy="395605"/>
                      <wp:effectExtent l="0" t="0" r="23495" b="23495"/>
                      <wp:wrapNone/>
                      <wp:docPr id="1466915420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7CDE82" id="Rechteck 1" o:spid="_x0000_s1026" style="position:absolute;margin-left:142.95pt;margin-top:2.5pt;width:31.15pt;height:31.15pt;z-index:25229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0800" behindDoc="0" locked="0" layoutInCell="1" allowOverlap="1" wp14:anchorId="62A61B1D" wp14:editId="18DD6A80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513715</wp:posOffset>
                      </wp:positionV>
                      <wp:extent cx="395605" cy="395605"/>
                      <wp:effectExtent l="0" t="0" r="23495" b="23495"/>
                      <wp:wrapNone/>
                      <wp:docPr id="1694917210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E4E26" id="Rechteck 1" o:spid="_x0000_s1026" style="position:absolute;margin-left:-.9pt;margin-top:40.45pt;width:31.15pt;height:31.15pt;z-index:25230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1824" behindDoc="0" locked="0" layoutInCell="1" allowOverlap="1" wp14:anchorId="3BBB738B" wp14:editId="451D8754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511175</wp:posOffset>
                      </wp:positionV>
                      <wp:extent cx="395605" cy="395605"/>
                      <wp:effectExtent l="0" t="0" r="23495" b="23495"/>
                      <wp:wrapNone/>
                      <wp:docPr id="69549358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5B85D" id="Rechteck 1" o:spid="_x0000_s1026" style="position:absolute;margin-left:34.55pt;margin-top:40.25pt;width:31.15pt;height:31.15pt;z-index:25230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2848" behindDoc="0" locked="0" layoutInCell="1" allowOverlap="1" wp14:anchorId="0D9FF185" wp14:editId="3A96C558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511810</wp:posOffset>
                      </wp:positionV>
                      <wp:extent cx="395605" cy="395605"/>
                      <wp:effectExtent l="0" t="0" r="23495" b="23495"/>
                      <wp:wrapNone/>
                      <wp:docPr id="772126474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62870" id="Rechteck 1" o:spid="_x0000_s1026" style="position:absolute;margin-left:70.4pt;margin-top:40.3pt;width:31.15pt;height:31.15pt;z-index:25230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3872" behindDoc="0" locked="0" layoutInCell="1" allowOverlap="1" wp14:anchorId="665B5D2C" wp14:editId="50F0A27F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459740</wp:posOffset>
                      </wp:positionV>
                      <wp:extent cx="924560" cy="499745"/>
                      <wp:effectExtent l="0" t="0" r="8890" b="0"/>
                      <wp:wrapNone/>
                      <wp:docPr id="1502584885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6A6A6">
                                  <a:alpha val="6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44FCB" id="Rechteck 7" o:spid="_x0000_s1026" style="position:absolute;margin-left:103.8pt;margin-top:36.2pt;width:72.8pt;height:39.35pt;z-index:25230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" fillcolor="#a6a6a6" stroked="f" strokeweight="1pt">
                      <v:fill opacity="39321f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4896" behindDoc="0" locked="0" layoutInCell="1" allowOverlap="1" wp14:anchorId="0B58A072" wp14:editId="2F364B39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513715</wp:posOffset>
                      </wp:positionV>
                      <wp:extent cx="395605" cy="395605"/>
                      <wp:effectExtent l="0" t="0" r="23495" b="23495"/>
                      <wp:wrapNone/>
                      <wp:docPr id="1111688716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DD27B" id="Rechteck 1" o:spid="_x0000_s1026" style="position:absolute;margin-left:106.5pt;margin-top:40.45pt;width:31.15pt;height:31.15pt;z-index:25230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" filled="f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5920" behindDoc="0" locked="0" layoutInCell="1" allowOverlap="1" wp14:anchorId="16804ED9" wp14:editId="0C3D857A">
                      <wp:simplePos x="0" y="0"/>
                      <wp:positionH relativeFrom="column">
                        <wp:posOffset>1812925</wp:posOffset>
                      </wp:positionH>
                      <wp:positionV relativeFrom="paragraph">
                        <wp:posOffset>513080</wp:posOffset>
                      </wp:positionV>
                      <wp:extent cx="395605" cy="395605"/>
                      <wp:effectExtent l="0" t="0" r="23495" b="23495"/>
                      <wp:wrapNone/>
                      <wp:docPr id="126039957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2D635" id="Rechteck 1" o:spid="_x0000_s1026" style="position:absolute;margin-left:142.75pt;margin-top:40.4pt;width:31.15pt;height:31.15pt;z-index:25230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" filled="f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6944" behindDoc="0" locked="0" layoutInCell="1" allowOverlap="1" wp14:anchorId="4A81D7D5" wp14:editId="4D8BEE30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999255</wp:posOffset>
                      </wp:positionV>
                      <wp:extent cx="395605" cy="395605"/>
                      <wp:effectExtent l="0" t="0" r="23495" b="23495"/>
                      <wp:wrapNone/>
                      <wp:docPr id="536486664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905A7" id="Rechteck 1" o:spid="_x0000_s1026" style="position:absolute;margin-left:-.55pt;margin-top:78.7pt;width:31.15pt;height:31.15pt;z-index:25230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126" w:type="dxa"/>
          </w:tcPr>
          <w:p w14:paraId="1043A3DB" w14:textId="77777777" w:rsidR="00AB584F" w:rsidRDefault="00AB584F" w:rsidP="00544150">
            <w:r>
              <w:br/>
            </w:r>
            <w:r>
              <w:br/>
            </w:r>
          </w:p>
        </w:tc>
      </w:tr>
    </w:tbl>
    <w:p w14:paraId="5E076FB9" w14:textId="75A71B7E" w:rsidR="00435B73" w:rsidRDefault="00435B73" w:rsidP="00514104"/>
    <w:p w14:paraId="67C7214E" w14:textId="77777777" w:rsidR="00435B73" w:rsidRDefault="00435B73" w:rsidP="00514104"/>
    <w:p w14:paraId="53106506" w14:textId="2C690ED8" w:rsidR="00435B73" w:rsidRDefault="009A29A6" w:rsidP="00514104">
      <w:pPr>
        <w:rPr>
          <w:rFonts w:ascii="Calibri" w:eastAsia="MS Gothic" w:hAnsi="Calibri" w:cs="Times New Roman"/>
          <w:b/>
          <w:bCs/>
          <w:color w:val="327A86" w:themeColor="text2"/>
          <w:sz w:val="28"/>
          <w:szCs w:val="30"/>
          <w:lang w:eastAsia="de-DE"/>
        </w:rPr>
      </w:pPr>
      <w:r w:rsidRPr="009A29A6">
        <w:rPr>
          <w:rFonts w:ascii="Calibri" w:eastAsia="MS Gothic" w:hAnsi="Calibri" w:cs="Times New Roman"/>
          <w:b/>
          <w:bCs/>
          <w:color w:val="327A86" w:themeColor="text2"/>
          <w:sz w:val="28"/>
          <w:szCs w:val="30"/>
          <w:lang w:eastAsia="de-DE"/>
        </w:rPr>
        <w:t xml:space="preserve">Stellen verändern </w:t>
      </w:r>
    </w:p>
    <w:p w14:paraId="354F7FE2" w14:textId="77777777" w:rsidR="009A29A6" w:rsidRDefault="009A29A6" w:rsidP="00514104">
      <w:pPr>
        <w:rPr>
          <w:rFonts w:ascii="Calibri" w:eastAsia="MS Gothic" w:hAnsi="Calibri" w:cs="Times New Roman"/>
          <w:b/>
          <w:bCs/>
          <w:color w:val="327A86" w:themeColor="text2"/>
          <w:sz w:val="28"/>
          <w:szCs w:val="30"/>
          <w:lang w:eastAsia="de-DE"/>
        </w:rPr>
      </w:pPr>
    </w:p>
    <w:p w14:paraId="384D380B" w14:textId="24EA93A4" w:rsidR="009A29A6" w:rsidRDefault="009A29A6" w:rsidP="00091E13">
      <w:pPr>
        <w:pStyle w:val="Listenabsatz"/>
        <w:numPr>
          <w:ilvl w:val="0"/>
          <w:numId w:val="6"/>
        </w:numPr>
        <w:ind w:left="284" w:hanging="284"/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</w:pPr>
      <w:r>
        <w:rPr>
          <w:rFonts w:ascii="Calibri" w:eastAsia="MS Gothic" w:hAnsi="Calibri" w:cs="Times New Roman"/>
          <w:b/>
          <w:bCs/>
          <w:color w:val="327A86" w:themeColor="text2"/>
          <w:sz w:val="28"/>
          <w:szCs w:val="30"/>
          <w:lang w:eastAsia="de-DE"/>
        </w:rPr>
        <w:t xml:space="preserve"> </w:t>
      </w:r>
      <w:r w:rsidRPr="009A29A6"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  <w:t>Die Zahl</w:t>
      </w:r>
      <w:r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  <w:t xml:space="preserve"> wird in jeder Ze</w:t>
      </w:r>
      <w:r w:rsidR="00635A1A"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  <w:t>i</w:t>
      </w:r>
      <w:r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  <w:t xml:space="preserve">le um 10 kleiner. Zeichne ein und schreibe als Zahl. </w:t>
      </w:r>
    </w:p>
    <w:p w14:paraId="5AD18787" w14:textId="77777777" w:rsidR="009A29A6" w:rsidRDefault="009A29A6" w:rsidP="009A29A6">
      <w:pPr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</w:pPr>
    </w:p>
    <w:p w14:paraId="4B8A8E8D" w14:textId="11DD6E94" w:rsidR="009A29A6" w:rsidRDefault="00635A1A" w:rsidP="009A29A6">
      <w:pPr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</w:pPr>
      <w:r>
        <w:rPr>
          <w:rFonts w:ascii="Calibri" w:eastAsia="MS Gothic" w:hAnsi="Calibri" w:cs="Times New Roman"/>
          <w:b/>
          <w:bCs/>
          <w:noProof/>
          <w:color w:val="327A86" w:themeColor="text2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51968" behindDoc="0" locked="0" layoutInCell="1" allowOverlap="1" wp14:anchorId="588ABFF8" wp14:editId="698F30A5">
                <wp:simplePos x="0" y="0"/>
                <wp:positionH relativeFrom="column">
                  <wp:posOffset>266312</wp:posOffset>
                </wp:positionH>
                <wp:positionV relativeFrom="paragraph">
                  <wp:posOffset>1932084</wp:posOffset>
                </wp:positionV>
                <wp:extent cx="720090" cy="358775"/>
                <wp:effectExtent l="0" t="0" r="0" b="0"/>
                <wp:wrapNone/>
                <wp:docPr id="1681059903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" cy="358775"/>
                          <a:chOff x="56287" y="56072"/>
                          <a:chExt cx="720306" cy="458114"/>
                        </a:xfrm>
                      </wpg:grpSpPr>
                      <wps:wsp>
                        <wps:cNvPr id="126293762" name="Freihandform 7"/>
                        <wps:cNvSpPr/>
                        <wps:spPr>
                          <a:xfrm flipV="1">
                            <a:off x="504645" y="56072"/>
                            <a:ext cx="142240" cy="410677"/>
                          </a:xfrm>
                          <a:custGeom>
                            <a:avLst/>
                            <a:gdLst>
                              <a:gd name="connsiteX0" fmla="*/ 6981 w 235581"/>
                              <a:gd name="connsiteY0" fmla="*/ 392502 h 392502"/>
                              <a:gd name="connsiteX1" fmla="*/ 28547 w 235581"/>
                              <a:gd name="connsiteY1" fmla="*/ 176841 h 392502"/>
                              <a:gd name="connsiteX2" fmla="*/ 235581 w 235581"/>
                              <a:gd name="connsiteY2" fmla="*/ 0 h 392502"/>
                              <a:gd name="connsiteX0" fmla="*/ 164626 w 207260"/>
                              <a:gd name="connsiteY0" fmla="*/ 461527 h 461527"/>
                              <a:gd name="connsiteX1" fmla="*/ 226 w 207260"/>
                              <a:gd name="connsiteY1" fmla="*/ 176841 h 461527"/>
                              <a:gd name="connsiteX2" fmla="*/ 207260 w 207260"/>
                              <a:gd name="connsiteY2" fmla="*/ 0 h 461527"/>
                              <a:gd name="connsiteX0" fmla="*/ 164856 w 207490"/>
                              <a:gd name="connsiteY0" fmla="*/ 461527 h 461527"/>
                              <a:gd name="connsiteX1" fmla="*/ 456 w 207490"/>
                              <a:gd name="connsiteY1" fmla="*/ 176841 h 461527"/>
                              <a:gd name="connsiteX2" fmla="*/ 207490 w 207490"/>
                              <a:gd name="connsiteY2" fmla="*/ 0 h 461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7490" h="461527">
                                <a:moveTo>
                                  <a:pt x="164856" y="461527"/>
                                </a:moveTo>
                                <a:cubicBezTo>
                                  <a:pt x="70220" y="334589"/>
                                  <a:pt x="-6650" y="253762"/>
                                  <a:pt x="456" y="176841"/>
                                </a:cubicBezTo>
                                <a:cubicBezTo>
                                  <a:pt x="7562" y="99920"/>
                                  <a:pt x="123023" y="55712"/>
                                  <a:pt x="20749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623849" name="Textfeld 8"/>
                        <wps:cNvSpPr txBox="1"/>
                        <wps:spPr>
                          <a:xfrm>
                            <a:off x="56287" y="73748"/>
                            <a:ext cx="720306" cy="4404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357190" w14:textId="77777777" w:rsidR="00635A1A" w:rsidRPr="002A7BF1" w:rsidRDefault="00635A1A" w:rsidP="00635A1A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</w:pP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um 10 kleiner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ABFF8" id="Gruppieren 9" o:spid="_x0000_s1028" style="position:absolute;margin-left:20.95pt;margin-top:152.15pt;width:56.7pt;height:28.25pt;z-index:252051968" coordorigin="562,560" coordsize="7203,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">
                <v:shape id="Freihandform 7" o:spid="_x0000_s1029" style="position:absolute;left:5046;top:560;width:1422;height:4107;flip:y;visibility:visible;mso-wrap-style:square;v-text-anchor:middle" coordsize="207490,46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" path="m164856,461527c70220,334589,-6650,253762,456,176841,7562,99920,123023,55712,207490,e" filled="f" strokecolor="#0070c0" strokeweight="1pt">
                  <v:stroke endarrow="open" joinstyle="miter"/>
                  <v:path arrowok="t" o:connecttype="custom" o:connectlocs="113013,410677;313,157357;142240,0" o:connectangles="0,0,0"/>
                </v:shape>
                <v:shape id="Textfeld 8" o:spid="_x0000_s1030" type="#_x0000_t202" style="position:absolute;left:562;top:737;width:7203;height:4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" filled="f" stroked="f" strokeweight=".5pt">
                  <v:textbox>
                    <w:txbxContent>
                      <w:p w14:paraId="5B357190" w14:textId="77777777" w:rsidR="00635A1A" w:rsidRPr="002A7BF1" w:rsidRDefault="00635A1A" w:rsidP="00635A1A">
                        <w:pPr>
                          <w:spacing w:line="240" w:lineRule="auto"/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</w:pP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um 10 kleiner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eastAsia="MS Gothic" w:hAnsi="Calibri" w:cs="Times New Roman"/>
          <w:b/>
          <w:bCs/>
          <w:noProof/>
          <w:color w:val="327A86" w:themeColor="text2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52992" behindDoc="0" locked="0" layoutInCell="1" allowOverlap="1" wp14:anchorId="5653972E" wp14:editId="354A0727">
                <wp:simplePos x="0" y="0"/>
                <wp:positionH relativeFrom="column">
                  <wp:posOffset>268618</wp:posOffset>
                </wp:positionH>
                <wp:positionV relativeFrom="paragraph">
                  <wp:posOffset>1360869</wp:posOffset>
                </wp:positionV>
                <wp:extent cx="720090" cy="435610"/>
                <wp:effectExtent l="0" t="0" r="0" b="8890"/>
                <wp:wrapNone/>
                <wp:docPr id="1373955146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" cy="435610"/>
                          <a:chOff x="56287" y="56072"/>
                          <a:chExt cx="720306" cy="436089"/>
                        </a:xfrm>
                      </wpg:grpSpPr>
                      <wps:wsp>
                        <wps:cNvPr id="1388273022" name="Freihandform 7"/>
                        <wps:cNvSpPr/>
                        <wps:spPr>
                          <a:xfrm flipV="1">
                            <a:off x="504645" y="56072"/>
                            <a:ext cx="142240" cy="410677"/>
                          </a:xfrm>
                          <a:custGeom>
                            <a:avLst/>
                            <a:gdLst>
                              <a:gd name="connsiteX0" fmla="*/ 6981 w 235581"/>
                              <a:gd name="connsiteY0" fmla="*/ 392502 h 392502"/>
                              <a:gd name="connsiteX1" fmla="*/ 28547 w 235581"/>
                              <a:gd name="connsiteY1" fmla="*/ 176841 h 392502"/>
                              <a:gd name="connsiteX2" fmla="*/ 235581 w 235581"/>
                              <a:gd name="connsiteY2" fmla="*/ 0 h 392502"/>
                              <a:gd name="connsiteX0" fmla="*/ 164626 w 207260"/>
                              <a:gd name="connsiteY0" fmla="*/ 461527 h 461527"/>
                              <a:gd name="connsiteX1" fmla="*/ 226 w 207260"/>
                              <a:gd name="connsiteY1" fmla="*/ 176841 h 461527"/>
                              <a:gd name="connsiteX2" fmla="*/ 207260 w 207260"/>
                              <a:gd name="connsiteY2" fmla="*/ 0 h 461527"/>
                              <a:gd name="connsiteX0" fmla="*/ 164856 w 207490"/>
                              <a:gd name="connsiteY0" fmla="*/ 461527 h 461527"/>
                              <a:gd name="connsiteX1" fmla="*/ 456 w 207490"/>
                              <a:gd name="connsiteY1" fmla="*/ 176841 h 461527"/>
                              <a:gd name="connsiteX2" fmla="*/ 207490 w 207490"/>
                              <a:gd name="connsiteY2" fmla="*/ 0 h 461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7490" h="461527">
                                <a:moveTo>
                                  <a:pt x="164856" y="461527"/>
                                </a:moveTo>
                                <a:cubicBezTo>
                                  <a:pt x="70220" y="334589"/>
                                  <a:pt x="-6650" y="253762"/>
                                  <a:pt x="456" y="176841"/>
                                </a:cubicBezTo>
                                <a:cubicBezTo>
                                  <a:pt x="7562" y="99920"/>
                                  <a:pt x="123023" y="55712"/>
                                  <a:pt x="20749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7637949" name="Textfeld 8"/>
                        <wps:cNvSpPr txBox="1"/>
                        <wps:spPr>
                          <a:xfrm>
                            <a:off x="56287" y="73780"/>
                            <a:ext cx="720306" cy="4183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D57E24" w14:textId="77777777" w:rsidR="00635A1A" w:rsidRPr="002A7BF1" w:rsidRDefault="00635A1A" w:rsidP="00635A1A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</w:pP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um 10 kleiner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3972E" id="_x0000_s1031" style="position:absolute;margin-left:21.15pt;margin-top:107.15pt;width:56.7pt;height:34.3pt;z-index:252052992" coordorigin="562,560" coordsize="7203,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">
                <v:shape id="Freihandform 7" o:spid="_x0000_s1032" style="position:absolute;left:5046;top:560;width:1422;height:4107;flip:y;visibility:visible;mso-wrap-style:square;v-text-anchor:middle" coordsize="207490,46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" path="m164856,461527c70220,334589,-6650,253762,456,176841,7562,99920,123023,55712,207490,e" filled="f" strokecolor="#0070c0" strokeweight="1pt">
                  <v:stroke endarrow="open" joinstyle="miter"/>
                  <v:path arrowok="t" o:connecttype="custom" o:connectlocs="113013,410677;313,157357;142240,0" o:connectangles="0,0,0"/>
                </v:shape>
                <v:shape id="Textfeld 8" o:spid="_x0000_s1033" type="#_x0000_t202" style="position:absolute;left:562;top:737;width:7203;height:4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" filled="f" stroked="f" strokeweight=".5pt">
                  <v:textbox>
                    <w:txbxContent>
                      <w:p w14:paraId="72D57E24" w14:textId="77777777" w:rsidR="00635A1A" w:rsidRPr="002A7BF1" w:rsidRDefault="00635A1A" w:rsidP="00635A1A">
                        <w:pPr>
                          <w:spacing w:line="240" w:lineRule="auto"/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</w:pP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um 10 kleiner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ellenraster"/>
        <w:tblW w:w="0" w:type="auto"/>
        <w:tblInd w:w="1413" w:type="dxa"/>
        <w:tblLook w:val="04A0" w:firstRow="1" w:lastRow="0" w:firstColumn="1" w:lastColumn="0" w:noHBand="0" w:noVBand="1"/>
      </w:tblPr>
      <w:tblGrid>
        <w:gridCol w:w="5670"/>
        <w:gridCol w:w="1977"/>
      </w:tblGrid>
      <w:tr w:rsidR="009A29A6" w14:paraId="24C49E1D" w14:textId="77777777" w:rsidTr="009A29A6">
        <w:tc>
          <w:tcPr>
            <w:tcW w:w="5670" w:type="dxa"/>
          </w:tcPr>
          <w:p w14:paraId="18727151" w14:textId="795275D1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Bild </w:t>
            </w:r>
          </w:p>
        </w:tc>
        <w:tc>
          <w:tcPr>
            <w:tcW w:w="1977" w:type="dxa"/>
          </w:tcPr>
          <w:p w14:paraId="7971FB5A" w14:textId="1DBD0B51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Zahl </w:t>
            </w:r>
          </w:p>
        </w:tc>
      </w:tr>
      <w:tr w:rsidR="009A29A6" w14:paraId="76ACD831" w14:textId="77777777" w:rsidTr="009A29A6">
        <w:tc>
          <w:tcPr>
            <w:tcW w:w="5670" w:type="dxa"/>
          </w:tcPr>
          <w:p w14:paraId="3CFE55D6" w14:textId="408E6EEE" w:rsidR="009A29A6" w:rsidRDefault="00D7331A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2064" behindDoc="0" locked="0" layoutInCell="1" allowOverlap="1" wp14:anchorId="450C976C" wp14:editId="5CA263FD">
                      <wp:simplePos x="0" y="0"/>
                      <wp:positionH relativeFrom="column">
                        <wp:posOffset>1106891</wp:posOffset>
                      </wp:positionH>
                      <wp:positionV relativeFrom="paragraph">
                        <wp:posOffset>90805</wp:posOffset>
                      </wp:positionV>
                      <wp:extent cx="395605" cy="0"/>
                      <wp:effectExtent l="0" t="19050" r="23495" b="19050"/>
                      <wp:wrapNone/>
                      <wp:docPr id="785559070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663241" id="Gerader Verbinder 2" o:spid="_x0000_s1026" style="position:absolute;z-index:25231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15pt,7.15pt" to="118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8992" behindDoc="0" locked="0" layoutInCell="1" allowOverlap="1" wp14:anchorId="67F70F5D" wp14:editId="39FDF0AF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80010</wp:posOffset>
                      </wp:positionV>
                      <wp:extent cx="395605" cy="395605"/>
                      <wp:effectExtent l="0" t="0" r="23495" b="23495"/>
                      <wp:wrapNone/>
                      <wp:docPr id="1140023313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8423A" id="Rechteck 1" o:spid="_x0000_s1026" style="position:absolute;margin-left:12.3pt;margin-top:6.3pt;width:31.15pt;height:31.15pt;z-index:25230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0016" behindDoc="0" locked="0" layoutInCell="1" allowOverlap="1" wp14:anchorId="2B01FB67" wp14:editId="5E074C0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80010</wp:posOffset>
                      </wp:positionV>
                      <wp:extent cx="395605" cy="395605"/>
                      <wp:effectExtent l="0" t="0" r="23495" b="23495"/>
                      <wp:wrapNone/>
                      <wp:docPr id="1828850869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AA4DA" id="Rechteck 1" o:spid="_x0000_s1026" style="position:absolute;margin-left:47.65pt;margin-top:6.3pt;width:31.15pt;height:31.15pt;z-index:25231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" fillcolor="white [3212]" strokecolor="black [3213]" strokeweight="1pt"/>
                  </w:pict>
                </mc:Fallback>
              </mc:AlternateContent>
            </w:r>
          </w:p>
          <w:p w14:paraId="35390ACC" w14:textId="1D1DE38E" w:rsidR="009A29A6" w:rsidRDefault="00D7331A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4112" behindDoc="0" locked="0" layoutInCell="1" allowOverlap="1" wp14:anchorId="2C3BF8A4" wp14:editId="68032F7A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61595</wp:posOffset>
                      </wp:positionV>
                      <wp:extent cx="35560" cy="35560"/>
                      <wp:effectExtent l="0" t="0" r="21590" b="21590"/>
                      <wp:wrapNone/>
                      <wp:docPr id="1864679467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03074" id="Flussdiagramm: Verbinder 3" o:spid="_x0000_s1026" type="#_x0000_t120" style="position:absolute;margin-left:87.75pt;margin-top:4.85pt;width:2.8pt;height:2.8pt;z-index:25231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s92R&#10;GNwAAAAI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5136" behindDoc="0" locked="0" layoutInCell="1" allowOverlap="1" wp14:anchorId="0F254AA4" wp14:editId="2D1DB706">
                      <wp:simplePos x="0" y="0"/>
                      <wp:positionH relativeFrom="column">
                        <wp:posOffset>1175934</wp:posOffset>
                      </wp:positionH>
                      <wp:positionV relativeFrom="paragraph">
                        <wp:posOffset>61595</wp:posOffset>
                      </wp:positionV>
                      <wp:extent cx="35560" cy="35560"/>
                      <wp:effectExtent l="0" t="0" r="21590" b="21590"/>
                      <wp:wrapNone/>
                      <wp:docPr id="395751119" name="Flussdiagramm: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532E2" id="Flussdiagramm: Verbinder 3" o:spid="_x0000_s1026" type="#_x0000_t120" style="position:absolute;margin-left:92.6pt;margin-top:4.85pt;width:2.8pt;height:2.8pt;z-index:25231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" fillcolor="black [3213]" strokecolor="black [3213]" strokeweight="1pt">
                      <v:stroke joinstyle="miter"/>
                    </v:shape>
                  </w:pict>
                </mc:Fallback>
              </mc:AlternateContent>
            </w:r>
            <w:r w:rsidR="00635A1A">
              <w:rPr>
                <w:rFonts w:ascii="Calibri" w:eastAsia="MS Gothic" w:hAnsi="Calibri" w:cs="Times New Roman"/>
                <w:b/>
                <w:bCs/>
                <w:noProof/>
                <w:color w:val="327A86" w:themeColor="text2"/>
                <w:sz w:val="24"/>
                <w:szCs w:val="24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2055040" behindDoc="0" locked="0" layoutInCell="1" allowOverlap="1" wp14:anchorId="62CF092F" wp14:editId="64CA9699">
                      <wp:simplePos x="0" y="0"/>
                      <wp:positionH relativeFrom="column">
                        <wp:posOffset>-721775</wp:posOffset>
                      </wp:positionH>
                      <wp:positionV relativeFrom="paragraph">
                        <wp:posOffset>197691</wp:posOffset>
                      </wp:positionV>
                      <wp:extent cx="766743" cy="494523"/>
                      <wp:effectExtent l="0" t="0" r="0" b="39370"/>
                      <wp:wrapNone/>
                      <wp:docPr id="1302389719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6743" cy="494523"/>
                                <a:chOff x="56287" y="56072"/>
                                <a:chExt cx="720306" cy="345058"/>
                              </a:xfrm>
                            </wpg:grpSpPr>
                            <wps:wsp>
                              <wps:cNvPr id="1620850101" name="Freihandform 7"/>
                              <wps:cNvSpPr/>
                              <wps:spPr>
                                <a:xfrm flipV="1">
                                  <a:off x="504645" y="56072"/>
                                  <a:ext cx="142240" cy="345058"/>
                                </a:xfrm>
                                <a:custGeom>
                                  <a:avLst/>
                                  <a:gdLst>
                                    <a:gd name="connsiteX0" fmla="*/ 6981 w 235581"/>
                                    <a:gd name="connsiteY0" fmla="*/ 392502 h 392502"/>
                                    <a:gd name="connsiteX1" fmla="*/ 28547 w 235581"/>
                                    <a:gd name="connsiteY1" fmla="*/ 176841 h 392502"/>
                                    <a:gd name="connsiteX2" fmla="*/ 235581 w 235581"/>
                                    <a:gd name="connsiteY2" fmla="*/ 0 h 392502"/>
                                    <a:gd name="connsiteX0" fmla="*/ 164626 w 207260"/>
                                    <a:gd name="connsiteY0" fmla="*/ 461527 h 461527"/>
                                    <a:gd name="connsiteX1" fmla="*/ 226 w 207260"/>
                                    <a:gd name="connsiteY1" fmla="*/ 176841 h 461527"/>
                                    <a:gd name="connsiteX2" fmla="*/ 207260 w 207260"/>
                                    <a:gd name="connsiteY2" fmla="*/ 0 h 461527"/>
                                    <a:gd name="connsiteX0" fmla="*/ 164856 w 207490"/>
                                    <a:gd name="connsiteY0" fmla="*/ 461527 h 461527"/>
                                    <a:gd name="connsiteX1" fmla="*/ 456 w 207490"/>
                                    <a:gd name="connsiteY1" fmla="*/ 176841 h 461527"/>
                                    <a:gd name="connsiteX2" fmla="*/ 207490 w 207490"/>
                                    <a:gd name="connsiteY2" fmla="*/ 0 h 4615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7490" h="461527">
                                      <a:moveTo>
                                        <a:pt x="164856" y="461527"/>
                                      </a:moveTo>
                                      <a:cubicBezTo>
                                        <a:pt x="70220" y="334589"/>
                                        <a:pt x="-6650" y="253762"/>
                                        <a:pt x="456" y="176841"/>
                                      </a:cubicBezTo>
                                      <a:cubicBezTo>
                                        <a:pt x="7562" y="99920"/>
                                        <a:pt x="123023" y="55712"/>
                                        <a:pt x="20749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rgbClr val="0070C0"/>
                                  </a:solidFill>
                                  <a:headEnd type="none" w="med" len="med"/>
                                  <a:tailEnd type="arrow" w="med" len="me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3337012" name="Textfeld 8"/>
                              <wps:cNvSpPr txBox="1"/>
                              <wps:spPr>
                                <a:xfrm>
                                  <a:off x="56287" y="56073"/>
                                  <a:ext cx="720306" cy="3445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49FC05" w14:textId="77777777" w:rsidR="00635A1A" w:rsidRPr="002A7BF1" w:rsidRDefault="00635A1A" w:rsidP="00635A1A">
                                    <w:pPr>
                                      <w:spacing w:line="240" w:lineRule="auto"/>
                                      <w:rPr>
                                        <w:rFonts w:ascii="Comic Sans MS" w:hAnsi="Comic Sans MS"/>
                                        <w:color w:val="0070C0"/>
                                        <w:sz w:val="15"/>
                                        <w:szCs w:val="15"/>
                                      </w:rPr>
                                    </w:pPr>
                                    <w:r w:rsidRPr="002A7BF1">
                                      <w:rPr>
                                        <w:rFonts w:ascii="Comic Sans MS" w:hAnsi="Comic Sans MS"/>
                                        <w:color w:val="0070C0"/>
                                        <w:sz w:val="15"/>
                                        <w:szCs w:val="15"/>
                                      </w:rPr>
                                      <w:t>um 10 kleiner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CF092F" id="_x0000_s1033" style="position:absolute;margin-left:-56.85pt;margin-top:15.55pt;width:60.35pt;height:38.95pt;z-index:252055040;mso-width-relative:margin;mso-height-relative:margin" coordorigin="562,560" coordsize="7203,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">
                      <v:shape id="Freihandform 7" o:spid="_x0000_s1034" style="position:absolute;left:5046;top:560;width:1422;height:3451;flip:y;visibility:visible;mso-wrap-style:square;v-text-anchor:middle" coordsize="207490,46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" path="m164856,461527c70220,334589,-6650,253762,456,176841,7562,99920,123023,55712,207490,e" filled="f" strokecolor="#0070c0" strokeweight="1pt">
                        <v:stroke endarrow="open" joinstyle="miter"/>
                        <v:path arrowok="t" o:connecttype="custom" o:connectlocs="113013,345058;313,132214;142240,0" o:connectangles="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8" o:spid="_x0000_s1035" type="#_x0000_t202" style="position:absolute;left:562;top:560;width:7203;height:3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" filled="f" stroked="f" strokeweight=".5pt">
                        <v:textbox>
                          <w:txbxContent>
                            <w:p w14:paraId="7B49FC05" w14:textId="77777777" w:rsidR="00635A1A" w:rsidRPr="002A7BF1" w:rsidRDefault="00635A1A" w:rsidP="00635A1A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</w:pP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um 10 kleiner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57FB3C8" w14:textId="3EBFD393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0F20C186" w14:textId="77777777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  <w:tr w:rsidR="009A29A6" w14:paraId="3FFDA22C" w14:textId="77777777" w:rsidTr="009A29A6">
        <w:tc>
          <w:tcPr>
            <w:tcW w:w="5670" w:type="dxa"/>
          </w:tcPr>
          <w:p w14:paraId="137EED9B" w14:textId="7C30B326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2714D002" w14:textId="63D91174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5FEEB793" w14:textId="09B51F73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64057245" w14:textId="77777777" w:rsidR="009A29A6" w:rsidRDefault="009A29A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  <w:tr w:rsidR="00D76026" w14:paraId="1153CB0A" w14:textId="77777777" w:rsidTr="00635A1A">
        <w:trPr>
          <w:trHeight w:val="69"/>
        </w:trPr>
        <w:tc>
          <w:tcPr>
            <w:tcW w:w="5670" w:type="dxa"/>
          </w:tcPr>
          <w:p w14:paraId="568BC504" w14:textId="1A34FEAE" w:rsidR="00D76026" w:rsidRDefault="00D7602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0F4C6B20" w14:textId="6980395C" w:rsidR="00D76026" w:rsidRDefault="00D7602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24DF9293" w14:textId="6DEF0849" w:rsidR="00D76026" w:rsidRDefault="00D7602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3006D630" w14:textId="77777777" w:rsidR="00D76026" w:rsidRDefault="00D7602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  <w:tr w:rsidR="00D76026" w14:paraId="218B88BA" w14:textId="77777777" w:rsidTr="009A29A6">
        <w:tc>
          <w:tcPr>
            <w:tcW w:w="5670" w:type="dxa"/>
          </w:tcPr>
          <w:p w14:paraId="4D8C8E60" w14:textId="77777777" w:rsidR="00D76026" w:rsidRDefault="00D7602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1A639BD2" w14:textId="77777777" w:rsidR="00D76026" w:rsidRDefault="00D7602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6915FECA" w14:textId="77777777" w:rsidR="00635A1A" w:rsidRDefault="00635A1A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0BDC67EC" w14:textId="77777777" w:rsidR="00D76026" w:rsidRDefault="00D76026" w:rsidP="009A29A6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</w:tbl>
    <w:p w14:paraId="17974D9F" w14:textId="73BE8188" w:rsidR="00635A1A" w:rsidRDefault="00635A1A" w:rsidP="00091E13">
      <w:pPr>
        <w:pStyle w:val="Listenabsatz"/>
        <w:numPr>
          <w:ilvl w:val="0"/>
          <w:numId w:val="6"/>
        </w:numPr>
        <w:ind w:left="426" w:hanging="720"/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</w:pPr>
      <w:r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  <w:lastRenderedPageBreak/>
        <w:t xml:space="preserve">Die Zahl wird in jeder Zeile um 110 kleiner. Zeichne ein und schreibe als Zahl. </w:t>
      </w:r>
    </w:p>
    <w:p w14:paraId="5280944E" w14:textId="471B4413" w:rsidR="00635A1A" w:rsidRDefault="00635A1A" w:rsidP="00635A1A">
      <w:pPr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</w:pPr>
      <w:r>
        <w:rPr>
          <w:rFonts w:ascii="Calibri" w:eastAsia="MS Gothic" w:hAnsi="Calibri" w:cs="Times New Roman"/>
          <w:b/>
          <w:bCs/>
          <w:noProof/>
          <w:color w:val="327A86" w:themeColor="text2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69376" behindDoc="0" locked="0" layoutInCell="1" allowOverlap="1" wp14:anchorId="68245EC2" wp14:editId="4A3A6E70">
                <wp:simplePos x="0" y="0"/>
                <wp:positionH relativeFrom="column">
                  <wp:posOffset>198223</wp:posOffset>
                </wp:positionH>
                <wp:positionV relativeFrom="paragraph">
                  <wp:posOffset>2963546</wp:posOffset>
                </wp:positionV>
                <wp:extent cx="766743" cy="494523"/>
                <wp:effectExtent l="0" t="0" r="0" b="39370"/>
                <wp:wrapNone/>
                <wp:docPr id="1001004735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43" cy="494523"/>
                          <a:chOff x="56287" y="56072"/>
                          <a:chExt cx="720306" cy="345058"/>
                        </a:xfrm>
                      </wpg:grpSpPr>
                      <wps:wsp>
                        <wps:cNvPr id="283972273" name="Freihandform 7"/>
                        <wps:cNvSpPr/>
                        <wps:spPr>
                          <a:xfrm flipV="1">
                            <a:off x="504645" y="56072"/>
                            <a:ext cx="142240" cy="345058"/>
                          </a:xfrm>
                          <a:custGeom>
                            <a:avLst/>
                            <a:gdLst>
                              <a:gd name="connsiteX0" fmla="*/ 6981 w 235581"/>
                              <a:gd name="connsiteY0" fmla="*/ 392502 h 392502"/>
                              <a:gd name="connsiteX1" fmla="*/ 28547 w 235581"/>
                              <a:gd name="connsiteY1" fmla="*/ 176841 h 392502"/>
                              <a:gd name="connsiteX2" fmla="*/ 235581 w 235581"/>
                              <a:gd name="connsiteY2" fmla="*/ 0 h 392502"/>
                              <a:gd name="connsiteX0" fmla="*/ 164626 w 207260"/>
                              <a:gd name="connsiteY0" fmla="*/ 461527 h 461527"/>
                              <a:gd name="connsiteX1" fmla="*/ 226 w 207260"/>
                              <a:gd name="connsiteY1" fmla="*/ 176841 h 461527"/>
                              <a:gd name="connsiteX2" fmla="*/ 207260 w 207260"/>
                              <a:gd name="connsiteY2" fmla="*/ 0 h 461527"/>
                              <a:gd name="connsiteX0" fmla="*/ 164856 w 207490"/>
                              <a:gd name="connsiteY0" fmla="*/ 461527 h 461527"/>
                              <a:gd name="connsiteX1" fmla="*/ 456 w 207490"/>
                              <a:gd name="connsiteY1" fmla="*/ 176841 h 461527"/>
                              <a:gd name="connsiteX2" fmla="*/ 207490 w 207490"/>
                              <a:gd name="connsiteY2" fmla="*/ 0 h 461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7490" h="461527">
                                <a:moveTo>
                                  <a:pt x="164856" y="461527"/>
                                </a:moveTo>
                                <a:cubicBezTo>
                                  <a:pt x="70220" y="334589"/>
                                  <a:pt x="-6650" y="253762"/>
                                  <a:pt x="456" y="176841"/>
                                </a:cubicBezTo>
                                <a:cubicBezTo>
                                  <a:pt x="7562" y="99920"/>
                                  <a:pt x="123023" y="55712"/>
                                  <a:pt x="20749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860266" name="Textfeld 8"/>
                        <wps:cNvSpPr txBox="1"/>
                        <wps:spPr>
                          <a:xfrm>
                            <a:off x="56287" y="56073"/>
                            <a:ext cx="720306" cy="344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54071A" w14:textId="77777777" w:rsidR="00635A1A" w:rsidRPr="002A7BF1" w:rsidRDefault="00635A1A" w:rsidP="00635A1A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</w:pP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 xml:space="preserve">um </w:t>
                              </w:r>
                              <w:r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</w:t>
                              </w: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10 kleiner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245EC2" id="_x0000_s1037" style="position:absolute;margin-left:15.6pt;margin-top:233.35pt;width:60.35pt;height:38.95pt;z-index:252069376;mso-width-relative:margin;mso-height-relative:margin" coordorigin="562,560" coordsize="7203,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">
                <v:shape id="Freihandform 7" o:spid="_x0000_s1038" style="position:absolute;left:5046;top:560;width:1422;height:3451;flip:y;visibility:visible;mso-wrap-style:square;v-text-anchor:middle" coordsize="207490,46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" path="m164856,461527c70220,334589,-6650,253762,456,176841,7562,99920,123023,55712,207490,e" filled="f" strokecolor="#0070c0" strokeweight="1pt">
                  <v:stroke endarrow="open" joinstyle="miter"/>
                  <v:path arrowok="t" o:connecttype="custom" o:connectlocs="113013,345058;313,132214;142240,0" o:connectangles="0,0,0"/>
                </v:shape>
                <v:shape id="Textfeld 8" o:spid="_x0000_s1039" type="#_x0000_t202" style="position:absolute;left:562;top:560;width:7203;height:3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" filled="f" stroked="f" strokeweight=".5pt">
                  <v:textbox>
                    <w:txbxContent>
                      <w:p w14:paraId="3F54071A" w14:textId="77777777" w:rsidR="00635A1A" w:rsidRPr="002A7BF1" w:rsidRDefault="00635A1A" w:rsidP="00635A1A">
                        <w:pPr>
                          <w:spacing w:line="240" w:lineRule="auto"/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</w:pP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 xml:space="preserve">um </w:t>
                        </w:r>
                        <w:r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</w:t>
                        </w: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10 kleiner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eastAsia="MS Gothic" w:hAnsi="Calibri" w:cs="Times New Roman"/>
          <w:b/>
          <w:bCs/>
          <w:noProof/>
          <w:color w:val="327A86" w:themeColor="text2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67328" behindDoc="0" locked="0" layoutInCell="1" allowOverlap="1" wp14:anchorId="01FAB065" wp14:editId="3DDFB548">
                <wp:simplePos x="0" y="0"/>
                <wp:positionH relativeFrom="column">
                  <wp:posOffset>196215</wp:posOffset>
                </wp:positionH>
                <wp:positionV relativeFrom="paragraph">
                  <wp:posOffset>2229459</wp:posOffset>
                </wp:positionV>
                <wp:extent cx="766743" cy="494523"/>
                <wp:effectExtent l="0" t="0" r="0" b="39370"/>
                <wp:wrapNone/>
                <wp:docPr id="517049365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43" cy="494523"/>
                          <a:chOff x="56287" y="56072"/>
                          <a:chExt cx="720306" cy="345058"/>
                        </a:xfrm>
                      </wpg:grpSpPr>
                      <wps:wsp>
                        <wps:cNvPr id="1118419417" name="Freihandform 7"/>
                        <wps:cNvSpPr/>
                        <wps:spPr>
                          <a:xfrm flipV="1">
                            <a:off x="504645" y="56072"/>
                            <a:ext cx="142240" cy="345058"/>
                          </a:xfrm>
                          <a:custGeom>
                            <a:avLst/>
                            <a:gdLst>
                              <a:gd name="connsiteX0" fmla="*/ 6981 w 235581"/>
                              <a:gd name="connsiteY0" fmla="*/ 392502 h 392502"/>
                              <a:gd name="connsiteX1" fmla="*/ 28547 w 235581"/>
                              <a:gd name="connsiteY1" fmla="*/ 176841 h 392502"/>
                              <a:gd name="connsiteX2" fmla="*/ 235581 w 235581"/>
                              <a:gd name="connsiteY2" fmla="*/ 0 h 392502"/>
                              <a:gd name="connsiteX0" fmla="*/ 164626 w 207260"/>
                              <a:gd name="connsiteY0" fmla="*/ 461527 h 461527"/>
                              <a:gd name="connsiteX1" fmla="*/ 226 w 207260"/>
                              <a:gd name="connsiteY1" fmla="*/ 176841 h 461527"/>
                              <a:gd name="connsiteX2" fmla="*/ 207260 w 207260"/>
                              <a:gd name="connsiteY2" fmla="*/ 0 h 461527"/>
                              <a:gd name="connsiteX0" fmla="*/ 164856 w 207490"/>
                              <a:gd name="connsiteY0" fmla="*/ 461527 h 461527"/>
                              <a:gd name="connsiteX1" fmla="*/ 456 w 207490"/>
                              <a:gd name="connsiteY1" fmla="*/ 176841 h 461527"/>
                              <a:gd name="connsiteX2" fmla="*/ 207490 w 207490"/>
                              <a:gd name="connsiteY2" fmla="*/ 0 h 461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7490" h="461527">
                                <a:moveTo>
                                  <a:pt x="164856" y="461527"/>
                                </a:moveTo>
                                <a:cubicBezTo>
                                  <a:pt x="70220" y="334589"/>
                                  <a:pt x="-6650" y="253762"/>
                                  <a:pt x="456" y="176841"/>
                                </a:cubicBezTo>
                                <a:cubicBezTo>
                                  <a:pt x="7562" y="99920"/>
                                  <a:pt x="123023" y="55712"/>
                                  <a:pt x="20749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0148122" name="Textfeld 8"/>
                        <wps:cNvSpPr txBox="1"/>
                        <wps:spPr>
                          <a:xfrm>
                            <a:off x="56287" y="56073"/>
                            <a:ext cx="720306" cy="344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8F473D" w14:textId="77777777" w:rsidR="00635A1A" w:rsidRPr="002A7BF1" w:rsidRDefault="00635A1A" w:rsidP="00635A1A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</w:pP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 xml:space="preserve">um </w:t>
                              </w:r>
                              <w:r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</w:t>
                              </w: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10 kleiner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FAB065" id="_x0000_s1040" style="position:absolute;margin-left:15.45pt;margin-top:175.55pt;width:60.35pt;height:38.95pt;z-index:252067328;mso-width-relative:margin;mso-height-relative:margin" coordorigin="562,560" coordsize="7203,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">
                <v:shape id="Freihandform 7" o:spid="_x0000_s1041" style="position:absolute;left:5046;top:560;width:1422;height:3451;flip:y;visibility:visible;mso-wrap-style:square;v-text-anchor:middle" coordsize="207490,46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" path="m164856,461527c70220,334589,-6650,253762,456,176841,7562,99920,123023,55712,207490,e" filled="f" strokecolor="#0070c0" strokeweight="1pt">
                  <v:stroke endarrow="open" joinstyle="miter"/>
                  <v:path arrowok="t" o:connecttype="custom" o:connectlocs="113013,345058;313,132214;142240,0" o:connectangles="0,0,0"/>
                </v:shape>
                <v:shape id="Textfeld 8" o:spid="_x0000_s1042" type="#_x0000_t202" style="position:absolute;left:562;top:560;width:7203;height:3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" filled="f" stroked="f" strokeweight=".5pt">
                  <v:textbox>
                    <w:txbxContent>
                      <w:p w14:paraId="588F473D" w14:textId="77777777" w:rsidR="00635A1A" w:rsidRPr="002A7BF1" w:rsidRDefault="00635A1A" w:rsidP="00635A1A">
                        <w:pPr>
                          <w:spacing w:line="240" w:lineRule="auto"/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</w:pP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 xml:space="preserve">um </w:t>
                        </w:r>
                        <w:r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</w:t>
                        </w: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10 kleiner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eastAsia="MS Gothic" w:hAnsi="Calibri" w:cs="Times New Roman"/>
          <w:b/>
          <w:bCs/>
          <w:noProof/>
          <w:color w:val="327A86" w:themeColor="text2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65280" behindDoc="0" locked="0" layoutInCell="1" allowOverlap="1" wp14:anchorId="7C537999" wp14:editId="240DBB85">
                <wp:simplePos x="0" y="0"/>
                <wp:positionH relativeFrom="column">
                  <wp:posOffset>197433</wp:posOffset>
                </wp:positionH>
                <wp:positionV relativeFrom="paragraph">
                  <wp:posOffset>1492769</wp:posOffset>
                </wp:positionV>
                <wp:extent cx="766743" cy="494523"/>
                <wp:effectExtent l="0" t="0" r="0" b="39370"/>
                <wp:wrapNone/>
                <wp:docPr id="300186473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43" cy="494523"/>
                          <a:chOff x="56287" y="56072"/>
                          <a:chExt cx="720306" cy="345058"/>
                        </a:xfrm>
                      </wpg:grpSpPr>
                      <wps:wsp>
                        <wps:cNvPr id="119175878" name="Freihandform 7"/>
                        <wps:cNvSpPr/>
                        <wps:spPr>
                          <a:xfrm flipV="1">
                            <a:off x="504645" y="56072"/>
                            <a:ext cx="142240" cy="345058"/>
                          </a:xfrm>
                          <a:custGeom>
                            <a:avLst/>
                            <a:gdLst>
                              <a:gd name="connsiteX0" fmla="*/ 6981 w 235581"/>
                              <a:gd name="connsiteY0" fmla="*/ 392502 h 392502"/>
                              <a:gd name="connsiteX1" fmla="*/ 28547 w 235581"/>
                              <a:gd name="connsiteY1" fmla="*/ 176841 h 392502"/>
                              <a:gd name="connsiteX2" fmla="*/ 235581 w 235581"/>
                              <a:gd name="connsiteY2" fmla="*/ 0 h 392502"/>
                              <a:gd name="connsiteX0" fmla="*/ 164626 w 207260"/>
                              <a:gd name="connsiteY0" fmla="*/ 461527 h 461527"/>
                              <a:gd name="connsiteX1" fmla="*/ 226 w 207260"/>
                              <a:gd name="connsiteY1" fmla="*/ 176841 h 461527"/>
                              <a:gd name="connsiteX2" fmla="*/ 207260 w 207260"/>
                              <a:gd name="connsiteY2" fmla="*/ 0 h 461527"/>
                              <a:gd name="connsiteX0" fmla="*/ 164856 w 207490"/>
                              <a:gd name="connsiteY0" fmla="*/ 461527 h 461527"/>
                              <a:gd name="connsiteX1" fmla="*/ 456 w 207490"/>
                              <a:gd name="connsiteY1" fmla="*/ 176841 h 461527"/>
                              <a:gd name="connsiteX2" fmla="*/ 207490 w 207490"/>
                              <a:gd name="connsiteY2" fmla="*/ 0 h 461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7490" h="461527">
                                <a:moveTo>
                                  <a:pt x="164856" y="461527"/>
                                </a:moveTo>
                                <a:cubicBezTo>
                                  <a:pt x="70220" y="334589"/>
                                  <a:pt x="-6650" y="253762"/>
                                  <a:pt x="456" y="176841"/>
                                </a:cubicBezTo>
                                <a:cubicBezTo>
                                  <a:pt x="7562" y="99920"/>
                                  <a:pt x="123023" y="55712"/>
                                  <a:pt x="20749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6944863" name="Textfeld 8"/>
                        <wps:cNvSpPr txBox="1"/>
                        <wps:spPr>
                          <a:xfrm>
                            <a:off x="56287" y="56073"/>
                            <a:ext cx="720306" cy="344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E4FD11" w14:textId="77777777" w:rsidR="00635A1A" w:rsidRPr="002A7BF1" w:rsidRDefault="00635A1A" w:rsidP="00635A1A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</w:pP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 xml:space="preserve">um </w:t>
                              </w:r>
                              <w:r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</w:t>
                              </w: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10 kleiner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537999" id="_x0000_s1043" style="position:absolute;margin-left:15.55pt;margin-top:117.55pt;width:60.35pt;height:38.95pt;z-index:252065280;mso-width-relative:margin;mso-height-relative:margin" coordorigin="562,560" coordsize="7203,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">
                <v:shape id="Freihandform 7" o:spid="_x0000_s1044" style="position:absolute;left:5046;top:560;width:1422;height:3451;flip:y;visibility:visible;mso-wrap-style:square;v-text-anchor:middle" coordsize="207490,46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" path="m164856,461527c70220,334589,-6650,253762,456,176841,7562,99920,123023,55712,207490,e" filled="f" strokecolor="#0070c0" strokeweight="1pt">
                  <v:stroke endarrow="open" joinstyle="miter"/>
                  <v:path arrowok="t" o:connecttype="custom" o:connectlocs="113013,345058;313,132214;142240,0" o:connectangles="0,0,0"/>
                </v:shape>
                <v:shape id="Textfeld 8" o:spid="_x0000_s1045" type="#_x0000_t202" style="position:absolute;left:562;top:560;width:7203;height:3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" filled="f" stroked="f" strokeweight=".5pt">
                  <v:textbox>
                    <w:txbxContent>
                      <w:p w14:paraId="78E4FD11" w14:textId="77777777" w:rsidR="00635A1A" w:rsidRPr="002A7BF1" w:rsidRDefault="00635A1A" w:rsidP="00635A1A">
                        <w:pPr>
                          <w:spacing w:line="240" w:lineRule="auto"/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</w:pP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 xml:space="preserve">um </w:t>
                        </w:r>
                        <w:r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</w:t>
                        </w: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10 kleiner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eastAsia="MS Gothic" w:hAnsi="Calibri" w:cs="Times New Roman"/>
          <w:b/>
          <w:bCs/>
          <w:noProof/>
          <w:color w:val="327A86" w:themeColor="text2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63232" behindDoc="0" locked="0" layoutInCell="1" allowOverlap="1" wp14:anchorId="63D3E1C0" wp14:editId="2E5C3FF1">
                <wp:simplePos x="0" y="0"/>
                <wp:positionH relativeFrom="column">
                  <wp:posOffset>203835</wp:posOffset>
                </wp:positionH>
                <wp:positionV relativeFrom="paragraph">
                  <wp:posOffset>782874</wp:posOffset>
                </wp:positionV>
                <wp:extent cx="766743" cy="494523"/>
                <wp:effectExtent l="0" t="0" r="0" b="39370"/>
                <wp:wrapNone/>
                <wp:docPr id="1052903967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43" cy="494523"/>
                          <a:chOff x="56287" y="56072"/>
                          <a:chExt cx="720306" cy="345058"/>
                        </a:xfrm>
                      </wpg:grpSpPr>
                      <wps:wsp>
                        <wps:cNvPr id="575298677" name="Freihandform 7"/>
                        <wps:cNvSpPr/>
                        <wps:spPr>
                          <a:xfrm flipV="1">
                            <a:off x="504645" y="56072"/>
                            <a:ext cx="142240" cy="345058"/>
                          </a:xfrm>
                          <a:custGeom>
                            <a:avLst/>
                            <a:gdLst>
                              <a:gd name="connsiteX0" fmla="*/ 6981 w 235581"/>
                              <a:gd name="connsiteY0" fmla="*/ 392502 h 392502"/>
                              <a:gd name="connsiteX1" fmla="*/ 28547 w 235581"/>
                              <a:gd name="connsiteY1" fmla="*/ 176841 h 392502"/>
                              <a:gd name="connsiteX2" fmla="*/ 235581 w 235581"/>
                              <a:gd name="connsiteY2" fmla="*/ 0 h 392502"/>
                              <a:gd name="connsiteX0" fmla="*/ 164626 w 207260"/>
                              <a:gd name="connsiteY0" fmla="*/ 461527 h 461527"/>
                              <a:gd name="connsiteX1" fmla="*/ 226 w 207260"/>
                              <a:gd name="connsiteY1" fmla="*/ 176841 h 461527"/>
                              <a:gd name="connsiteX2" fmla="*/ 207260 w 207260"/>
                              <a:gd name="connsiteY2" fmla="*/ 0 h 461527"/>
                              <a:gd name="connsiteX0" fmla="*/ 164856 w 207490"/>
                              <a:gd name="connsiteY0" fmla="*/ 461527 h 461527"/>
                              <a:gd name="connsiteX1" fmla="*/ 456 w 207490"/>
                              <a:gd name="connsiteY1" fmla="*/ 176841 h 461527"/>
                              <a:gd name="connsiteX2" fmla="*/ 207490 w 207490"/>
                              <a:gd name="connsiteY2" fmla="*/ 0 h 461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7490" h="461527">
                                <a:moveTo>
                                  <a:pt x="164856" y="461527"/>
                                </a:moveTo>
                                <a:cubicBezTo>
                                  <a:pt x="70220" y="334589"/>
                                  <a:pt x="-6650" y="253762"/>
                                  <a:pt x="456" y="176841"/>
                                </a:cubicBezTo>
                                <a:cubicBezTo>
                                  <a:pt x="7562" y="99920"/>
                                  <a:pt x="123023" y="55712"/>
                                  <a:pt x="20749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647606" name="Textfeld 8"/>
                        <wps:cNvSpPr txBox="1"/>
                        <wps:spPr>
                          <a:xfrm>
                            <a:off x="56287" y="56073"/>
                            <a:ext cx="720306" cy="344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6533A2" w14:textId="77777777" w:rsidR="00635A1A" w:rsidRPr="002A7BF1" w:rsidRDefault="00635A1A" w:rsidP="00635A1A">
                              <w:pPr>
                                <w:spacing w:line="240" w:lineRule="auto"/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</w:pP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 xml:space="preserve">um </w:t>
                              </w:r>
                              <w:r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</w:t>
                              </w:r>
                              <w:r w:rsidRPr="002A7BF1">
                                <w:rPr>
                                  <w:rFonts w:ascii="Comic Sans MS" w:hAnsi="Comic Sans MS"/>
                                  <w:color w:val="0070C0"/>
                                  <w:sz w:val="15"/>
                                  <w:szCs w:val="15"/>
                                </w:rPr>
                                <w:t>10 kleiner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D3E1C0" id="_x0000_s1046" style="position:absolute;margin-left:16.05pt;margin-top:61.65pt;width:60.35pt;height:38.95pt;z-index:252063232;mso-width-relative:margin;mso-height-relative:margin" coordorigin="562,560" coordsize="7203,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">
                <v:shape id="Freihandform 7" o:spid="_x0000_s1047" style="position:absolute;left:5046;top:560;width:1422;height:3451;flip:y;visibility:visible;mso-wrap-style:square;v-text-anchor:middle" coordsize="207490,46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" path="m164856,461527c70220,334589,-6650,253762,456,176841,7562,99920,123023,55712,207490,e" filled="f" strokecolor="#0070c0" strokeweight="1pt">
                  <v:stroke endarrow="open" joinstyle="miter"/>
                  <v:path arrowok="t" o:connecttype="custom" o:connectlocs="113013,345058;313,132214;142240,0" o:connectangles="0,0,0"/>
                </v:shape>
                <v:shape id="Textfeld 8" o:spid="_x0000_s1048" type="#_x0000_t202" style="position:absolute;left:562;top:560;width:7203;height:3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" filled="f" stroked="f" strokeweight=".5pt">
                  <v:textbox>
                    <w:txbxContent>
                      <w:p w14:paraId="116533A2" w14:textId="77777777" w:rsidR="00635A1A" w:rsidRPr="002A7BF1" w:rsidRDefault="00635A1A" w:rsidP="00635A1A">
                        <w:pPr>
                          <w:spacing w:line="240" w:lineRule="auto"/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</w:pP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 xml:space="preserve">um </w:t>
                        </w:r>
                        <w:r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</w:t>
                        </w:r>
                        <w:r w:rsidRPr="002A7BF1">
                          <w:rPr>
                            <w:rFonts w:ascii="Comic Sans MS" w:hAnsi="Comic Sans MS"/>
                            <w:color w:val="0070C0"/>
                            <w:sz w:val="15"/>
                            <w:szCs w:val="15"/>
                          </w:rPr>
                          <w:t>10 kleiner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ellenraster"/>
        <w:tblW w:w="0" w:type="auto"/>
        <w:tblInd w:w="1413" w:type="dxa"/>
        <w:tblLook w:val="04A0" w:firstRow="1" w:lastRow="0" w:firstColumn="1" w:lastColumn="0" w:noHBand="0" w:noVBand="1"/>
      </w:tblPr>
      <w:tblGrid>
        <w:gridCol w:w="5670"/>
        <w:gridCol w:w="1977"/>
      </w:tblGrid>
      <w:tr w:rsidR="00635A1A" w14:paraId="2D2E4562" w14:textId="77777777" w:rsidTr="00D92295">
        <w:tc>
          <w:tcPr>
            <w:tcW w:w="5670" w:type="dxa"/>
          </w:tcPr>
          <w:p w14:paraId="3EECC976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Bild </w:t>
            </w:r>
          </w:p>
        </w:tc>
        <w:tc>
          <w:tcPr>
            <w:tcW w:w="1977" w:type="dxa"/>
          </w:tcPr>
          <w:p w14:paraId="1CF990A2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  <w:t xml:space="preserve">Zahl </w:t>
            </w:r>
          </w:p>
        </w:tc>
      </w:tr>
      <w:tr w:rsidR="00635A1A" w14:paraId="5E8734F2" w14:textId="77777777" w:rsidTr="00D92295">
        <w:tc>
          <w:tcPr>
            <w:tcW w:w="5670" w:type="dxa"/>
          </w:tcPr>
          <w:p w14:paraId="632892B9" w14:textId="224E4B49" w:rsidR="00635A1A" w:rsidRDefault="00D733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3328" behindDoc="0" locked="0" layoutInCell="1" allowOverlap="1" wp14:anchorId="3975ADA4" wp14:editId="652321E1">
                      <wp:simplePos x="0" y="0"/>
                      <wp:positionH relativeFrom="column">
                        <wp:posOffset>2423246</wp:posOffset>
                      </wp:positionH>
                      <wp:positionV relativeFrom="paragraph">
                        <wp:posOffset>170180</wp:posOffset>
                      </wp:positionV>
                      <wp:extent cx="395605" cy="0"/>
                      <wp:effectExtent l="0" t="19050" r="23495" b="19050"/>
                      <wp:wrapNone/>
                      <wp:docPr id="583145894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FA05E44" id="Gerader Verbinder 2" o:spid="_x0000_s1026" style="position:absolute;z-index:25232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8pt,13.4pt" to="221.9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7184" behindDoc="0" locked="0" layoutInCell="1" allowOverlap="1" wp14:anchorId="1B5C88D4" wp14:editId="5F4DD708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162560</wp:posOffset>
                      </wp:positionV>
                      <wp:extent cx="395605" cy="395605"/>
                      <wp:effectExtent l="0" t="0" r="23495" b="23495"/>
                      <wp:wrapNone/>
                      <wp:docPr id="1248287066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5B2AA8" id="Rechteck 1" o:spid="_x0000_s1026" style="position:absolute;margin-left:7.4pt;margin-top:12.8pt;width:31.15pt;height:31.15pt;z-index:25231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8208" behindDoc="0" locked="0" layoutInCell="1" allowOverlap="1" wp14:anchorId="5C2E0504" wp14:editId="2367C719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160020</wp:posOffset>
                      </wp:positionV>
                      <wp:extent cx="395605" cy="395605"/>
                      <wp:effectExtent l="0" t="0" r="23495" b="23495"/>
                      <wp:wrapNone/>
                      <wp:docPr id="702043798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F310F" id="Rechteck 1" o:spid="_x0000_s1026" style="position:absolute;margin-left:42.75pt;margin-top:12.6pt;width:31.15pt;height:31.15pt;z-index:25231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9232" behindDoc="0" locked="0" layoutInCell="1" allowOverlap="1" wp14:anchorId="054F86DC" wp14:editId="7D32DD7C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160655</wp:posOffset>
                      </wp:positionV>
                      <wp:extent cx="395605" cy="395605"/>
                      <wp:effectExtent l="0" t="0" r="23495" b="23495"/>
                      <wp:wrapNone/>
                      <wp:docPr id="657492758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5C27A" id="Rechteck 1" o:spid="_x0000_s1026" style="position:absolute;margin-left:78.6pt;margin-top:12.65pt;width:31.15pt;height:31.15pt;z-index:25231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0256" behindDoc="0" locked="0" layoutInCell="1" allowOverlap="1" wp14:anchorId="1B9C04F0" wp14:editId="4DA9912A">
                      <wp:simplePos x="0" y="0"/>
                      <wp:positionH relativeFrom="column">
                        <wp:posOffset>1456690</wp:posOffset>
                      </wp:positionH>
                      <wp:positionV relativeFrom="paragraph">
                        <wp:posOffset>162560</wp:posOffset>
                      </wp:positionV>
                      <wp:extent cx="395605" cy="395605"/>
                      <wp:effectExtent l="0" t="0" r="23495" b="23495"/>
                      <wp:wrapNone/>
                      <wp:docPr id="415856302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DE0DE9" id="Rechteck 1" o:spid="_x0000_s1026" style="position:absolute;margin-left:114.7pt;margin-top:12.8pt;width:31.15pt;height:31.15pt;z-index:25232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1280" behindDoc="0" locked="0" layoutInCell="1" allowOverlap="1" wp14:anchorId="10FE4958" wp14:editId="1CF3BD15">
                      <wp:simplePos x="0" y="0"/>
                      <wp:positionH relativeFrom="column">
                        <wp:posOffset>1917580</wp:posOffset>
                      </wp:positionH>
                      <wp:positionV relativeFrom="paragraph">
                        <wp:posOffset>161994</wp:posOffset>
                      </wp:positionV>
                      <wp:extent cx="395605" cy="395605"/>
                      <wp:effectExtent l="0" t="0" r="23495" b="23495"/>
                      <wp:wrapNone/>
                      <wp:docPr id="691905767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3D85F" id="Rechteck 1" o:spid="_x0000_s1026" style="position:absolute;margin-left:151pt;margin-top:12.75pt;width:31.15pt;height:31.15pt;z-index:25232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" fillcolor="white [3212]" strokecolor="black [3213]" strokeweight="1pt"/>
                  </w:pict>
                </mc:Fallback>
              </mc:AlternateContent>
            </w:r>
          </w:p>
          <w:p w14:paraId="7EF7ED25" w14:textId="2E67A02E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2691A00C" w14:textId="4FBD0AA5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3BB5A1DC" w14:textId="793F8F88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420F42EC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  <w:tr w:rsidR="00635A1A" w14:paraId="67D090E2" w14:textId="77777777" w:rsidTr="00D92295">
        <w:tc>
          <w:tcPr>
            <w:tcW w:w="5670" w:type="dxa"/>
          </w:tcPr>
          <w:p w14:paraId="04070042" w14:textId="0E606781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1BA19D60" w14:textId="15D55301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33DC64A2" w14:textId="06156D8E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221F2499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1FCBC851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  <w:tr w:rsidR="00635A1A" w14:paraId="5E73CE68" w14:textId="77777777" w:rsidTr="00D92295">
        <w:trPr>
          <w:trHeight w:val="69"/>
        </w:trPr>
        <w:tc>
          <w:tcPr>
            <w:tcW w:w="5670" w:type="dxa"/>
          </w:tcPr>
          <w:p w14:paraId="4753168D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59950101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57B69FF4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44545EC7" w14:textId="223D4E1F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73C4C2D8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  <w:tr w:rsidR="00635A1A" w14:paraId="2129BCCC" w14:textId="77777777" w:rsidTr="00D92295">
        <w:tc>
          <w:tcPr>
            <w:tcW w:w="5670" w:type="dxa"/>
          </w:tcPr>
          <w:p w14:paraId="066BBCA5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277A37FE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49AF0B51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6E30BEF6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5F1AC5F9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  <w:tr w:rsidR="00635A1A" w14:paraId="11EBF825" w14:textId="77777777" w:rsidTr="00D92295">
        <w:tc>
          <w:tcPr>
            <w:tcW w:w="5670" w:type="dxa"/>
          </w:tcPr>
          <w:p w14:paraId="74DB58A1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5043EAB0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722823BB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  <w:p w14:paraId="5D78C7FD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  <w:tc>
          <w:tcPr>
            <w:tcW w:w="1977" w:type="dxa"/>
          </w:tcPr>
          <w:p w14:paraId="7D9D2D9E" w14:textId="77777777" w:rsidR="00635A1A" w:rsidRDefault="00635A1A" w:rsidP="00D92295">
            <w:pPr>
              <w:rPr>
                <w:rFonts w:ascii="Calibri" w:eastAsia="MS Gothic" w:hAnsi="Calibri" w:cs="Times New Roman"/>
                <w:b/>
                <w:bCs/>
                <w:color w:val="327A86" w:themeColor="text2"/>
                <w:sz w:val="24"/>
                <w:szCs w:val="24"/>
                <w:lang w:eastAsia="de-DE"/>
              </w:rPr>
            </w:pPr>
          </w:p>
        </w:tc>
      </w:tr>
    </w:tbl>
    <w:p w14:paraId="1CD60628" w14:textId="77777777" w:rsidR="00403D41" w:rsidRPr="00635A1A" w:rsidRDefault="00403D41" w:rsidP="00635A1A">
      <w:pPr>
        <w:rPr>
          <w:rFonts w:ascii="Calibri" w:eastAsia="MS Gothic" w:hAnsi="Calibri" w:cs="Times New Roman"/>
          <w:b/>
          <w:bCs/>
          <w:color w:val="327A86" w:themeColor="text2"/>
          <w:sz w:val="24"/>
          <w:szCs w:val="24"/>
          <w:lang w:eastAsia="de-DE"/>
        </w:rPr>
      </w:pPr>
    </w:p>
    <w:sectPr w:rsidR="00403D41" w:rsidRPr="00635A1A" w:rsidSect="006678AC">
      <w:headerReference w:type="default" r:id="rId13"/>
      <w:pgSz w:w="11906" w:h="16838"/>
      <w:pgMar w:top="1474" w:right="1418" w:bottom="270" w:left="1418" w:header="284" w:footer="567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4C951" w14:textId="77777777" w:rsidR="006678AC" w:rsidRDefault="006678AC" w:rsidP="00F56440">
      <w:r>
        <w:separator/>
      </w:r>
    </w:p>
    <w:p w14:paraId="4FBBD8AE" w14:textId="77777777" w:rsidR="006678AC" w:rsidRDefault="006678AC" w:rsidP="00F56440"/>
    <w:p w14:paraId="74746426" w14:textId="77777777" w:rsidR="006678AC" w:rsidRDefault="006678AC" w:rsidP="00F56440"/>
    <w:p w14:paraId="30330555" w14:textId="77777777" w:rsidR="006678AC" w:rsidRDefault="006678AC" w:rsidP="00F56440"/>
    <w:p w14:paraId="30606D90" w14:textId="77777777" w:rsidR="006678AC" w:rsidRDefault="006678AC"/>
    <w:p w14:paraId="7E58056D" w14:textId="77777777" w:rsidR="006678AC" w:rsidRDefault="006678AC"/>
    <w:p w14:paraId="11D517D1" w14:textId="77777777" w:rsidR="006678AC" w:rsidRDefault="006678AC"/>
  </w:endnote>
  <w:endnote w:type="continuationSeparator" w:id="0">
    <w:p w14:paraId="00C88293" w14:textId="77777777" w:rsidR="006678AC" w:rsidRDefault="006678AC" w:rsidP="00F56440">
      <w:r>
        <w:continuationSeparator/>
      </w:r>
    </w:p>
    <w:p w14:paraId="2745E6F1" w14:textId="77777777" w:rsidR="006678AC" w:rsidRDefault="006678AC" w:rsidP="00F56440"/>
    <w:p w14:paraId="3FB98577" w14:textId="77777777" w:rsidR="006678AC" w:rsidRDefault="006678AC" w:rsidP="00F56440"/>
    <w:p w14:paraId="4B420A5F" w14:textId="77777777" w:rsidR="006678AC" w:rsidRDefault="006678AC" w:rsidP="00F56440"/>
    <w:p w14:paraId="3F94C277" w14:textId="77777777" w:rsidR="006678AC" w:rsidRDefault="006678AC"/>
    <w:p w14:paraId="48F534E8" w14:textId="77777777" w:rsidR="006678AC" w:rsidRDefault="006678AC"/>
    <w:p w14:paraId="01FB94C8" w14:textId="77777777" w:rsidR="006678AC" w:rsidRDefault="00667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21AE" w14:textId="77777777" w:rsidR="001E7D7B" w:rsidRDefault="001E7D7B" w:rsidP="003F0902">
    <w:pPr>
      <w:pStyle w:val="Fuzeil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77773" w14:textId="77777777" w:rsidR="006678AC" w:rsidRDefault="006678AC" w:rsidP="00F56440">
      <w:r>
        <w:separator/>
      </w:r>
    </w:p>
    <w:p w14:paraId="16DE393E" w14:textId="77777777" w:rsidR="006678AC" w:rsidRDefault="006678AC" w:rsidP="00F56440"/>
    <w:p w14:paraId="6646B76B" w14:textId="77777777" w:rsidR="006678AC" w:rsidRDefault="006678AC" w:rsidP="00F56440"/>
    <w:p w14:paraId="41F7710B" w14:textId="77777777" w:rsidR="006678AC" w:rsidRDefault="006678AC" w:rsidP="00F56440"/>
    <w:p w14:paraId="4CB87F6C" w14:textId="77777777" w:rsidR="006678AC" w:rsidRDefault="006678AC"/>
    <w:p w14:paraId="5CFD3690" w14:textId="77777777" w:rsidR="006678AC" w:rsidRDefault="006678AC"/>
    <w:p w14:paraId="79231477" w14:textId="77777777" w:rsidR="006678AC" w:rsidRDefault="006678AC"/>
  </w:footnote>
  <w:footnote w:type="continuationSeparator" w:id="0">
    <w:p w14:paraId="76F2CC6E" w14:textId="77777777" w:rsidR="006678AC" w:rsidRDefault="006678AC" w:rsidP="00F56440">
      <w:r>
        <w:continuationSeparator/>
      </w:r>
    </w:p>
    <w:p w14:paraId="5B9996BD" w14:textId="77777777" w:rsidR="006678AC" w:rsidRDefault="006678AC" w:rsidP="00F56440"/>
    <w:p w14:paraId="2E38B763" w14:textId="77777777" w:rsidR="006678AC" w:rsidRDefault="006678AC" w:rsidP="00F56440"/>
    <w:p w14:paraId="50E02BED" w14:textId="77777777" w:rsidR="006678AC" w:rsidRDefault="006678AC" w:rsidP="00F56440"/>
    <w:p w14:paraId="43021091" w14:textId="77777777" w:rsidR="006678AC" w:rsidRDefault="006678AC"/>
    <w:p w14:paraId="414272FA" w14:textId="77777777" w:rsidR="006678AC" w:rsidRDefault="006678AC"/>
    <w:p w14:paraId="2D41B4AB" w14:textId="77777777" w:rsidR="006678AC" w:rsidRDefault="006678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F28FF" w14:textId="77777777" w:rsidR="001E7D7B" w:rsidRPr="00E0758C" w:rsidRDefault="001E7D7B" w:rsidP="00E0758C"/>
  <w:tbl>
    <w:tblPr>
      <w:tblW w:w="9469" w:type="dxa"/>
      <w:jc w:val="center"/>
      <w:tblCellMar>
        <w:top w:w="57" w:type="dxa"/>
        <w:left w:w="170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1357"/>
      <w:gridCol w:w="6190"/>
      <w:gridCol w:w="1003"/>
      <w:gridCol w:w="919"/>
    </w:tblGrid>
    <w:tr w:rsidR="001E7D7B" w:rsidRPr="00E0758C" w14:paraId="5FD372D2" w14:textId="77777777" w:rsidTr="003F0902">
      <w:trPr>
        <w:trHeight w:val="510"/>
        <w:jc w:val="center"/>
      </w:trPr>
      <w:tc>
        <w:tcPr>
          <w:tcW w:w="134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6849866" w14:textId="4BD8B727" w:rsidR="001E7D7B" w:rsidRPr="00E0758C" w:rsidRDefault="001E7D7B" w:rsidP="00E0758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</w:p>
      </w:tc>
      <w:tc>
        <w:tcPr>
          <w:tcW w:w="615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57D7721F" w14:textId="0F956A29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97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7F41ECD8" w14:textId="77777777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1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1F2815A7" w14:textId="7FC2A7CE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</w:p>
      </w:tc>
    </w:tr>
  </w:tbl>
  <w:p w14:paraId="5FC49138" w14:textId="142871C3" w:rsidR="001E7D7B" w:rsidRPr="00E17AE8" w:rsidRDefault="001E7D7B" w:rsidP="008476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D9F2" w14:textId="0CA69890" w:rsidR="001E7D7B" w:rsidRDefault="001E7D7B" w:rsidP="003C704E"/>
  <w:tbl>
    <w:tblPr>
      <w:tblW w:w="9469" w:type="dxa"/>
      <w:jc w:val="center"/>
      <w:tblCellMar>
        <w:top w:w="57" w:type="dxa"/>
        <w:left w:w="57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851"/>
      <w:gridCol w:w="6696"/>
      <w:gridCol w:w="1003"/>
      <w:gridCol w:w="919"/>
    </w:tblGrid>
    <w:tr w:rsidR="001E7D7B" w:rsidRPr="00E0758C" w14:paraId="3DEC54E8" w14:textId="77777777" w:rsidTr="00F0051A">
      <w:trPr>
        <w:trHeight w:val="510"/>
        <w:jc w:val="center"/>
      </w:trPr>
      <w:tc>
        <w:tcPr>
          <w:tcW w:w="851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82E2E2C" w14:textId="6F59B36C" w:rsidR="001E7D7B" w:rsidRPr="00E0758C" w:rsidRDefault="00C83C29" w:rsidP="003E26A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  <w:r w:rsidRPr="00E0758C">
            <w:rPr>
              <w:rFonts w:asciiTheme="majorHAnsi" w:eastAsiaTheme="majorEastAsia" w:hAnsiTheme="majorHAnsi" w:cstheme="majorBidi"/>
              <w:noProof/>
              <w:color w:val="737373" w:themeColor="accent3"/>
              <w:sz w:val="17"/>
              <w:szCs w:val="18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F452E58" wp14:editId="7C0FC666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360000" cy="169985"/>
                <wp:effectExtent l="0" t="0" r="0" b="0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Zeichenfläche 1 Kopie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169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96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E457F" w14:textId="635B11A6" w:rsidR="001E7D7B" w:rsidRPr="00E0758C" w:rsidRDefault="00C83C29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 w:rsidRPr="00E0758C">
            <w:rPr>
              <w:color w:val="706F6F"/>
              <w:sz w:val="20"/>
              <w:szCs w:val="20"/>
            </w:rPr>
            <w:t xml:space="preserve">Ich kann Zahlen </w:t>
          </w:r>
          <w:r w:rsidR="00AB584F">
            <w:rPr>
              <w:color w:val="706F6F"/>
              <w:sz w:val="20"/>
              <w:szCs w:val="20"/>
            </w:rPr>
            <w:t>bündeln und entbündeln</w:t>
          </w:r>
          <w:r>
            <w:rPr>
              <w:color w:val="706F6F"/>
              <w:sz w:val="20"/>
              <w:szCs w:val="20"/>
            </w:rPr>
            <w:t xml:space="preserve"> – Klassenstunde</w:t>
          </w:r>
        </w:p>
      </w:tc>
      <w:tc>
        <w:tcPr>
          <w:tcW w:w="100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CE830" w14:textId="2AF9DE4A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 w:rsidRPr="00E0758C">
            <w:rPr>
              <w:color w:val="737373" w:themeColor="accent3"/>
              <w:sz w:val="18"/>
              <w:szCs w:val="18"/>
            </w:rPr>
            <w:t>N1</w:t>
          </w:r>
          <w:r w:rsidR="00AB584F">
            <w:rPr>
              <w:color w:val="737373" w:themeColor="accent3"/>
              <w:sz w:val="18"/>
              <w:szCs w:val="18"/>
            </w:rPr>
            <w:t>B</w:t>
          </w:r>
          <w:r w:rsidRPr="00E0758C">
            <w:rPr>
              <w:color w:val="737373" w:themeColor="accent3"/>
              <w:sz w:val="18"/>
              <w:szCs w:val="18"/>
            </w:rPr>
            <w:t>-</w:t>
          </w:r>
          <w:r w:rsidRPr="00E0758C">
            <w:rPr>
              <w:color w:val="737373" w:themeColor="accent3"/>
              <w:sz w:val="18"/>
              <w:szCs w:val="18"/>
            </w:rPr>
            <w:fldChar w:fldCharType="begin"/>
          </w:r>
          <w:r w:rsidRPr="00E0758C">
            <w:rPr>
              <w:color w:val="737373" w:themeColor="accent3"/>
              <w:sz w:val="18"/>
              <w:szCs w:val="18"/>
            </w:rPr>
            <w:instrText xml:space="preserve"> PAGE  \* Arabic  \* MERGEFORMAT </w:instrText>
          </w:r>
          <w:r w:rsidRPr="00E0758C">
            <w:rPr>
              <w:color w:val="737373" w:themeColor="accent3"/>
              <w:sz w:val="18"/>
              <w:szCs w:val="18"/>
            </w:rPr>
            <w:fldChar w:fldCharType="separate"/>
          </w:r>
          <w:r>
            <w:rPr>
              <w:color w:val="737373" w:themeColor="accent3"/>
              <w:sz w:val="18"/>
              <w:szCs w:val="18"/>
            </w:rPr>
            <w:t>1</w:t>
          </w:r>
          <w:r w:rsidRPr="00E0758C">
            <w:rPr>
              <w:color w:val="737373" w:themeColor="accent3"/>
              <w:sz w:val="18"/>
              <w:szCs w:val="18"/>
            </w:rPr>
            <w:fldChar w:fldCharType="end"/>
          </w:r>
        </w:p>
      </w:tc>
      <w:tc>
        <w:tcPr>
          <w:tcW w:w="91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6A54451D" w14:textId="77777777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  <w:r w:rsidRPr="00E0758C">
            <w:rPr>
              <w:noProof/>
              <w:color w:val="706F6F"/>
              <w:sz w:val="20"/>
              <w:szCs w:val="20"/>
            </w:rPr>
            <w:drawing>
              <wp:inline distT="0" distB="0" distL="0" distR="0" wp14:anchorId="2C4EDBED" wp14:editId="6857CC6A">
                <wp:extent cx="337235" cy="324000"/>
                <wp:effectExtent l="0" t="0" r="5715" b="0"/>
                <wp:docPr id="40" name="Grafik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35" cy="324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23EE302" w14:textId="77777777" w:rsidR="00C83C29" w:rsidRDefault="00C83C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153C"/>
    <w:multiLevelType w:val="hybridMultilevel"/>
    <w:tmpl w:val="5D9224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43893"/>
    <w:multiLevelType w:val="hybridMultilevel"/>
    <w:tmpl w:val="52AC2B48"/>
    <w:lvl w:ilvl="0" w:tplc="F1DC39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342CE0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20C4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3D8CF6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64A19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9AE0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3E011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E1843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26068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2A2E63C3"/>
    <w:multiLevelType w:val="hybridMultilevel"/>
    <w:tmpl w:val="FAFC4244"/>
    <w:lvl w:ilvl="0" w:tplc="7E585ED6">
      <w:start w:val="1"/>
      <w:numFmt w:val="bullet"/>
      <w:pStyle w:val="Listenabsatz"/>
      <w:lvlText w:val=""/>
      <w:lvlJc w:val="left"/>
      <w:pPr>
        <w:ind w:left="8156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C0756"/>
    <w:multiLevelType w:val="hybridMultilevel"/>
    <w:tmpl w:val="D0501056"/>
    <w:lvl w:ilvl="0" w:tplc="1DACC342">
      <w:start w:val="1"/>
      <w:numFmt w:val="decimal"/>
      <w:pStyle w:val="Verzeichnis1"/>
      <w:lvlText w:val="(%1)"/>
      <w:lvlJc w:val="left"/>
      <w:pPr>
        <w:ind w:left="720" w:hanging="360"/>
      </w:pPr>
      <w:rPr>
        <w:rFonts w:hint="default"/>
        <w:b w:val="0"/>
        <w:sz w:val="20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F6940"/>
    <w:multiLevelType w:val="hybridMultilevel"/>
    <w:tmpl w:val="5D9224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634BC"/>
    <w:multiLevelType w:val="hybridMultilevel"/>
    <w:tmpl w:val="18689F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75100">
    <w:abstractNumId w:val="2"/>
  </w:num>
  <w:num w:numId="2" w16cid:durableId="1357342241">
    <w:abstractNumId w:val="3"/>
  </w:num>
  <w:num w:numId="3" w16cid:durableId="194777848">
    <w:abstractNumId w:val="1"/>
  </w:num>
  <w:num w:numId="4" w16cid:durableId="1414737083">
    <w:abstractNumId w:val="4"/>
  </w:num>
  <w:num w:numId="5" w16cid:durableId="1571381706">
    <w:abstractNumId w:val="0"/>
  </w:num>
  <w:num w:numId="6" w16cid:durableId="25298095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consecutiveHyphenLimit w:val="3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EA"/>
    <w:rsid w:val="00001908"/>
    <w:rsid w:val="00004F79"/>
    <w:rsid w:val="000052CA"/>
    <w:rsid w:val="00010863"/>
    <w:rsid w:val="00011C8C"/>
    <w:rsid w:val="00013060"/>
    <w:rsid w:val="00013062"/>
    <w:rsid w:val="00014A1F"/>
    <w:rsid w:val="00015F19"/>
    <w:rsid w:val="00020370"/>
    <w:rsid w:val="00021B05"/>
    <w:rsid w:val="00024CED"/>
    <w:rsid w:val="00026F34"/>
    <w:rsid w:val="00030B49"/>
    <w:rsid w:val="00035105"/>
    <w:rsid w:val="000358FA"/>
    <w:rsid w:val="0003654F"/>
    <w:rsid w:val="00041F2F"/>
    <w:rsid w:val="000425FD"/>
    <w:rsid w:val="00042F87"/>
    <w:rsid w:val="00045C57"/>
    <w:rsid w:val="00047413"/>
    <w:rsid w:val="0005096B"/>
    <w:rsid w:val="0005153C"/>
    <w:rsid w:val="00051DD5"/>
    <w:rsid w:val="00054B8E"/>
    <w:rsid w:val="000600D0"/>
    <w:rsid w:val="00063430"/>
    <w:rsid w:val="00066298"/>
    <w:rsid w:val="00075A3F"/>
    <w:rsid w:val="00076180"/>
    <w:rsid w:val="00076A10"/>
    <w:rsid w:val="000771BD"/>
    <w:rsid w:val="00081AEE"/>
    <w:rsid w:val="000829E6"/>
    <w:rsid w:val="00085A82"/>
    <w:rsid w:val="00091B11"/>
    <w:rsid w:val="00091E13"/>
    <w:rsid w:val="0009400B"/>
    <w:rsid w:val="000959F5"/>
    <w:rsid w:val="00095D18"/>
    <w:rsid w:val="000970F9"/>
    <w:rsid w:val="00097784"/>
    <w:rsid w:val="000A2473"/>
    <w:rsid w:val="000A412F"/>
    <w:rsid w:val="000A468E"/>
    <w:rsid w:val="000B5CA3"/>
    <w:rsid w:val="000B7134"/>
    <w:rsid w:val="000C56AC"/>
    <w:rsid w:val="000C648E"/>
    <w:rsid w:val="000C7083"/>
    <w:rsid w:val="000D30D1"/>
    <w:rsid w:val="000D488F"/>
    <w:rsid w:val="000E1DE9"/>
    <w:rsid w:val="000E2765"/>
    <w:rsid w:val="000F13CD"/>
    <w:rsid w:val="000F1545"/>
    <w:rsid w:val="000F32C4"/>
    <w:rsid w:val="000F3516"/>
    <w:rsid w:val="000F7F6B"/>
    <w:rsid w:val="00101357"/>
    <w:rsid w:val="001029C2"/>
    <w:rsid w:val="001030F4"/>
    <w:rsid w:val="00104F4B"/>
    <w:rsid w:val="00110ED7"/>
    <w:rsid w:val="00112BD0"/>
    <w:rsid w:val="00114F3B"/>
    <w:rsid w:val="00115A09"/>
    <w:rsid w:val="00117DE3"/>
    <w:rsid w:val="00120536"/>
    <w:rsid w:val="00120E67"/>
    <w:rsid w:val="0012488A"/>
    <w:rsid w:val="001312A6"/>
    <w:rsid w:val="00132A72"/>
    <w:rsid w:val="00133C95"/>
    <w:rsid w:val="00133CDA"/>
    <w:rsid w:val="001369FE"/>
    <w:rsid w:val="00140BC5"/>
    <w:rsid w:val="0014695C"/>
    <w:rsid w:val="00146ED1"/>
    <w:rsid w:val="00146F2A"/>
    <w:rsid w:val="00150886"/>
    <w:rsid w:val="001531AB"/>
    <w:rsid w:val="001559BE"/>
    <w:rsid w:val="001610F3"/>
    <w:rsid w:val="001637D8"/>
    <w:rsid w:val="001662C7"/>
    <w:rsid w:val="00170589"/>
    <w:rsid w:val="001735AF"/>
    <w:rsid w:val="00177A63"/>
    <w:rsid w:val="00180775"/>
    <w:rsid w:val="00180EC4"/>
    <w:rsid w:val="00183265"/>
    <w:rsid w:val="0018492B"/>
    <w:rsid w:val="001853AA"/>
    <w:rsid w:val="001858C2"/>
    <w:rsid w:val="0018699D"/>
    <w:rsid w:val="00186D3C"/>
    <w:rsid w:val="00187223"/>
    <w:rsid w:val="001921E2"/>
    <w:rsid w:val="00192D9F"/>
    <w:rsid w:val="001948F0"/>
    <w:rsid w:val="001A1780"/>
    <w:rsid w:val="001B249B"/>
    <w:rsid w:val="001B3139"/>
    <w:rsid w:val="001B43D2"/>
    <w:rsid w:val="001B547C"/>
    <w:rsid w:val="001C0814"/>
    <w:rsid w:val="001C0C6A"/>
    <w:rsid w:val="001C2751"/>
    <w:rsid w:val="001C3EE1"/>
    <w:rsid w:val="001C4682"/>
    <w:rsid w:val="001C691E"/>
    <w:rsid w:val="001C6C3A"/>
    <w:rsid w:val="001D6674"/>
    <w:rsid w:val="001D7B44"/>
    <w:rsid w:val="001E08C7"/>
    <w:rsid w:val="001E0E31"/>
    <w:rsid w:val="001E290A"/>
    <w:rsid w:val="001E402C"/>
    <w:rsid w:val="001E4845"/>
    <w:rsid w:val="001E7430"/>
    <w:rsid w:val="001E7D7B"/>
    <w:rsid w:val="001F2A76"/>
    <w:rsid w:val="001F6D00"/>
    <w:rsid w:val="001F6F57"/>
    <w:rsid w:val="00202DAA"/>
    <w:rsid w:val="002040DF"/>
    <w:rsid w:val="00204695"/>
    <w:rsid w:val="002061FE"/>
    <w:rsid w:val="00206256"/>
    <w:rsid w:val="00206AA9"/>
    <w:rsid w:val="0021237C"/>
    <w:rsid w:val="002150E8"/>
    <w:rsid w:val="00227411"/>
    <w:rsid w:val="002274BA"/>
    <w:rsid w:val="00230A99"/>
    <w:rsid w:val="002330F5"/>
    <w:rsid w:val="00235B6C"/>
    <w:rsid w:val="00240CAD"/>
    <w:rsid w:val="00243737"/>
    <w:rsid w:val="00252562"/>
    <w:rsid w:val="0025263D"/>
    <w:rsid w:val="00261CE3"/>
    <w:rsid w:val="00262AEC"/>
    <w:rsid w:val="00264112"/>
    <w:rsid w:val="00264D79"/>
    <w:rsid w:val="00273BC7"/>
    <w:rsid w:val="00273C8A"/>
    <w:rsid w:val="0027657E"/>
    <w:rsid w:val="00276E7E"/>
    <w:rsid w:val="00281B10"/>
    <w:rsid w:val="002843D5"/>
    <w:rsid w:val="002869C0"/>
    <w:rsid w:val="00294B96"/>
    <w:rsid w:val="002969B0"/>
    <w:rsid w:val="00297993"/>
    <w:rsid w:val="002A3358"/>
    <w:rsid w:val="002A7BF1"/>
    <w:rsid w:val="002B50CD"/>
    <w:rsid w:val="002B7422"/>
    <w:rsid w:val="002C1315"/>
    <w:rsid w:val="002C381B"/>
    <w:rsid w:val="002D1257"/>
    <w:rsid w:val="002D1886"/>
    <w:rsid w:val="002D33EA"/>
    <w:rsid w:val="002D3D06"/>
    <w:rsid w:val="002E0053"/>
    <w:rsid w:val="002E55B9"/>
    <w:rsid w:val="002E6140"/>
    <w:rsid w:val="002F2B43"/>
    <w:rsid w:val="002F4885"/>
    <w:rsid w:val="003006A2"/>
    <w:rsid w:val="00300EA0"/>
    <w:rsid w:val="0030347F"/>
    <w:rsid w:val="00305887"/>
    <w:rsid w:val="003079FB"/>
    <w:rsid w:val="003105B6"/>
    <w:rsid w:val="00315877"/>
    <w:rsid w:val="0032057B"/>
    <w:rsid w:val="0032289E"/>
    <w:rsid w:val="00324169"/>
    <w:rsid w:val="003244CA"/>
    <w:rsid w:val="0033091D"/>
    <w:rsid w:val="00332BA3"/>
    <w:rsid w:val="00333312"/>
    <w:rsid w:val="00335B6E"/>
    <w:rsid w:val="0033677C"/>
    <w:rsid w:val="00337E6F"/>
    <w:rsid w:val="0034350A"/>
    <w:rsid w:val="00346893"/>
    <w:rsid w:val="00346AC2"/>
    <w:rsid w:val="00347946"/>
    <w:rsid w:val="003518F2"/>
    <w:rsid w:val="00352164"/>
    <w:rsid w:val="00353BDB"/>
    <w:rsid w:val="00354A18"/>
    <w:rsid w:val="00354D8C"/>
    <w:rsid w:val="00357CE4"/>
    <w:rsid w:val="00361768"/>
    <w:rsid w:val="0036197D"/>
    <w:rsid w:val="00362FA9"/>
    <w:rsid w:val="00363327"/>
    <w:rsid w:val="00363D43"/>
    <w:rsid w:val="003647FB"/>
    <w:rsid w:val="003654EE"/>
    <w:rsid w:val="003655ED"/>
    <w:rsid w:val="00365D85"/>
    <w:rsid w:val="00367D3E"/>
    <w:rsid w:val="0037445F"/>
    <w:rsid w:val="00376C2F"/>
    <w:rsid w:val="003773CD"/>
    <w:rsid w:val="003860D1"/>
    <w:rsid w:val="00386976"/>
    <w:rsid w:val="00386A12"/>
    <w:rsid w:val="00387E4E"/>
    <w:rsid w:val="00387E96"/>
    <w:rsid w:val="003908B0"/>
    <w:rsid w:val="00391A4E"/>
    <w:rsid w:val="00391BC6"/>
    <w:rsid w:val="00393206"/>
    <w:rsid w:val="003A52AE"/>
    <w:rsid w:val="003A591E"/>
    <w:rsid w:val="003A744F"/>
    <w:rsid w:val="003B03AF"/>
    <w:rsid w:val="003B04ED"/>
    <w:rsid w:val="003B04FD"/>
    <w:rsid w:val="003B28B1"/>
    <w:rsid w:val="003B54C2"/>
    <w:rsid w:val="003B5F33"/>
    <w:rsid w:val="003B6076"/>
    <w:rsid w:val="003B6095"/>
    <w:rsid w:val="003C3680"/>
    <w:rsid w:val="003C4511"/>
    <w:rsid w:val="003C704E"/>
    <w:rsid w:val="003C7B7B"/>
    <w:rsid w:val="003D17F3"/>
    <w:rsid w:val="003D2DC6"/>
    <w:rsid w:val="003D3CF9"/>
    <w:rsid w:val="003D5798"/>
    <w:rsid w:val="003D6C2F"/>
    <w:rsid w:val="003E26AC"/>
    <w:rsid w:val="003E6872"/>
    <w:rsid w:val="003E7964"/>
    <w:rsid w:val="003F00BC"/>
    <w:rsid w:val="003F014F"/>
    <w:rsid w:val="003F0902"/>
    <w:rsid w:val="003F2680"/>
    <w:rsid w:val="003F3BD6"/>
    <w:rsid w:val="003F625D"/>
    <w:rsid w:val="003F6BF5"/>
    <w:rsid w:val="003F7237"/>
    <w:rsid w:val="00403D41"/>
    <w:rsid w:val="004041C4"/>
    <w:rsid w:val="00405B3A"/>
    <w:rsid w:val="00406E9D"/>
    <w:rsid w:val="00415ECC"/>
    <w:rsid w:val="00421399"/>
    <w:rsid w:val="00421559"/>
    <w:rsid w:val="004221C0"/>
    <w:rsid w:val="00423975"/>
    <w:rsid w:val="00423B88"/>
    <w:rsid w:val="00427CE9"/>
    <w:rsid w:val="00435B73"/>
    <w:rsid w:val="004410FB"/>
    <w:rsid w:val="00441287"/>
    <w:rsid w:val="004430E4"/>
    <w:rsid w:val="004443AB"/>
    <w:rsid w:val="00450EDC"/>
    <w:rsid w:val="00451907"/>
    <w:rsid w:val="00456630"/>
    <w:rsid w:val="004616AF"/>
    <w:rsid w:val="004629EB"/>
    <w:rsid w:val="00463F5D"/>
    <w:rsid w:val="00467290"/>
    <w:rsid w:val="00473B71"/>
    <w:rsid w:val="00477539"/>
    <w:rsid w:val="004776CD"/>
    <w:rsid w:val="004806B4"/>
    <w:rsid w:val="0048537F"/>
    <w:rsid w:val="00485714"/>
    <w:rsid w:val="00485E67"/>
    <w:rsid w:val="0048721E"/>
    <w:rsid w:val="00487AC0"/>
    <w:rsid w:val="004A2630"/>
    <w:rsid w:val="004B006A"/>
    <w:rsid w:val="004B1E4C"/>
    <w:rsid w:val="004B2961"/>
    <w:rsid w:val="004B3256"/>
    <w:rsid w:val="004B43D8"/>
    <w:rsid w:val="004B66BA"/>
    <w:rsid w:val="004C0EFA"/>
    <w:rsid w:val="004C0FF9"/>
    <w:rsid w:val="004D01A4"/>
    <w:rsid w:val="004D033C"/>
    <w:rsid w:val="004D5108"/>
    <w:rsid w:val="004D52BC"/>
    <w:rsid w:val="004D537D"/>
    <w:rsid w:val="004E07B3"/>
    <w:rsid w:val="004E1347"/>
    <w:rsid w:val="004E5545"/>
    <w:rsid w:val="004E5F18"/>
    <w:rsid w:val="004E68F0"/>
    <w:rsid w:val="004E6E5D"/>
    <w:rsid w:val="004E7EF5"/>
    <w:rsid w:val="004F6B97"/>
    <w:rsid w:val="004F78EA"/>
    <w:rsid w:val="004F797A"/>
    <w:rsid w:val="004F7D54"/>
    <w:rsid w:val="005066F4"/>
    <w:rsid w:val="00506BFA"/>
    <w:rsid w:val="00510BC4"/>
    <w:rsid w:val="00512E4A"/>
    <w:rsid w:val="005131AB"/>
    <w:rsid w:val="0051334C"/>
    <w:rsid w:val="00513F2E"/>
    <w:rsid w:val="00514104"/>
    <w:rsid w:val="00515E04"/>
    <w:rsid w:val="00516206"/>
    <w:rsid w:val="0052085C"/>
    <w:rsid w:val="005256C6"/>
    <w:rsid w:val="00525E77"/>
    <w:rsid w:val="005306C0"/>
    <w:rsid w:val="005306EE"/>
    <w:rsid w:val="00530B72"/>
    <w:rsid w:val="00533B76"/>
    <w:rsid w:val="0053554B"/>
    <w:rsid w:val="00536918"/>
    <w:rsid w:val="00536F5D"/>
    <w:rsid w:val="0054212E"/>
    <w:rsid w:val="00545929"/>
    <w:rsid w:val="00550488"/>
    <w:rsid w:val="005513D5"/>
    <w:rsid w:val="00551D37"/>
    <w:rsid w:val="00553FDA"/>
    <w:rsid w:val="005551AE"/>
    <w:rsid w:val="005570FE"/>
    <w:rsid w:val="00557355"/>
    <w:rsid w:val="00557A27"/>
    <w:rsid w:val="0056041E"/>
    <w:rsid w:val="00560A32"/>
    <w:rsid w:val="00561FC1"/>
    <w:rsid w:val="00563011"/>
    <w:rsid w:val="00564563"/>
    <w:rsid w:val="005659A1"/>
    <w:rsid w:val="0056638C"/>
    <w:rsid w:val="00575518"/>
    <w:rsid w:val="0057597F"/>
    <w:rsid w:val="0057608C"/>
    <w:rsid w:val="00576703"/>
    <w:rsid w:val="00577C8D"/>
    <w:rsid w:val="00577DDC"/>
    <w:rsid w:val="005818CE"/>
    <w:rsid w:val="00582922"/>
    <w:rsid w:val="005879A7"/>
    <w:rsid w:val="00587F2C"/>
    <w:rsid w:val="00593427"/>
    <w:rsid w:val="005948D3"/>
    <w:rsid w:val="005962E0"/>
    <w:rsid w:val="00596FF7"/>
    <w:rsid w:val="005A1B94"/>
    <w:rsid w:val="005B0745"/>
    <w:rsid w:val="005B080D"/>
    <w:rsid w:val="005B181B"/>
    <w:rsid w:val="005B1AA0"/>
    <w:rsid w:val="005B2316"/>
    <w:rsid w:val="005B2620"/>
    <w:rsid w:val="005B7B8C"/>
    <w:rsid w:val="005C24F6"/>
    <w:rsid w:val="005C26AF"/>
    <w:rsid w:val="005C56C1"/>
    <w:rsid w:val="005D1C13"/>
    <w:rsid w:val="005D3530"/>
    <w:rsid w:val="005D3569"/>
    <w:rsid w:val="005D3B6F"/>
    <w:rsid w:val="005D410F"/>
    <w:rsid w:val="005D794B"/>
    <w:rsid w:val="005E0251"/>
    <w:rsid w:val="005E619C"/>
    <w:rsid w:val="005F0A6D"/>
    <w:rsid w:val="005F22E4"/>
    <w:rsid w:val="005F23A0"/>
    <w:rsid w:val="005F772D"/>
    <w:rsid w:val="006015F6"/>
    <w:rsid w:val="006056F7"/>
    <w:rsid w:val="00605734"/>
    <w:rsid w:val="006130B5"/>
    <w:rsid w:val="00614F05"/>
    <w:rsid w:val="0061706D"/>
    <w:rsid w:val="00617C84"/>
    <w:rsid w:val="00624F74"/>
    <w:rsid w:val="006259AD"/>
    <w:rsid w:val="006347EC"/>
    <w:rsid w:val="00634C61"/>
    <w:rsid w:val="0063560B"/>
    <w:rsid w:val="00635A1A"/>
    <w:rsid w:val="00636D7F"/>
    <w:rsid w:val="00637B96"/>
    <w:rsid w:val="006410D6"/>
    <w:rsid w:val="00643F9F"/>
    <w:rsid w:val="00644F56"/>
    <w:rsid w:val="00647092"/>
    <w:rsid w:val="00651822"/>
    <w:rsid w:val="006518F9"/>
    <w:rsid w:val="00655EF1"/>
    <w:rsid w:val="0065761A"/>
    <w:rsid w:val="00661A9A"/>
    <w:rsid w:val="00661D16"/>
    <w:rsid w:val="0066281B"/>
    <w:rsid w:val="00662B5B"/>
    <w:rsid w:val="00664421"/>
    <w:rsid w:val="006678AC"/>
    <w:rsid w:val="00667BB0"/>
    <w:rsid w:val="00675072"/>
    <w:rsid w:val="0067534A"/>
    <w:rsid w:val="006756A9"/>
    <w:rsid w:val="00681F02"/>
    <w:rsid w:val="00685007"/>
    <w:rsid w:val="00685B0E"/>
    <w:rsid w:val="00685B7A"/>
    <w:rsid w:val="00686C67"/>
    <w:rsid w:val="00686FC0"/>
    <w:rsid w:val="00696B7F"/>
    <w:rsid w:val="006A253B"/>
    <w:rsid w:val="006A7431"/>
    <w:rsid w:val="006B1E07"/>
    <w:rsid w:val="006B5344"/>
    <w:rsid w:val="006C3538"/>
    <w:rsid w:val="006C7499"/>
    <w:rsid w:val="006D25D9"/>
    <w:rsid w:val="006D3390"/>
    <w:rsid w:val="006E162A"/>
    <w:rsid w:val="006E5DEC"/>
    <w:rsid w:val="006E700D"/>
    <w:rsid w:val="006F0F14"/>
    <w:rsid w:val="006F3B1C"/>
    <w:rsid w:val="006F3F4C"/>
    <w:rsid w:val="006F4727"/>
    <w:rsid w:val="006F5451"/>
    <w:rsid w:val="00700B74"/>
    <w:rsid w:val="00705357"/>
    <w:rsid w:val="00705AE4"/>
    <w:rsid w:val="0071032F"/>
    <w:rsid w:val="00712580"/>
    <w:rsid w:val="007159EB"/>
    <w:rsid w:val="00716ED1"/>
    <w:rsid w:val="00723A1E"/>
    <w:rsid w:val="00723E53"/>
    <w:rsid w:val="00724BEB"/>
    <w:rsid w:val="00727114"/>
    <w:rsid w:val="007306C0"/>
    <w:rsid w:val="00734981"/>
    <w:rsid w:val="0073796D"/>
    <w:rsid w:val="00737D8D"/>
    <w:rsid w:val="007403E9"/>
    <w:rsid w:val="00740831"/>
    <w:rsid w:val="00740CAE"/>
    <w:rsid w:val="0074113F"/>
    <w:rsid w:val="00750506"/>
    <w:rsid w:val="00751A89"/>
    <w:rsid w:val="00753CFE"/>
    <w:rsid w:val="00757F0F"/>
    <w:rsid w:val="007610A9"/>
    <w:rsid w:val="00761338"/>
    <w:rsid w:val="0076139C"/>
    <w:rsid w:val="00764711"/>
    <w:rsid w:val="00765286"/>
    <w:rsid w:val="0076674D"/>
    <w:rsid w:val="007674C3"/>
    <w:rsid w:val="007723C1"/>
    <w:rsid w:val="007751B1"/>
    <w:rsid w:val="00776C43"/>
    <w:rsid w:val="00782287"/>
    <w:rsid w:val="00784962"/>
    <w:rsid w:val="00786812"/>
    <w:rsid w:val="00790F21"/>
    <w:rsid w:val="00791C77"/>
    <w:rsid w:val="00792FE3"/>
    <w:rsid w:val="0079477A"/>
    <w:rsid w:val="00795BBB"/>
    <w:rsid w:val="00795F88"/>
    <w:rsid w:val="0079608D"/>
    <w:rsid w:val="007A0104"/>
    <w:rsid w:val="007A149C"/>
    <w:rsid w:val="007A1C42"/>
    <w:rsid w:val="007A5C5C"/>
    <w:rsid w:val="007A605F"/>
    <w:rsid w:val="007A6CB2"/>
    <w:rsid w:val="007A7B97"/>
    <w:rsid w:val="007B19C9"/>
    <w:rsid w:val="007B215B"/>
    <w:rsid w:val="007B2454"/>
    <w:rsid w:val="007B726E"/>
    <w:rsid w:val="007C3B5B"/>
    <w:rsid w:val="007D3998"/>
    <w:rsid w:val="007D62DE"/>
    <w:rsid w:val="007D723D"/>
    <w:rsid w:val="007E2ED3"/>
    <w:rsid w:val="007E35DA"/>
    <w:rsid w:val="007E3646"/>
    <w:rsid w:val="007E6AC7"/>
    <w:rsid w:val="007F025F"/>
    <w:rsid w:val="007F2662"/>
    <w:rsid w:val="007F4209"/>
    <w:rsid w:val="008026EF"/>
    <w:rsid w:val="00803F58"/>
    <w:rsid w:val="008077BF"/>
    <w:rsid w:val="00807CF4"/>
    <w:rsid w:val="00811D2D"/>
    <w:rsid w:val="008123DF"/>
    <w:rsid w:val="00812B0E"/>
    <w:rsid w:val="00814EAA"/>
    <w:rsid w:val="00816C34"/>
    <w:rsid w:val="00817132"/>
    <w:rsid w:val="00824C43"/>
    <w:rsid w:val="00824E78"/>
    <w:rsid w:val="00825CEC"/>
    <w:rsid w:val="0082727E"/>
    <w:rsid w:val="00830DD1"/>
    <w:rsid w:val="0083575B"/>
    <w:rsid w:val="00835983"/>
    <w:rsid w:val="00835BDC"/>
    <w:rsid w:val="00835C0B"/>
    <w:rsid w:val="008368C8"/>
    <w:rsid w:val="00841EB1"/>
    <w:rsid w:val="00844A02"/>
    <w:rsid w:val="008454DC"/>
    <w:rsid w:val="008456A0"/>
    <w:rsid w:val="00846EE1"/>
    <w:rsid w:val="0084766C"/>
    <w:rsid w:val="00851046"/>
    <w:rsid w:val="00851CEC"/>
    <w:rsid w:val="00852F68"/>
    <w:rsid w:val="00854D4E"/>
    <w:rsid w:val="00860BF7"/>
    <w:rsid w:val="00860DDC"/>
    <w:rsid w:val="008616E5"/>
    <w:rsid w:val="008619E9"/>
    <w:rsid w:val="00867A6B"/>
    <w:rsid w:val="00867FEB"/>
    <w:rsid w:val="00871C2C"/>
    <w:rsid w:val="008738EB"/>
    <w:rsid w:val="00880305"/>
    <w:rsid w:val="008821AE"/>
    <w:rsid w:val="0089125F"/>
    <w:rsid w:val="00895250"/>
    <w:rsid w:val="008A17D3"/>
    <w:rsid w:val="008B0829"/>
    <w:rsid w:val="008B083A"/>
    <w:rsid w:val="008B08C3"/>
    <w:rsid w:val="008C1C05"/>
    <w:rsid w:val="008C4891"/>
    <w:rsid w:val="008C6C14"/>
    <w:rsid w:val="008C767A"/>
    <w:rsid w:val="008D6498"/>
    <w:rsid w:val="008D6BF7"/>
    <w:rsid w:val="008D7103"/>
    <w:rsid w:val="008E0035"/>
    <w:rsid w:val="008E1743"/>
    <w:rsid w:val="008E1F56"/>
    <w:rsid w:val="008E2563"/>
    <w:rsid w:val="008E408B"/>
    <w:rsid w:val="008E4D3C"/>
    <w:rsid w:val="008E6EEC"/>
    <w:rsid w:val="008F06F9"/>
    <w:rsid w:val="008F18F7"/>
    <w:rsid w:val="008F4B5F"/>
    <w:rsid w:val="008F521D"/>
    <w:rsid w:val="00906263"/>
    <w:rsid w:val="009073CA"/>
    <w:rsid w:val="00911328"/>
    <w:rsid w:val="009117E0"/>
    <w:rsid w:val="00911EDF"/>
    <w:rsid w:val="00914E01"/>
    <w:rsid w:val="00916BB7"/>
    <w:rsid w:val="0092067B"/>
    <w:rsid w:val="00921BBE"/>
    <w:rsid w:val="0092281D"/>
    <w:rsid w:val="009270B6"/>
    <w:rsid w:val="0092716D"/>
    <w:rsid w:val="00927D4F"/>
    <w:rsid w:val="0093552E"/>
    <w:rsid w:val="00937676"/>
    <w:rsid w:val="0094004C"/>
    <w:rsid w:val="009409A9"/>
    <w:rsid w:val="00942DC5"/>
    <w:rsid w:val="0094435B"/>
    <w:rsid w:val="00944924"/>
    <w:rsid w:val="00950ED3"/>
    <w:rsid w:val="00951D37"/>
    <w:rsid w:val="00953E96"/>
    <w:rsid w:val="0095528B"/>
    <w:rsid w:val="00956CFC"/>
    <w:rsid w:val="00960613"/>
    <w:rsid w:val="00963FC5"/>
    <w:rsid w:val="00964E33"/>
    <w:rsid w:val="009675DF"/>
    <w:rsid w:val="009701AC"/>
    <w:rsid w:val="00971B1C"/>
    <w:rsid w:val="00974ACA"/>
    <w:rsid w:val="00983C41"/>
    <w:rsid w:val="0099425F"/>
    <w:rsid w:val="009A1673"/>
    <w:rsid w:val="009A29A6"/>
    <w:rsid w:val="009A660E"/>
    <w:rsid w:val="009A767B"/>
    <w:rsid w:val="009B1745"/>
    <w:rsid w:val="009B2082"/>
    <w:rsid w:val="009B2B28"/>
    <w:rsid w:val="009B65FF"/>
    <w:rsid w:val="009C07AB"/>
    <w:rsid w:val="009C2627"/>
    <w:rsid w:val="009C4E47"/>
    <w:rsid w:val="009D30C8"/>
    <w:rsid w:val="009D3469"/>
    <w:rsid w:val="009D47D3"/>
    <w:rsid w:val="009E2ABB"/>
    <w:rsid w:val="009E5DC5"/>
    <w:rsid w:val="009F0699"/>
    <w:rsid w:val="009F0C21"/>
    <w:rsid w:val="009F100B"/>
    <w:rsid w:val="009F555C"/>
    <w:rsid w:val="00A00AC8"/>
    <w:rsid w:val="00A00F20"/>
    <w:rsid w:val="00A04869"/>
    <w:rsid w:val="00A05FEB"/>
    <w:rsid w:val="00A06C41"/>
    <w:rsid w:val="00A07BB3"/>
    <w:rsid w:val="00A07FE3"/>
    <w:rsid w:val="00A147B9"/>
    <w:rsid w:val="00A1590E"/>
    <w:rsid w:val="00A161B2"/>
    <w:rsid w:val="00A2208A"/>
    <w:rsid w:val="00A225A3"/>
    <w:rsid w:val="00A246B8"/>
    <w:rsid w:val="00A24996"/>
    <w:rsid w:val="00A27870"/>
    <w:rsid w:val="00A32041"/>
    <w:rsid w:val="00A3296A"/>
    <w:rsid w:val="00A34C62"/>
    <w:rsid w:val="00A42FF1"/>
    <w:rsid w:val="00A47116"/>
    <w:rsid w:val="00A53AC6"/>
    <w:rsid w:val="00A53FD1"/>
    <w:rsid w:val="00A55DEC"/>
    <w:rsid w:val="00A561C8"/>
    <w:rsid w:val="00A563F1"/>
    <w:rsid w:val="00A565E3"/>
    <w:rsid w:val="00A57412"/>
    <w:rsid w:val="00A6056F"/>
    <w:rsid w:val="00A611F5"/>
    <w:rsid w:val="00A614C9"/>
    <w:rsid w:val="00A6279D"/>
    <w:rsid w:val="00A637F6"/>
    <w:rsid w:val="00A6622F"/>
    <w:rsid w:val="00A678FC"/>
    <w:rsid w:val="00A709C2"/>
    <w:rsid w:val="00A72E24"/>
    <w:rsid w:val="00A73563"/>
    <w:rsid w:val="00A77C0C"/>
    <w:rsid w:val="00A82B32"/>
    <w:rsid w:val="00A83021"/>
    <w:rsid w:val="00A862D3"/>
    <w:rsid w:val="00A955F6"/>
    <w:rsid w:val="00AA0750"/>
    <w:rsid w:val="00AA0AF3"/>
    <w:rsid w:val="00AA1F9C"/>
    <w:rsid w:val="00AA2AFA"/>
    <w:rsid w:val="00AA6944"/>
    <w:rsid w:val="00AA7BE7"/>
    <w:rsid w:val="00AB041C"/>
    <w:rsid w:val="00AB4734"/>
    <w:rsid w:val="00AB584F"/>
    <w:rsid w:val="00AB6367"/>
    <w:rsid w:val="00AC7674"/>
    <w:rsid w:val="00AD027D"/>
    <w:rsid w:val="00AD13C3"/>
    <w:rsid w:val="00AD1C72"/>
    <w:rsid w:val="00AD1ED2"/>
    <w:rsid w:val="00AD4EE8"/>
    <w:rsid w:val="00AD623E"/>
    <w:rsid w:val="00AD791E"/>
    <w:rsid w:val="00AE0945"/>
    <w:rsid w:val="00AE3E32"/>
    <w:rsid w:val="00AE4B56"/>
    <w:rsid w:val="00AE4BEA"/>
    <w:rsid w:val="00AE6358"/>
    <w:rsid w:val="00AE6615"/>
    <w:rsid w:val="00AE6F87"/>
    <w:rsid w:val="00AF5403"/>
    <w:rsid w:val="00AF7A3F"/>
    <w:rsid w:val="00B00EE2"/>
    <w:rsid w:val="00B00F42"/>
    <w:rsid w:val="00B01E3A"/>
    <w:rsid w:val="00B055C4"/>
    <w:rsid w:val="00B0709F"/>
    <w:rsid w:val="00B114AE"/>
    <w:rsid w:val="00B126D2"/>
    <w:rsid w:val="00B12921"/>
    <w:rsid w:val="00B1324A"/>
    <w:rsid w:val="00B15FFB"/>
    <w:rsid w:val="00B20B30"/>
    <w:rsid w:val="00B21930"/>
    <w:rsid w:val="00B2197A"/>
    <w:rsid w:val="00B2327C"/>
    <w:rsid w:val="00B24DE1"/>
    <w:rsid w:val="00B262C5"/>
    <w:rsid w:val="00B27756"/>
    <w:rsid w:val="00B279BE"/>
    <w:rsid w:val="00B30199"/>
    <w:rsid w:val="00B3542D"/>
    <w:rsid w:val="00B37647"/>
    <w:rsid w:val="00B41FF9"/>
    <w:rsid w:val="00B427B8"/>
    <w:rsid w:val="00B475FB"/>
    <w:rsid w:val="00B53DD7"/>
    <w:rsid w:val="00B54EF4"/>
    <w:rsid w:val="00B56F51"/>
    <w:rsid w:val="00B577E2"/>
    <w:rsid w:val="00B60530"/>
    <w:rsid w:val="00B65000"/>
    <w:rsid w:val="00B65561"/>
    <w:rsid w:val="00B66771"/>
    <w:rsid w:val="00B70CFD"/>
    <w:rsid w:val="00B740C4"/>
    <w:rsid w:val="00B74344"/>
    <w:rsid w:val="00B843D5"/>
    <w:rsid w:val="00B849BA"/>
    <w:rsid w:val="00B84D5A"/>
    <w:rsid w:val="00B94F2C"/>
    <w:rsid w:val="00B953E6"/>
    <w:rsid w:val="00BA119B"/>
    <w:rsid w:val="00BA2A29"/>
    <w:rsid w:val="00BA3285"/>
    <w:rsid w:val="00BA3EB1"/>
    <w:rsid w:val="00BB05E4"/>
    <w:rsid w:val="00BB456F"/>
    <w:rsid w:val="00BB4735"/>
    <w:rsid w:val="00BB543D"/>
    <w:rsid w:val="00BB588F"/>
    <w:rsid w:val="00BB6FAC"/>
    <w:rsid w:val="00BB762D"/>
    <w:rsid w:val="00BC05EC"/>
    <w:rsid w:val="00BC2170"/>
    <w:rsid w:val="00BC35DB"/>
    <w:rsid w:val="00BC4F1A"/>
    <w:rsid w:val="00BC74AF"/>
    <w:rsid w:val="00BD1B41"/>
    <w:rsid w:val="00BD3FDF"/>
    <w:rsid w:val="00BD4139"/>
    <w:rsid w:val="00BD5277"/>
    <w:rsid w:val="00BE1EF5"/>
    <w:rsid w:val="00BE336E"/>
    <w:rsid w:val="00BE43DC"/>
    <w:rsid w:val="00BE6AC7"/>
    <w:rsid w:val="00BF0B52"/>
    <w:rsid w:val="00BF309C"/>
    <w:rsid w:val="00BF43AC"/>
    <w:rsid w:val="00BF62C0"/>
    <w:rsid w:val="00BF7225"/>
    <w:rsid w:val="00C05056"/>
    <w:rsid w:val="00C056A1"/>
    <w:rsid w:val="00C06056"/>
    <w:rsid w:val="00C06312"/>
    <w:rsid w:val="00C069FF"/>
    <w:rsid w:val="00C06E18"/>
    <w:rsid w:val="00C12690"/>
    <w:rsid w:val="00C12B19"/>
    <w:rsid w:val="00C12D86"/>
    <w:rsid w:val="00C2193A"/>
    <w:rsid w:val="00C25120"/>
    <w:rsid w:val="00C25A75"/>
    <w:rsid w:val="00C31EC7"/>
    <w:rsid w:val="00C33776"/>
    <w:rsid w:val="00C37BC0"/>
    <w:rsid w:val="00C43751"/>
    <w:rsid w:val="00C4398E"/>
    <w:rsid w:val="00C46951"/>
    <w:rsid w:val="00C46C9B"/>
    <w:rsid w:val="00C506B3"/>
    <w:rsid w:val="00C507AD"/>
    <w:rsid w:val="00C51BE4"/>
    <w:rsid w:val="00C66280"/>
    <w:rsid w:val="00C66483"/>
    <w:rsid w:val="00C67509"/>
    <w:rsid w:val="00C80E7B"/>
    <w:rsid w:val="00C8286F"/>
    <w:rsid w:val="00C82C61"/>
    <w:rsid w:val="00C83338"/>
    <w:rsid w:val="00C836CF"/>
    <w:rsid w:val="00C83C21"/>
    <w:rsid w:val="00C83C29"/>
    <w:rsid w:val="00C84303"/>
    <w:rsid w:val="00C863C9"/>
    <w:rsid w:val="00C90693"/>
    <w:rsid w:val="00C9163F"/>
    <w:rsid w:val="00C94274"/>
    <w:rsid w:val="00CA03D2"/>
    <w:rsid w:val="00CA387B"/>
    <w:rsid w:val="00CA45C1"/>
    <w:rsid w:val="00CB1226"/>
    <w:rsid w:val="00CB2196"/>
    <w:rsid w:val="00CB24D7"/>
    <w:rsid w:val="00CB38B1"/>
    <w:rsid w:val="00CB491C"/>
    <w:rsid w:val="00CB673F"/>
    <w:rsid w:val="00CB72F3"/>
    <w:rsid w:val="00CC77F0"/>
    <w:rsid w:val="00CD338A"/>
    <w:rsid w:val="00CD3715"/>
    <w:rsid w:val="00CD44E2"/>
    <w:rsid w:val="00CD4FD7"/>
    <w:rsid w:val="00CD60DB"/>
    <w:rsid w:val="00CD70B2"/>
    <w:rsid w:val="00CD7D00"/>
    <w:rsid w:val="00CD7EA4"/>
    <w:rsid w:val="00CF1364"/>
    <w:rsid w:val="00CF2749"/>
    <w:rsid w:val="00CF28DA"/>
    <w:rsid w:val="00CF2F07"/>
    <w:rsid w:val="00CF3F6C"/>
    <w:rsid w:val="00D10355"/>
    <w:rsid w:val="00D12349"/>
    <w:rsid w:val="00D1727F"/>
    <w:rsid w:val="00D35B2E"/>
    <w:rsid w:val="00D4245A"/>
    <w:rsid w:val="00D461FB"/>
    <w:rsid w:val="00D47BA6"/>
    <w:rsid w:val="00D5145C"/>
    <w:rsid w:val="00D521C6"/>
    <w:rsid w:val="00D53628"/>
    <w:rsid w:val="00D53CEA"/>
    <w:rsid w:val="00D61806"/>
    <w:rsid w:val="00D67EB7"/>
    <w:rsid w:val="00D7331A"/>
    <w:rsid w:val="00D7375E"/>
    <w:rsid w:val="00D75894"/>
    <w:rsid w:val="00D76026"/>
    <w:rsid w:val="00D86395"/>
    <w:rsid w:val="00D90FD1"/>
    <w:rsid w:val="00D919CC"/>
    <w:rsid w:val="00D92625"/>
    <w:rsid w:val="00D92A02"/>
    <w:rsid w:val="00D92F05"/>
    <w:rsid w:val="00D9592E"/>
    <w:rsid w:val="00D972C7"/>
    <w:rsid w:val="00DA1000"/>
    <w:rsid w:val="00DA1AD4"/>
    <w:rsid w:val="00DA581C"/>
    <w:rsid w:val="00DA7DEA"/>
    <w:rsid w:val="00DB0585"/>
    <w:rsid w:val="00DB0C59"/>
    <w:rsid w:val="00DB1293"/>
    <w:rsid w:val="00DB28DE"/>
    <w:rsid w:val="00DB2E8D"/>
    <w:rsid w:val="00DC60D7"/>
    <w:rsid w:val="00DD1212"/>
    <w:rsid w:val="00DD37C2"/>
    <w:rsid w:val="00DD5F0C"/>
    <w:rsid w:val="00DE01CB"/>
    <w:rsid w:val="00DE31E6"/>
    <w:rsid w:val="00DE56BE"/>
    <w:rsid w:val="00DF140D"/>
    <w:rsid w:val="00E008F0"/>
    <w:rsid w:val="00E012B4"/>
    <w:rsid w:val="00E022BD"/>
    <w:rsid w:val="00E03C38"/>
    <w:rsid w:val="00E0515E"/>
    <w:rsid w:val="00E0758C"/>
    <w:rsid w:val="00E07631"/>
    <w:rsid w:val="00E076C1"/>
    <w:rsid w:val="00E077E2"/>
    <w:rsid w:val="00E11E75"/>
    <w:rsid w:val="00E14506"/>
    <w:rsid w:val="00E14F0A"/>
    <w:rsid w:val="00E17AE8"/>
    <w:rsid w:val="00E22D64"/>
    <w:rsid w:val="00E23BE6"/>
    <w:rsid w:val="00E24481"/>
    <w:rsid w:val="00E3056F"/>
    <w:rsid w:val="00E3244B"/>
    <w:rsid w:val="00E34202"/>
    <w:rsid w:val="00E34AD9"/>
    <w:rsid w:val="00E403B6"/>
    <w:rsid w:val="00E44ED6"/>
    <w:rsid w:val="00E451FD"/>
    <w:rsid w:val="00E456FD"/>
    <w:rsid w:val="00E4601D"/>
    <w:rsid w:val="00E4744F"/>
    <w:rsid w:val="00E540AB"/>
    <w:rsid w:val="00E57476"/>
    <w:rsid w:val="00E61159"/>
    <w:rsid w:val="00E6633C"/>
    <w:rsid w:val="00E6658B"/>
    <w:rsid w:val="00E7003F"/>
    <w:rsid w:val="00E704D4"/>
    <w:rsid w:val="00E71967"/>
    <w:rsid w:val="00E71F93"/>
    <w:rsid w:val="00E7596F"/>
    <w:rsid w:val="00E75FBC"/>
    <w:rsid w:val="00E76BB7"/>
    <w:rsid w:val="00E855E8"/>
    <w:rsid w:val="00E91C8C"/>
    <w:rsid w:val="00EA153E"/>
    <w:rsid w:val="00EA4189"/>
    <w:rsid w:val="00EA501D"/>
    <w:rsid w:val="00EA578E"/>
    <w:rsid w:val="00EB02E9"/>
    <w:rsid w:val="00EB0F6A"/>
    <w:rsid w:val="00EB0FED"/>
    <w:rsid w:val="00EB5E35"/>
    <w:rsid w:val="00EC0A91"/>
    <w:rsid w:val="00EC1D0E"/>
    <w:rsid w:val="00EC2020"/>
    <w:rsid w:val="00EC36D5"/>
    <w:rsid w:val="00EC3730"/>
    <w:rsid w:val="00ED4B91"/>
    <w:rsid w:val="00EE2D5D"/>
    <w:rsid w:val="00EE61B2"/>
    <w:rsid w:val="00EF2EED"/>
    <w:rsid w:val="00EF6C83"/>
    <w:rsid w:val="00F0051A"/>
    <w:rsid w:val="00F02F68"/>
    <w:rsid w:val="00F03149"/>
    <w:rsid w:val="00F05E24"/>
    <w:rsid w:val="00F10ADA"/>
    <w:rsid w:val="00F11B13"/>
    <w:rsid w:val="00F138ED"/>
    <w:rsid w:val="00F15181"/>
    <w:rsid w:val="00F15EEA"/>
    <w:rsid w:val="00F167F1"/>
    <w:rsid w:val="00F16823"/>
    <w:rsid w:val="00F209BF"/>
    <w:rsid w:val="00F24621"/>
    <w:rsid w:val="00F378CB"/>
    <w:rsid w:val="00F40330"/>
    <w:rsid w:val="00F4325B"/>
    <w:rsid w:val="00F43A93"/>
    <w:rsid w:val="00F44094"/>
    <w:rsid w:val="00F5002D"/>
    <w:rsid w:val="00F515D5"/>
    <w:rsid w:val="00F51A0D"/>
    <w:rsid w:val="00F51F4A"/>
    <w:rsid w:val="00F520EE"/>
    <w:rsid w:val="00F52123"/>
    <w:rsid w:val="00F536FB"/>
    <w:rsid w:val="00F56440"/>
    <w:rsid w:val="00F70D1B"/>
    <w:rsid w:val="00F7120E"/>
    <w:rsid w:val="00F73335"/>
    <w:rsid w:val="00F73FFC"/>
    <w:rsid w:val="00F754B6"/>
    <w:rsid w:val="00F776E7"/>
    <w:rsid w:val="00F80DC9"/>
    <w:rsid w:val="00F86491"/>
    <w:rsid w:val="00F86BCD"/>
    <w:rsid w:val="00F86E63"/>
    <w:rsid w:val="00F91536"/>
    <w:rsid w:val="00F93689"/>
    <w:rsid w:val="00F96B1A"/>
    <w:rsid w:val="00F97093"/>
    <w:rsid w:val="00FA176D"/>
    <w:rsid w:val="00FA36C0"/>
    <w:rsid w:val="00FA3E8E"/>
    <w:rsid w:val="00FA7568"/>
    <w:rsid w:val="00FB0762"/>
    <w:rsid w:val="00FB188E"/>
    <w:rsid w:val="00FB40B8"/>
    <w:rsid w:val="00FB47AA"/>
    <w:rsid w:val="00FB59EF"/>
    <w:rsid w:val="00FB5B67"/>
    <w:rsid w:val="00FC1570"/>
    <w:rsid w:val="00FC6476"/>
    <w:rsid w:val="00FC65F8"/>
    <w:rsid w:val="00FD2D28"/>
    <w:rsid w:val="00FD59BF"/>
    <w:rsid w:val="00FD6552"/>
    <w:rsid w:val="00FE27F5"/>
    <w:rsid w:val="00FE2CD3"/>
    <w:rsid w:val="00FE517F"/>
    <w:rsid w:val="00FE6AD8"/>
    <w:rsid w:val="00FF0856"/>
    <w:rsid w:val="00FF087C"/>
    <w:rsid w:val="00FF12B3"/>
    <w:rsid w:val="00FF155A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0F980"/>
  <w15:chartTrackingRefBased/>
  <w15:docId w15:val="{FB338483-A3CC-4369-86E8-8D0C3476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BE"/>
    <w:pPr>
      <w:spacing w:after="0" w:line="280" w:lineRule="exac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C3680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3680"/>
    <w:pPr>
      <w:keepLines/>
      <w:spacing w:before="240" w:after="240" w:line="240" w:lineRule="auto"/>
      <w:outlineLvl w:val="1"/>
    </w:pPr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3680"/>
    <w:pPr>
      <w:keepLines/>
      <w:spacing w:before="240" w:after="120" w:line="240" w:lineRule="auto"/>
      <w:outlineLvl w:val="2"/>
    </w:pPr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E0763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E07631"/>
    <w:pPr>
      <w:keepNext/>
      <w:keepLines/>
      <w:outlineLvl w:val="4"/>
    </w:pPr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berschrift6">
    <w:name w:val="heading 6"/>
    <w:basedOn w:val="Nummerierung"/>
    <w:next w:val="Standard"/>
    <w:link w:val="berschrift6Zchn"/>
    <w:uiPriority w:val="9"/>
    <w:semiHidden/>
    <w:rsid w:val="00441287"/>
    <w:pPr>
      <w:outlineLvl w:val="5"/>
    </w:pPr>
  </w:style>
  <w:style w:type="paragraph" w:styleId="berschrift9">
    <w:name w:val="heading 9"/>
    <w:basedOn w:val="Standard"/>
    <w:next w:val="Standard"/>
    <w:link w:val="berschrift9Zchn"/>
    <w:uiPriority w:val="9"/>
    <w:semiHidden/>
    <w:rsid w:val="002B74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3680"/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3680"/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3680"/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53AA"/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53AA"/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67534A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706F6F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67534A"/>
    <w:rPr>
      <w:color w:val="706F6F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50488"/>
    <w:pPr>
      <w:tabs>
        <w:tab w:val="center" w:pos="4536"/>
        <w:tab w:val="right" w:pos="9072"/>
      </w:tabs>
      <w:spacing w:line="240" w:lineRule="auto"/>
      <w:jc w:val="right"/>
    </w:pPr>
    <w:rPr>
      <w:noProof/>
    </w:rPr>
  </w:style>
  <w:style w:type="character" w:customStyle="1" w:styleId="FuzeileZchn">
    <w:name w:val="Fußzeile Zchn"/>
    <w:basedOn w:val="Absatz-Standardschriftart"/>
    <w:link w:val="Fuzeile"/>
    <w:uiPriority w:val="99"/>
    <w:rsid w:val="00AB041C"/>
    <w:rPr>
      <w:noProof/>
    </w:rPr>
  </w:style>
  <w:style w:type="paragraph" w:customStyle="1" w:styleId="Quelle">
    <w:name w:val="Quelle"/>
    <w:basedOn w:val="Standard"/>
    <w:link w:val="QuelleZchn"/>
    <w:qFormat/>
    <w:rsid w:val="005659A1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808080" w:themeColor="background1" w:themeShade="80"/>
      <w:sz w:val="15"/>
      <w:szCs w:val="15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rsid w:val="00BB456F"/>
    <w:pPr>
      <w:numPr>
        <w:numId w:val="1"/>
      </w:numPr>
      <w:contextualSpacing/>
    </w:p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  <w:rsid w:val="00BB456F"/>
  </w:style>
  <w:style w:type="paragraph" w:styleId="Zitat">
    <w:name w:val="Quote"/>
    <w:basedOn w:val="Standard"/>
    <w:next w:val="Standard"/>
    <w:link w:val="ZitatZchn"/>
    <w:uiPriority w:val="29"/>
    <w:rsid w:val="00AD027D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D027D"/>
    <w:rPr>
      <w:i/>
    </w:rPr>
  </w:style>
  <w:style w:type="table" w:styleId="EinfacheTabelle4">
    <w:name w:val="Plain Table 4"/>
    <w:basedOn w:val="NormaleTabelle"/>
    <w:uiPriority w:val="44"/>
    <w:rsid w:val="00824E78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mpressum">
    <w:name w:val="Impressum"/>
    <w:basedOn w:val="Standard"/>
    <w:link w:val="ImpressumZchn"/>
    <w:qFormat/>
    <w:rsid w:val="0084766C"/>
    <w:pPr>
      <w:spacing w:line="220" w:lineRule="exact"/>
      <w:jc w:val="both"/>
    </w:pPr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character" w:customStyle="1" w:styleId="ImpressumZchn">
    <w:name w:val="Impressum Zchn"/>
    <w:basedOn w:val="Absatz-Standardschriftart"/>
    <w:link w:val="Impressum"/>
    <w:rsid w:val="0084766C"/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4734"/>
    <w:pPr>
      <w:spacing w:after="120" w:line="240" w:lineRule="auto"/>
    </w:pPr>
    <w:rPr>
      <w:b/>
      <w:color w:val="327A86" w:themeColor="text2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B4734"/>
    <w:rPr>
      <w:b/>
      <w:color w:val="327A86" w:themeColor="text2"/>
      <w:sz w:val="56"/>
      <w:szCs w:val="56"/>
      <w:lang w:eastAsia="de-DE"/>
    </w:rPr>
  </w:style>
  <w:style w:type="table" w:styleId="Tabellenraster">
    <w:name w:val="Table Grid"/>
    <w:basedOn w:val="NormaleTabelle"/>
    <w:uiPriority w:val="59"/>
    <w:rsid w:val="00AD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sflltext">
    <w:name w:val="Ausfülltext"/>
    <w:basedOn w:val="Standard"/>
    <w:link w:val="AusflltextZchn"/>
    <w:qFormat/>
    <w:rsid w:val="00AC7674"/>
    <w:pPr>
      <w:spacing w:line="360" w:lineRule="auto"/>
    </w:pPr>
  </w:style>
  <w:style w:type="character" w:customStyle="1" w:styleId="AusflltextZchn">
    <w:name w:val="Ausfülltext Zchn"/>
    <w:basedOn w:val="Absatz-Standardschriftart"/>
    <w:link w:val="Ausflltext"/>
    <w:rsid w:val="00AC7674"/>
  </w:style>
  <w:style w:type="character" w:customStyle="1" w:styleId="QuelleZchn">
    <w:name w:val="Quelle Zchn"/>
    <w:basedOn w:val="Absatz-Standardschriftart"/>
    <w:link w:val="Quelle"/>
    <w:rsid w:val="005659A1"/>
    <w:rPr>
      <w:color w:val="808080" w:themeColor="background1" w:themeShade="80"/>
      <w:sz w:val="15"/>
      <w:szCs w:val="15"/>
    </w:rPr>
  </w:style>
  <w:style w:type="paragraph" w:customStyle="1" w:styleId="Nummerierung">
    <w:name w:val="Nummerierung"/>
    <w:basedOn w:val="Standard"/>
    <w:link w:val="NummerierungZchn"/>
    <w:qFormat/>
    <w:rsid w:val="007A149C"/>
    <w:rPr>
      <w:b/>
      <w:color w:val="327A86" w:themeColor="text2"/>
    </w:rPr>
  </w:style>
  <w:style w:type="character" w:customStyle="1" w:styleId="NummerierungZchn">
    <w:name w:val="Nummerierung Zchn"/>
    <w:basedOn w:val="Absatz-Standardschriftart"/>
    <w:link w:val="Nummerierung"/>
    <w:rsid w:val="007A149C"/>
    <w:rPr>
      <w:b/>
      <w:color w:val="327A86" w:themeColor="text2"/>
    </w:rPr>
  </w:style>
  <w:style w:type="character" w:styleId="Fett">
    <w:name w:val="Strong"/>
    <w:basedOn w:val="Absatz-Standardschriftart"/>
    <w:uiPriority w:val="22"/>
    <w:rsid w:val="0034350A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5256C6"/>
    <w:pPr>
      <w:tabs>
        <w:tab w:val="left" w:pos="198"/>
      </w:tabs>
      <w:spacing w:line="240" w:lineRule="auto"/>
      <w:ind w:left="198" w:hanging="198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B04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3CF9"/>
    <w:rPr>
      <w:vertAlign w:val="superscript"/>
    </w:rPr>
  </w:style>
  <w:style w:type="paragraph" w:customStyle="1" w:styleId="SprechbaseBeschreibung">
    <w:name w:val="Sprechbase/Beschreibung"/>
    <w:basedOn w:val="Transcript"/>
    <w:link w:val="SprechbaseBeschreibungZchn"/>
    <w:qFormat/>
    <w:rsid w:val="005D3530"/>
    <w:pPr>
      <w:spacing w:line="240" w:lineRule="auto"/>
    </w:pPr>
    <w:rPr>
      <w:sz w:val="20"/>
      <w:szCs w:val="18"/>
    </w:rPr>
  </w:style>
  <w:style w:type="character" w:customStyle="1" w:styleId="SprechbaseBeschreibungZchn">
    <w:name w:val="Sprechbase/Beschreibung Zchn"/>
    <w:basedOn w:val="Absatz-Standardschriftart"/>
    <w:link w:val="SprechbaseBeschreibung"/>
    <w:rsid w:val="005D3530"/>
    <w:rPr>
      <w:rFonts w:ascii="Calibri" w:eastAsia="Times New Roman" w:hAnsi="Calibri" w:cs="Times New Roman"/>
      <w:color w:val="000000"/>
      <w:sz w:val="20"/>
      <w:szCs w:val="18"/>
      <w:lang w:eastAsia="de-DE"/>
    </w:rPr>
  </w:style>
  <w:style w:type="paragraph" w:customStyle="1" w:styleId="bershrift5">
    <w:name w:val="Übershrift 5"/>
    <w:basedOn w:val="berschrift5"/>
    <w:semiHidden/>
    <w:rsid w:val="009A767B"/>
    <w:rPr>
      <w:color w:val="auto"/>
      <w:sz w:val="14"/>
      <w:szCs w:val="14"/>
    </w:rPr>
  </w:style>
  <w:style w:type="paragraph" w:styleId="Verzeichnis1">
    <w:name w:val="toc 1"/>
    <w:basedOn w:val="Standard"/>
    <w:next w:val="Standard"/>
    <w:autoRedefine/>
    <w:uiPriority w:val="39"/>
    <w:unhideWhenUsed/>
    <w:rsid w:val="000F13CD"/>
    <w:pPr>
      <w:numPr>
        <w:numId w:val="2"/>
      </w:numPr>
      <w:tabs>
        <w:tab w:val="left" w:pos="442"/>
        <w:tab w:val="right" w:pos="9072"/>
      </w:tabs>
      <w:spacing w:before="120" w:line="240" w:lineRule="exact"/>
      <w:ind w:left="340" w:hanging="340"/>
    </w:pPr>
    <w:rPr>
      <w:noProof/>
      <w:color w:val="000000" w:themeColor="text1"/>
      <w:sz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DB28DE"/>
    <w:pPr>
      <w:tabs>
        <w:tab w:val="left" w:pos="0"/>
        <w:tab w:val="right" w:leader="dot" w:pos="9070"/>
      </w:tabs>
      <w:ind w:left="340" w:hanging="340"/>
    </w:pPr>
    <w:rPr>
      <w:color w:val="000000" w:themeColor="text1"/>
      <w:sz w:val="18"/>
    </w:rPr>
  </w:style>
  <w:style w:type="character" w:styleId="Hyperlink">
    <w:name w:val="Hyperlink"/>
    <w:basedOn w:val="Absatz-Standardschriftart"/>
    <w:uiPriority w:val="99"/>
    <w:unhideWhenUsed/>
    <w:rsid w:val="00206AA9"/>
    <w:rPr>
      <w:color w:val="327A86" w:themeColor="hyperlink"/>
      <w:u w:val="single"/>
    </w:rPr>
  </w:style>
  <w:style w:type="paragraph" w:styleId="Verzeichnis3">
    <w:name w:val="toc 3"/>
    <w:basedOn w:val="Standard"/>
    <w:next w:val="Standard"/>
    <w:autoRedefine/>
    <w:uiPriority w:val="39"/>
    <w:semiHidden/>
    <w:rsid w:val="008C6C14"/>
    <w:pPr>
      <w:tabs>
        <w:tab w:val="left" w:pos="442"/>
        <w:tab w:val="right" w:leader="dot" w:pos="4536"/>
      </w:tabs>
      <w:spacing w:after="120" w:line="240" w:lineRule="exact"/>
      <w:ind w:left="680" w:hanging="340"/>
      <w:contextualSpacing/>
    </w:pPr>
    <w:rPr>
      <w:rFonts w:eastAsiaTheme="minorEastAsia" w:cs="Times New Roman"/>
      <w:sz w:val="18"/>
      <w:lang w:eastAsia="de-DE"/>
    </w:rPr>
  </w:style>
  <w:style w:type="paragraph" w:styleId="Verzeichnis4">
    <w:name w:val="toc 4"/>
    <w:basedOn w:val="Standard"/>
    <w:next w:val="Standard"/>
    <w:autoRedefine/>
    <w:uiPriority w:val="39"/>
    <w:semiHidden/>
    <w:rsid w:val="006A253B"/>
    <w:pPr>
      <w:spacing w:after="100"/>
      <w:ind w:left="6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66771"/>
    <w:pPr>
      <w:spacing w:after="100"/>
      <w:ind w:left="176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0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486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869"/>
    <w:rPr>
      <w:rFonts w:ascii="Segoe UI" w:hAnsi="Segoe UI" w:cs="Segoe UI"/>
      <w:sz w:val="18"/>
      <w:szCs w:val="18"/>
    </w:rPr>
  </w:style>
  <w:style w:type="table" w:customStyle="1" w:styleId="EinfacheTabelle41">
    <w:name w:val="Einfache Tabelle 41"/>
    <w:basedOn w:val="NormaleTabelle"/>
    <w:next w:val="EinfacheTabelle4"/>
    <w:uiPriority w:val="44"/>
    <w:rsid w:val="00387E96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rarbeitung">
    <w:name w:val="Revision"/>
    <w:hidden/>
    <w:uiPriority w:val="99"/>
    <w:semiHidden/>
    <w:rsid w:val="00EA578E"/>
    <w:pPr>
      <w:spacing w:after="0" w:line="240" w:lineRule="auto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53AA"/>
    <w:rPr>
      <w:b/>
      <w:color w:val="327A86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53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MSKTabelle">
    <w:name w:val="MSK_Tabelle"/>
    <w:basedOn w:val="NormaleTabelle"/>
    <w:uiPriority w:val="99"/>
    <w:rsid w:val="001E402C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D9D9D9" w:themeFill="background1" w:themeFillShade="D9"/>
      </w:tcPr>
    </w:tblStylePr>
  </w:style>
  <w:style w:type="paragraph" w:customStyle="1" w:styleId="Transcript">
    <w:name w:val="Transcript"/>
    <w:basedOn w:val="Standard"/>
    <w:qFormat/>
    <w:rsid w:val="009D3469"/>
    <w:pPr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Calibri" w:eastAsia="Times New Roman" w:hAnsi="Calibri" w:cs="Times New Roman"/>
      <w:color w:val="000000"/>
      <w:sz w:val="18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078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367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59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17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0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\Documents\Benutzerdefinierte%20Office-Vorlagen\Sima.dotx" TargetMode="External"/></Relationships>
</file>

<file path=word/theme/theme1.xml><?xml version="1.0" encoding="utf-8"?>
<a:theme xmlns:a="http://schemas.openxmlformats.org/drawingml/2006/main" name="Office">
  <a:themeElements>
    <a:clrScheme name="Design_DZLM">
      <a:dk1>
        <a:sysClr val="windowText" lastClr="000000"/>
      </a:dk1>
      <a:lt1>
        <a:srgbClr val="FFFFFF"/>
      </a:lt1>
      <a:dk2>
        <a:srgbClr val="327A86"/>
      </a:dk2>
      <a:lt2>
        <a:srgbClr val="F8B44F"/>
      </a:lt2>
      <a:accent1>
        <a:srgbClr val="327A86"/>
      </a:accent1>
      <a:accent2>
        <a:srgbClr val="F8B44F"/>
      </a:accent2>
      <a:accent3>
        <a:srgbClr val="737373"/>
      </a:accent3>
      <a:accent4>
        <a:srgbClr val="F8B44F"/>
      </a:accent4>
      <a:accent5>
        <a:srgbClr val="A44168"/>
      </a:accent5>
      <a:accent6>
        <a:srgbClr val="FFFFFF"/>
      </a:accent6>
      <a:hlink>
        <a:srgbClr val="327A86"/>
      </a:hlink>
      <a:folHlink>
        <a:srgbClr val="327A86"/>
      </a:folHlink>
    </a:clrScheme>
    <a:fontScheme name="DZLM_Schrif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CB64-C31C-4F05-8BC9-1E5731EE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Sima</Template>
  <TotalTime>0</TotalTime>
  <Pages>4</Pages>
  <Words>379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</dc:creator>
  <cp:keywords/>
  <dc:description/>
  <cp:lastModifiedBy>Prisca Theißen</cp:lastModifiedBy>
  <cp:revision>4</cp:revision>
  <cp:lastPrinted>2024-04-11T08:13:00Z</cp:lastPrinted>
  <dcterms:created xsi:type="dcterms:W3CDTF">2024-04-18T12:10:00Z</dcterms:created>
  <dcterms:modified xsi:type="dcterms:W3CDTF">2024-04-18T12:10:00Z</dcterms:modified>
</cp:coreProperties>
</file>